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79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524"/>
        <w:gridCol w:w="4455"/>
      </w:tblGrid>
      <w:tr w:rsidR="006D61E4" w:rsidRPr="002C1C48" w14:paraId="6B0C50B1" w14:textId="77777777" w:rsidTr="00ED2EEE">
        <w:tc>
          <w:tcPr>
            <w:tcW w:w="5524" w:type="dxa"/>
            <w:shd w:val="clear" w:color="auto" w:fill="auto"/>
            <w:tcMar>
              <w:bottom w:w="85" w:type="dxa"/>
            </w:tcMar>
          </w:tcPr>
          <w:p w14:paraId="312660B4" w14:textId="77777777" w:rsidR="006D61E4" w:rsidRPr="002C1C48" w:rsidRDefault="006D61E4" w:rsidP="00AD0DDD">
            <w:pPr>
              <w:pStyle w:val="Texte-Intituldeladirection"/>
              <w:framePr w:w="0" w:hRule="auto" w:wrap="auto" w:vAnchor="margin" w:hAnchor="text" w:xAlign="left" w:yAlign="inline"/>
              <w:spacing w:before="0" w:after="0"/>
              <w:jc w:val="left"/>
            </w:pPr>
            <w:r>
              <w:rPr>
                <w:rFonts w:cs="Arial"/>
              </w:rPr>
              <w:t>Service d’Etat de l’aviation civile</w:t>
            </w:r>
            <w:r w:rsidRPr="002C1C48">
              <w:rPr>
                <w:rFonts w:cs="Arial"/>
              </w:rPr>
              <w:t xml:space="preserve"> </w:t>
            </w:r>
            <w:r w:rsidRPr="002C1C48">
              <w:rPr>
                <w:rFonts w:cs="Arial"/>
              </w:rPr>
              <w:br/>
            </w:r>
            <w:r>
              <w:rPr>
                <w:rFonts w:cs="Arial"/>
              </w:rPr>
              <w:t>en Polynésie française</w:t>
            </w:r>
          </w:p>
        </w:tc>
        <w:tc>
          <w:tcPr>
            <w:tcW w:w="4455" w:type="dxa"/>
            <w:shd w:val="clear" w:color="auto" w:fill="auto"/>
            <w:tcMar>
              <w:bottom w:w="85" w:type="dxa"/>
            </w:tcMar>
          </w:tcPr>
          <w:p w14:paraId="2858A059" w14:textId="77777777" w:rsidR="006D61E4" w:rsidRPr="002C1C48" w:rsidRDefault="006D61E4" w:rsidP="00AD0DDD">
            <w:pPr>
              <w:spacing w:before="0" w:after="0"/>
              <w:jc w:val="right"/>
              <w:rPr>
                <w:rFonts w:cs="Arial"/>
              </w:rPr>
            </w:pPr>
          </w:p>
        </w:tc>
      </w:tr>
      <w:tr w:rsidR="006D61E4" w:rsidRPr="006D1097" w14:paraId="2AA2A24A" w14:textId="77777777" w:rsidTr="00ED2EEE">
        <w:tc>
          <w:tcPr>
            <w:tcW w:w="5524" w:type="dxa"/>
            <w:shd w:val="clear" w:color="auto" w:fill="auto"/>
            <w:tcMar>
              <w:bottom w:w="227" w:type="dxa"/>
            </w:tcMar>
          </w:tcPr>
          <w:p w14:paraId="476A3DC0" w14:textId="29BFB78D" w:rsidR="006D61E4" w:rsidRPr="006D1097" w:rsidRDefault="006D61E4" w:rsidP="00AD0DDD">
            <w:pPr>
              <w:pStyle w:val="Texte-Postefonction"/>
              <w:spacing w:before="0" w:after="0"/>
              <w:jc w:val="left"/>
              <w:rPr>
                <w:rFonts w:cs="Arial"/>
                <w:i/>
              </w:rPr>
            </w:pPr>
          </w:p>
        </w:tc>
        <w:tc>
          <w:tcPr>
            <w:tcW w:w="4455" w:type="dxa"/>
            <w:shd w:val="clear" w:color="auto" w:fill="auto"/>
            <w:tcMar>
              <w:bottom w:w="227" w:type="dxa"/>
            </w:tcMar>
          </w:tcPr>
          <w:p w14:paraId="51CFC418" w14:textId="4F6386F1" w:rsidR="006D61E4" w:rsidRPr="006D1097" w:rsidRDefault="006D61E4" w:rsidP="00AD0DDD">
            <w:pPr>
              <w:spacing w:before="0" w:after="0"/>
              <w:jc w:val="right"/>
            </w:pPr>
          </w:p>
        </w:tc>
      </w:tr>
    </w:tbl>
    <w:p w14:paraId="1928F2CD" w14:textId="4F9CC47B" w:rsidR="007B373E" w:rsidRPr="006A3549" w:rsidRDefault="007B373E" w:rsidP="007B373E">
      <w:pPr>
        <w:spacing w:before="0" w:after="0" w:line="240" w:lineRule="auto"/>
        <w:jc w:val="left"/>
        <w:rPr>
          <w:i/>
        </w:rPr>
      </w:pPr>
      <w:r w:rsidRPr="007B373E">
        <w:rPr>
          <w:i/>
          <w:highlight w:val="yellow"/>
        </w:rPr>
        <w:t>Département</w:t>
      </w:r>
      <w:r>
        <w:rPr>
          <w:i/>
        </w:rPr>
        <w:t xml:space="preserve"> </w:t>
      </w:r>
    </w:p>
    <w:p w14:paraId="52F76409" w14:textId="31C7D56D" w:rsidR="007B373E" w:rsidRDefault="007B373E" w:rsidP="007B373E">
      <w:pPr>
        <w:spacing w:after="240"/>
      </w:pPr>
      <w:r w:rsidRPr="007B373E">
        <w:rPr>
          <w:i/>
          <w:highlight w:val="yellow"/>
        </w:rPr>
        <w:t>Divisio</w:t>
      </w:r>
      <w:r w:rsidRPr="006A3549">
        <w:rPr>
          <w:i/>
        </w:rPr>
        <w:t xml:space="preserve">n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C584A2" wp14:editId="6F7E331C">
                <wp:simplePos x="0" y="0"/>
                <wp:positionH relativeFrom="margin">
                  <wp:posOffset>271780</wp:posOffset>
                </wp:positionH>
                <wp:positionV relativeFrom="margin">
                  <wp:posOffset>1800860</wp:posOffset>
                </wp:positionV>
                <wp:extent cx="6040120" cy="601980"/>
                <wp:effectExtent l="0" t="0" r="17780" b="26670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0120" cy="60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0B882" w14:textId="77777777" w:rsidR="007B373E" w:rsidRPr="00593200" w:rsidRDefault="007B373E" w:rsidP="007B373E">
                            <w:pPr>
                              <w:pStyle w:val="Objetnote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PLAN DE PREVENTION du SEAC/PF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C584A2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21.4pt;margin-top:141.8pt;width:475.6pt;height:47.4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">
                <v:textbox>
                  <w:txbxContent>
                    <w:p w14:paraId="03D0B882" w14:textId="77777777" w:rsidR="007B373E" w:rsidRPr="00593200" w:rsidRDefault="007B373E" w:rsidP="007B373E">
                      <w:pPr>
                        <w:pStyle w:val="Objetnote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PLAN DE PREVENTION du SEAC/PF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34B266E" w14:textId="77777777" w:rsidR="00593200" w:rsidRDefault="002E3EEA" w:rsidP="009E2F65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C3C16EC" wp14:editId="5A7C083D">
                <wp:simplePos x="0" y="0"/>
                <wp:positionH relativeFrom="margin">
                  <wp:posOffset>271780</wp:posOffset>
                </wp:positionH>
                <wp:positionV relativeFrom="margin">
                  <wp:posOffset>1800860</wp:posOffset>
                </wp:positionV>
                <wp:extent cx="6040120" cy="601980"/>
                <wp:effectExtent l="0" t="0" r="17780" b="2667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0120" cy="60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55A25A" w14:textId="033C08F6" w:rsidR="005F0B64" w:rsidRPr="00593200" w:rsidRDefault="005F0B64" w:rsidP="00593200">
                            <w:pPr>
                              <w:pStyle w:val="Objetnote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PLAN DE PREVENTION</w:t>
                            </w:r>
                            <w:r w:rsidR="00593200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602FE6">
                              <w:rPr>
                                <w:b/>
                                <w:sz w:val="40"/>
                                <w:szCs w:val="40"/>
                              </w:rPr>
                              <w:t>du SEAC/PF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C16EC" id="Zone de texte 2" o:spid="_x0000_s1027" type="#_x0000_t202" style="position:absolute;left:0;text-align:left;margin-left:21.4pt;margin-top:141.8pt;width:475.6pt;height:47.4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">
                <v:textbox>
                  <w:txbxContent>
                    <w:p w14:paraId="5455A25A" w14:textId="033C08F6" w:rsidR="005F0B64" w:rsidRPr="00593200" w:rsidRDefault="005F0B64" w:rsidP="00593200">
                      <w:pPr>
                        <w:pStyle w:val="Objetnote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PLAN DE PREVENTION</w:t>
                      </w:r>
                      <w:r w:rsidR="00593200"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="00602FE6">
                        <w:rPr>
                          <w:b/>
                          <w:sz w:val="40"/>
                          <w:szCs w:val="40"/>
                        </w:rPr>
                        <w:t>du SEAC/PF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680EF2F" w14:textId="77777777" w:rsidR="00593200" w:rsidRPr="00593200" w:rsidRDefault="00593200" w:rsidP="00593200"/>
    <w:p w14:paraId="43438E6B" w14:textId="77777777" w:rsidR="00593200" w:rsidRPr="00593200" w:rsidRDefault="00593200" w:rsidP="00593200"/>
    <w:p w14:paraId="61DE9B18" w14:textId="77777777" w:rsidR="00593200" w:rsidRPr="00593200" w:rsidRDefault="00593200" w:rsidP="00593200"/>
    <w:p w14:paraId="3AD8E799" w14:textId="77777777" w:rsidR="00593200" w:rsidRPr="00593200" w:rsidRDefault="00593200" w:rsidP="00593200"/>
    <w:p w14:paraId="762E2E86" w14:textId="77777777" w:rsidR="00593200" w:rsidRPr="00593200" w:rsidRDefault="00593200" w:rsidP="00593200">
      <w:pPr>
        <w:jc w:val="center"/>
      </w:pPr>
    </w:p>
    <w:p w14:paraId="3C4C8B80" w14:textId="77777777" w:rsidR="00593200" w:rsidRPr="00593200" w:rsidRDefault="00593200" w:rsidP="00593200"/>
    <w:p w14:paraId="6D80302D" w14:textId="77777777" w:rsidR="00593200" w:rsidRDefault="00593200" w:rsidP="009E2F65">
      <w:pPr>
        <w:spacing w:after="240"/>
      </w:pPr>
    </w:p>
    <w:p w14:paraId="4A336497" w14:textId="77777777" w:rsidR="00593200" w:rsidRPr="00593200" w:rsidRDefault="00593200" w:rsidP="00593200"/>
    <w:p w14:paraId="0BAA64F3" w14:textId="77777777" w:rsidR="00593200" w:rsidRPr="00593200" w:rsidRDefault="00593200" w:rsidP="00593200"/>
    <w:p w14:paraId="2080F564" w14:textId="77777777" w:rsidR="00593200" w:rsidRDefault="00593200" w:rsidP="00593200">
      <w:pPr>
        <w:tabs>
          <w:tab w:val="left" w:pos="4320"/>
        </w:tabs>
        <w:spacing w:after="240"/>
      </w:pPr>
    </w:p>
    <w:p w14:paraId="3C38B4FE" w14:textId="22EF799F" w:rsidR="00F31E95" w:rsidRPr="00110EE2" w:rsidRDefault="00AA57CF" w:rsidP="009E2F65">
      <w:pPr>
        <w:spacing w:after="240"/>
        <w:rPr>
          <w:b/>
        </w:rPr>
      </w:pPr>
      <w:r w:rsidRPr="00593200">
        <w:br w:type="page"/>
      </w:r>
      <w:r w:rsidR="00F31E95" w:rsidRPr="00110EE2">
        <w:rPr>
          <w:b/>
        </w:rPr>
        <w:lastRenderedPageBreak/>
        <w:t>APPROBATION DU DOCUMENT</w:t>
      </w:r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49"/>
        <w:gridCol w:w="2304"/>
        <w:gridCol w:w="4111"/>
        <w:gridCol w:w="1417"/>
      </w:tblGrid>
      <w:tr w:rsidR="00F31E95" w:rsidRPr="00110EE2" w14:paraId="11BB7327" w14:textId="77777777" w:rsidTr="005F0B64">
        <w:tc>
          <w:tcPr>
            <w:tcW w:w="194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9D9D9"/>
            <w:vAlign w:val="center"/>
          </w:tcPr>
          <w:p w14:paraId="66845262" w14:textId="77777777" w:rsidR="00F31E95" w:rsidRPr="00110EE2" w:rsidRDefault="00F31E95" w:rsidP="005F0B64">
            <w:pPr>
              <w:jc w:val="center"/>
              <w:rPr>
                <w:b/>
              </w:rPr>
            </w:pPr>
          </w:p>
        </w:tc>
        <w:tc>
          <w:tcPr>
            <w:tcW w:w="2304" w:type="dxa"/>
            <w:tcBorders>
              <w:top w:val="single" w:sz="8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7D5958D5" w14:textId="77777777" w:rsidR="00F31E95" w:rsidRPr="00110EE2" w:rsidRDefault="00F31E95" w:rsidP="005F0B64">
            <w:pPr>
              <w:jc w:val="center"/>
              <w:rPr>
                <w:b/>
              </w:rPr>
            </w:pPr>
            <w:r w:rsidRPr="00110EE2">
              <w:rPr>
                <w:b/>
              </w:rPr>
              <w:t>Titre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67B1DE69" w14:textId="77777777" w:rsidR="00F31E95" w:rsidRPr="00110EE2" w:rsidRDefault="00F31E95" w:rsidP="005F0B64">
            <w:pPr>
              <w:jc w:val="center"/>
              <w:rPr>
                <w:b/>
              </w:rPr>
            </w:pPr>
            <w:r w:rsidRPr="00110EE2">
              <w:rPr>
                <w:b/>
              </w:rPr>
              <w:t>Nom et signature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2DAE45E0" w14:textId="77777777" w:rsidR="00F31E95" w:rsidRPr="00110EE2" w:rsidRDefault="00F31E95" w:rsidP="005F0B64">
            <w:pPr>
              <w:jc w:val="center"/>
              <w:rPr>
                <w:b/>
              </w:rPr>
            </w:pPr>
            <w:r w:rsidRPr="00110EE2">
              <w:rPr>
                <w:b/>
              </w:rPr>
              <w:t>Date</w:t>
            </w:r>
          </w:p>
        </w:tc>
      </w:tr>
      <w:tr w:rsidR="00F31E95" w:rsidRPr="00EF6FAB" w14:paraId="2332B83F" w14:textId="77777777" w:rsidTr="009063E2">
        <w:trPr>
          <w:trHeight w:val="840"/>
        </w:trPr>
        <w:tc>
          <w:tcPr>
            <w:tcW w:w="19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D4B4D" w14:textId="77777777" w:rsidR="00F31E95" w:rsidRPr="00110EE2" w:rsidRDefault="00F31E95" w:rsidP="009E2F65">
            <w:pPr>
              <w:rPr>
                <w:b/>
              </w:rPr>
            </w:pPr>
            <w:r w:rsidRPr="00110EE2">
              <w:rPr>
                <w:b/>
              </w:rPr>
              <w:t>REDACTION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EA249" w14:textId="77777777" w:rsidR="00F31E95" w:rsidRPr="00EF6FAB" w:rsidRDefault="00F31E95" w:rsidP="009E2F65"/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4B825" w14:textId="01726D81" w:rsidR="00F31E95" w:rsidRPr="00EF6FAB" w:rsidRDefault="00593200" w:rsidP="009E2F65">
            <w:r>
              <w:t xml:space="preserve">Heimanarii </w:t>
            </w:r>
            <w:r w:rsidR="00C02538">
              <w:t>CLARK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90CF4" w14:textId="77777777" w:rsidR="00F31E95" w:rsidRPr="00EF6FAB" w:rsidRDefault="00C02538" w:rsidP="009E2F65">
            <w:r>
              <w:t>10/08/2022</w:t>
            </w:r>
          </w:p>
        </w:tc>
      </w:tr>
      <w:tr w:rsidR="00593200" w:rsidRPr="00EF6FAB" w14:paraId="46FC86C2" w14:textId="77777777" w:rsidTr="009063E2">
        <w:trPr>
          <w:trHeight w:val="840"/>
        </w:trPr>
        <w:tc>
          <w:tcPr>
            <w:tcW w:w="19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532D00" w14:textId="1DAEB6FA" w:rsidR="00593200" w:rsidRPr="00110EE2" w:rsidRDefault="00593200" w:rsidP="009E2F65">
            <w:pPr>
              <w:rPr>
                <w:b/>
              </w:rPr>
            </w:pPr>
            <w:r>
              <w:rPr>
                <w:b/>
              </w:rPr>
              <w:t>VERIFICATION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21133" w14:textId="77777777" w:rsidR="00593200" w:rsidRPr="00EF6FAB" w:rsidRDefault="00593200" w:rsidP="009E2F65"/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A8DD8" w14:textId="616FF5EF" w:rsidR="00593200" w:rsidRDefault="00593200" w:rsidP="009E2F65">
            <w:r>
              <w:t>Karine SIMON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7079C7" w14:textId="2185C97C" w:rsidR="00593200" w:rsidRDefault="00593200" w:rsidP="009E2F65">
            <w:r>
              <w:t>26/10/2022</w:t>
            </w:r>
          </w:p>
        </w:tc>
      </w:tr>
      <w:tr w:rsidR="00593200" w:rsidRPr="00EF6FAB" w14:paraId="3E14D30C" w14:textId="77777777" w:rsidTr="00BE161C">
        <w:trPr>
          <w:trHeight w:val="840"/>
        </w:trPr>
        <w:tc>
          <w:tcPr>
            <w:tcW w:w="1949" w:type="dxa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vAlign w:val="center"/>
          </w:tcPr>
          <w:p w14:paraId="0EE71271" w14:textId="0F9141CA" w:rsidR="00593200" w:rsidRPr="00110EE2" w:rsidRDefault="00593200" w:rsidP="009E2F65">
            <w:pPr>
              <w:rPr>
                <w:b/>
              </w:rPr>
            </w:pPr>
            <w:r w:rsidRPr="00110EE2">
              <w:rPr>
                <w:b/>
              </w:rPr>
              <w:t>APPROBATION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1BB2CD3" w14:textId="77777777" w:rsidR="00593200" w:rsidRPr="009E2F65" w:rsidRDefault="00593200" w:rsidP="009E2F65">
            <w:pPr>
              <w:rPr>
                <w:lang w:val="en-GB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B38833" w14:textId="03785324" w:rsidR="00593200" w:rsidRDefault="00593200" w:rsidP="009E2F65">
            <w:pPr>
              <w:rPr>
                <w:lang w:val="en-GB"/>
              </w:rPr>
            </w:pPr>
            <w:r>
              <w:rPr>
                <w:lang w:val="en-GB"/>
              </w:rPr>
              <w:t>Eric BERNARD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7CD56F" w14:textId="77777777" w:rsidR="00593200" w:rsidRPr="00EF6FAB" w:rsidRDefault="00593200" w:rsidP="009E2F65">
            <w:pPr>
              <w:rPr>
                <w:lang w:val="en-GB"/>
              </w:rPr>
            </w:pPr>
          </w:p>
        </w:tc>
      </w:tr>
      <w:tr w:rsidR="00593200" w:rsidRPr="00EF6FAB" w14:paraId="5155F8EB" w14:textId="77777777" w:rsidTr="00BE161C">
        <w:trPr>
          <w:trHeight w:val="840"/>
        </w:trPr>
        <w:tc>
          <w:tcPr>
            <w:tcW w:w="1949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02024B" w14:textId="3467DCE0" w:rsidR="00593200" w:rsidRPr="00110EE2" w:rsidRDefault="00593200" w:rsidP="009E2F65">
            <w:pPr>
              <w:rPr>
                <w:b/>
              </w:rPr>
            </w:pP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1ECE17" w14:textId="77777777" w:rsidR="00593200" w:rsidRPr="009E2F65" w:rsidRDefault="00593200" w:rsidP="009E2F65">
            <w:pPr>
              <w:rPr>
                <w:lang w:val="en-GB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6D50FD6" w14:textId="107B1E69" w:rsidR="00593200" w:rsidRPr="00EF6FAB" w:rsidRDefault="003E2653" w:rsidP="009E2F65">
            <w:pPr>
              <w:rPr>
                <w:lang w:val="en-GB"/>
              </w:rPr>
            </w:pPr>
            <w:r>
              <w:rPr>
                <w:lang w:val="en-GB"/>
              </w:rPr>
              <w:t>Pierre REYNAUD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CD6985" w14:textId="77777777" w:rsidR="00593200" w:rsidRPr="00EF6FAB" w:rsidRDefault="00593200" w:rsidP="009E2F65">
            <w:pPr>
              <w:rPr>
                <w:lang w:val="en-GB"/>
              </w:rPr>
            </w:pPr>
          </w:p>
        </w:tc>
      </w:tr>
    </w:tbl>
    <w:p w14:paraId="1C34499C" w14:textId="77777777" w:rsidR="00593200" w:rsidRDefault="00593200" w:rsidP="009816B7">
      <w:pPr>
        <w:rPr>
          <w:rStyle w:val="Accentuation"/>
        </w:rPr>
      </w:pPr>
    </w:p>
    <w:p w14:paraId="6A3B34E6" w14:textId="1CF8A7FC" w:rsidR="009816B7" w:rsidRDefault="009816B7" w:rsidP="009816B7">
      <w:r w:rsidRPr="00946275">
        <w:rPr>
          <w:rStyle w:val="Accentuation"/>
        </w:rPr>
        <w:t>DATE D’APPLICABILITE DU DOCUMENT :</w:t>
      </w:r>
      <w:r w:rsidRPr="00A57CB0">
        <w:t xml:space="preserve"> date d’approbation</w:t>
      </w:r>
    </w:p>
    <w:p w14:paraId="0A513EE0" w14:textId="77777777" w:rsidR="00593200" w:rsidRDefault="00593200" w:rsidP="009816B7"/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9816B7" w:rsidRPr="00333E57" w14:paraId="238A195D" w14:textId="77777777" w:rsidTr="005F0B64">
        <w:trPr>
          <w:trHeight w:val="567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9D9D9"/>
            <w:vAlign w:val="center"/>
          </w:tcPr>
          <w:p w14:paraId="7C693A1C" w14:textId="77777777" w:rsidR="009816B7" w:rsidRPr="00333E57" w:rsidRDefault="009816B7" w:rsidP="005F0B64">
            <w:pPr>
              <w:rPr>
                <w:b/>
                <w:bCs/>
              </w:rPr>
            </w:pPr>
            <w:r w:rsidRPr="00333E57">
              <w:rPr>
                <w:b/>
                <w:bCs/>
              </w:rPr>
              <w:t>Mode de diffusion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6BE74D37" w14:textId="77777777" w:rsidR="009816B7" w:rsidRPr="00333E57" w:rsidRDefault="009816B7" w:rsidP="005F0B64">
            <w:pPr>
              <w:rPr>
                <w:b/>
                <w:bCs/>
              </w:rPr>
            </w:pPr>
            <w:r w:rsidRPr="00333E57">
              <w:rPr>
                <w:b/>
                <w:bCs/>
              </w:rPr>
              <w:t>Destinataires</w:t>
            </w:r>
          </w:p>
        </w:tc>
      </w:tr>
      <w:tr w:rsidR="009816B7" w:rsidRPr="00A57CB0" w14:paraId="005BC0B6" w14:textId="77777777" w:rsidTr="005F0B64">
        <w:trPr>
          <w:trHeight w:val="864"/>
        </w:trPr>
        <w:tc>
          <w:tcPr>
            <w:tcW w:w="42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BCB4C" w14:textId="77777777" w:rsidR="009816B7" w:rsidRDefault="009816B7" w:rsidP="005F0B64">
            <w:pPr>
              <w:jc w:val="left"/>
            </w:pPr>
            <w:r>
              <w:t>Diffusion simple/document électronique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B2D329" w14:textId="59FCDA2B" w:rsidR="009816B7" w:rsidRDefault="00352E07" w:rsidP="005F0B64">
            <w:pPr>
              <w:jc w:val="left"/>
            </w:pPr>
            <w:r>
              <w:t>Les a</w:t>
            </w:r>
            <w:r w:rsidR="002E3EEA">
              <w:t xml:space="preserve">gents chargés d’opération </w:t>
            </w:r>
            <w:r>
              <w:t>d</w:t>
            </w:r>
            <w:r w:rsidR="002E3EEA">
              <w:t>u SEAC-PF et leurs encadrants</w:t>
            </w:r>
          </w:p>
        </w:tc>
      </w:tr>
    </w:tbl>
    <w:p w14:paraId="5AFCC07C" w14:textId="77777777" w:rsidR="009816B7" w:rsidRPr="0075377A" w:rsidRDefault="009816B7" w:rsidP="009816B7">
      <w:pPr>
        <w:pStyle w:val="Pieddepage"/>
        <w:rPr>
          <w:rFonts w:ascii="Arial" w:hAnsi="Arial" w:cs="Arial"/>
          <w:sz w:val="22"/>
          <w:szCs w:val="22"/>
        </w:rPr>
      </w:pPr>
    </w:p>
    <w:p w14:paraId="6CFD998B" w14:textId="13CB2F3B" w:rsidR="00575166" w:rsidRPr="00A87C0C" w:rsidRDefault="00575166" w:rsidP="00575166">
      <w:pPr>
        <w:rPr>
          <w:rStyle w:val="Accentuation"/>
        </w:rPr>
      </w:pPr>
      <w:r>
        <w:rPr>
          <w:rStyle w:val="Accentuation"/>
        </w:rPr>
        <w:t>RESPONSABLE DU DOCUMENT</w:t>
      </w:r>
      <w:r w:rsidRPr="00A87C0C">
        <w:rPr>
          <w:rStyle w:val="Accentuation"/>
        </w:rPr>
        <w:t xml:space="preserve"> : </w:t>
      </w:r>
      <w:r w:rsidR="004A3FA4" w:rsidRPr="002D075F">
        <w:rPr>
          <w:rStyle w:val="Accentuation"/>
          <w:b w:val="0"/>
          <w:bCs w:val="0"/>
        </w:rPr>
        <w:t>Conseill</w:t>
      </w:r>
      <w:r w:rsidR="002E3EEA">
        <w:rPr>
          <w:rStyle w:val="Accentuation"/>
          <w:b w:val="0"/>
          <w:bCs w:val="0"/>
        </w:rPr>
        <w:t>ère</w:t>
      </w:r>
      <w:r w:rsidR="004A3FA4" w:rsidRPr="002D075F">
        <w:rPr>
          <w:rStyle w:val="Accentuation"/>
          <w:b w:val="0"/>
          <w:bCs w:val="0"/>
        </w:rPr>
        <w:t xml:space="preserve"> de prévention du SEAC/PF</w:t>
      </w:r>
    </w:p>
    <w:p w14:paraId="57F85564" w14:textId="77777777" w:rsidR="009816B7" w:rsidRDefault="009816B7" w:rsidP="009816B7"/>
    <w:p w14:paraId="6CF0CCBE" w14:textId="77777777" w:rsidR="009816B7" w:rsidRPr="00A87C0C" w:rsidRDefault="009816B7" w:rsidP="009816B7">
      <w:pPr>
        <w:rPr>
          <w:rStyle w:val="Accentuation"/>
        </w:rPr>
      </w:pPr>
      <w:r w:rsidRPr="00A87C0C">
        <w:rPr>
          <w:rStyle w:val="Accentuation"/>
        </w:rPr>
        <w:t xml:space="preserve">SAUVEGARDE ELECTRONIQUE : </w:t>
      </w:r>
    </w:p>
    <w:p w14:paraId="6CEB990B" w14:textId="482F229D" w:rsidR="009816B7" w:rsidRPr="0075377A" w:rsidRDefault="004A3FA4" w:rsidP="00D926D5">
      <w:pPr>
        <w:pStyle w:val="Puce1"/>
        <w:jc w:val="left"/>
        <w:rPr>
          <w:rFonts w:cs="Arial"/>
        </w:rPr>
      </w:pPr>
      <w:r>
        <w:rPr>
          <w:rFonts w:cs="Arial"/>
        </w:rPr>
        <w:t xml:space="preserve">Serveur gestion documentaire : </w:t>
      </w:r>
      <w:r w:rsidR="002E3EEA" w:rsidRPr="002E3EEA">
        <w:rPr>
          <w:rFonts w:cs="Arial"/>
        </w:rPr>
        <w:t>S:\GT20_SST\00_partage\30_acteurs_SST\</w:t>
      </w:r>
      <w:r w:rsidR="00D926D5">
        <w:rPr>
          <w:rFonts w:cs="Arial"/>
        </w:rPr>
        <w:t xml:space="preserve">Travaux </w:t>
      </w:r>
      <w:r w:rsidR="002E3EEA" w:rsidRPr="002E3EEA">
        <w:rPr>
          <w:rFonts w:cs="Arial"/>
        </w:rPr>
        <w:t>Entreprises extérieures</w:t>
      </w:r>
    </w:p>
    <w:p w14:paraId="255B3D4C" w14:textId="77777777" w:rsidR="007C37B3" w:rsidRDefault="007C37B3" w:rsidP="009E2F65">
      <w:pPr>
        <w:spacing w:after="240"/>
        <w:rPr>
          <w:b/>
        </w:rPr>
      </w:pPr>
    </w:p>
    <w:p w14:paraId="384B61A7" w14:textId="77777777" w:rsidR="00F31E95" w:rsidRPr="00110EE2" w:rsidRDefault="00F31E95" w:rsidP="009E2F65">
      <w:pPr>
        <w:spacing w:after="240"/>
        <w:rPr>
          <w:b/>
        </w:rPr>
      </w:pPr>
      <w:r w:rsidRPr="00110EE2">
        <w:rPr>
          <w:b/>
        </w:rPr>
        <w:t>RELEVE DES MODIFICATIONS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275"/>
        <w:gridCol w:w="5670"/>
        <w:gridCol w:w="1843"/>
      </w:tblGrid>
      <w:tr w:rsidR="00F31E95" w:rsidRPr="009816B7" w14:paraId="15FF8776" w14:textId="77777777" w:rsidTr="00AA0444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EEE23BA" w14:textId="77777777" w:rsidR="00F31E95" w:rsidRPr="00AA0444" w:rsidRDefault="00F31E95" w:rsidP="00AA0444">
            <w:pPr>
              <w:jc w:val="center"/>
              <w:rPr>
                <w:b/>
              </w:rPr>
            </w:pPr>
            <w:r w:rsidRPr="00AA0444">
              <w:rPr>
                <w:b/>
              </w:rPr>
              <w:t>Version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0DD6B2A" w14:textId="77777777" w:rsidR="00F31E95" w:rsidRPr="00AA0444" w:rsidRDefault="00F31E95" w:rsidP="00AA0444">
            <w:pPr>
              <w:jc w:val="center"/>
              <w:rPr>
                <w:b/>
              </w:rPr>
            </w:pPr>
            <w:r w:rsidRPr="00AA0444">
              <w:rPr>
                <w:b/>
              </w:rPr>
              <w:t>Date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6506DE" w14:textId="77777777" w:rsidR="00F31E95" w:rsidRPr="00AA0444" w:rsidRDefault="00F31E95" w:rsidP="00AA0444">
            <w:pPr>
              <w:jc w:val="center"/>
              <w:rPr>
                <w:b/>
              </w:rPr>
            </w:pPr>
            <w:r w:rsidRPr="00AA0444">
              <w:rPr>
                <w:b/>
              </w:rPr>
              <w:t>Motifs des changements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C55FF9" w14:textId="77777777" w:rsidR="00F31E95" w:rsidRPr="00AA0444" w:rsidRDefault="00F31E95" w:rsidP="00AA0444">
            <w:pPr>
              <w:jc w:val="center"/>
              <w:rPr>
                <w:b/>
              </w:rPr>
            </w:pPr>
            <w:r w:rsidRPr="00AA0444">
              <w:rPr>
                <w:b/>
              </w:rPr>
              <w:t>Sections / Pages modifiées</w:t>
            </w:r>
          </w:p>
        </w:tc>
      </w:tr>
      <w:tr w:rsidR="00F31E95" w:rsidRPr="00AA2CBF" w14:paraId="4241389D" w14:textId="77777777" w:rsidTr="00AA0444">
        <w:trPr>
          <w:trHeight w:val="454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C6F98" w14:textId="77777777" w:rsidR="00F31E95" w:rsidRPr="00AA2CBF" w:rsidRDefault="00F31E95" w:rsidP="005F0B64">
            <w:r w:rsidRPr="00AA2CBF">
              <w:t>V0.1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51D6C3" w14:textId="77777777" w:rsidR="00F31E95" w:rsidRPr="00AA2CBF" w:rsidRDefault="00114757" w:rsidP="005F0B64">
            <w:r>
              <w:t>08/07/2022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8C7AF" w14:textId="77777777" w:rsidR="00F31E95" w:rsidRPr="004C7CE4" w:rsidRDefault="00F31E95" w:rsidP="005F0B64">
            <w:r w:rsidRPr="004C7CE4">
              <w:t>Création du document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18467" w14:textId="77777777" w:rsidR="00F31E95" w:rsidRPr="00AA2CBF" w:rsidRDefault="009816B7" w:rsidP="005F0B64">
            <w:r w:rsidRPr="00AA2CBF">
              <w:t>Toutes</w:t>
            </w:r>
          </w:p>
        </w:tc>
      </w:tr>
      <w:tr w:rsidR="00F31E95" w:rsidRPr="00AA2CBF" w14:paraId="78D5EEE7" w14:textId="77777777" w:rsidTr="00AA0444">
        <w:trPr>
          <w:trHeight w:val="4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5A6AA" w14:textId="77777777" w:rsidR="00F31E95" w:rsidRPr="00AA2CBF" w:rsidRDefault="00F31E95" w:rsidP="005F0B64">
            <w:r>
              <w:t>V1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7BA79" w14:textId="77777777" w:rsidR="00F31E95" w:rsidRPr="00AA2CBF" w:rsidRDefault="00F31E95" w:rsidP="005F0B64"/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399151" w14:textId="77777777" w:rsidR="00F31E95" w:rsidRPr="00AA2CBF" w:rsidRDefault="00F31E95" w:rsidP="005F0B64"/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8B6B4" w14:textId="77777777" w:rsidR="00F31E95" w:rsidRPr="00AA2CBF" w:rsidRDefault="00F31E95" w:rsidP="005F0B64"/>
        </w:tc>
      </w:tr>
    </w:tbl>
    <w:p w14:paraId="423B1A1D" w14:textId="77777777" w:rsidR="00FF1B52" w:rsidRDefault="00B53AF4" w:rsidP="00DA1FA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065B0A9" w14:textId="77777777" w:rsidR="009740EA" w:rsidRPr="002A08C7" w:rsidRDefault="009740EA" w:rsidP="009740E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0" w:color="auto"/>
        </w:pBdr>
        <w:shd w:val="pct20" w:color="auto" w:fill="auto"/>
        <w:jc w:val="center"/>
        <w:rPr>
          <w:rFonts w:ascii="Liberation Serif" w:hAnsi="Liberation Serif" w:cs="Arial"/>
          <w:sz w:val="48"/>
        </w:rPr>
      </w:pPr>
      <w:r w:rsidRPr="002A08C7">
        <w:rPr>
          <w:rFonts w:ascii="Liberation Serif" w:hAnsi="Liberation Serif" w:cs="Arial"/>
          <w:sz w:val="48"/>
        </w:rPr>
        <w:lastRenderedPageBreak/>
        <w:t>PLAN DE PREVENTION</w:t>
      </w:r>
    </w:p>
    <w:p w14:paraId="24DC0AF7" w14:textId="3C74A9F7" w:rsidR="00367CC0" w:rsidRDefault="009740EA" w:rsidP="00367CC0">
      <w:pPr>
        <w:spacing w:before="240"/>
        <w:jc w:val="center"/>
      </w:pPr>
      <w:r w:rsidRPr="00692CA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92CAE">
        <w:instrText xml:space="preserve"> FORMCHECKBOX </w:instrText>
      </w:r>
      <w:r w:rsidR="003E2653">
        <w:fldChar w:fldCharType="separate"/>
      </w:r>
      <w:r w:rsidRPr="00692CAE">
        <w:fldChar w:fldCharType="end"/>
      </w:r>
      <w:r w:rsidRPr="00692CAE">
        <w:t xml:space="preserve"> Annuel</w:t>
      </w:r>
      <w:r w:rsidR="00605685">
        <w:t xml:space="preserve">    </w:t>
      </w:r>
      <w:r w:rsidR="00605685" w:rsidRPr="00692CA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05685" w:rsidRPr="00692CAE">
        <w:instrText xml:space="preserve"> FORMCHECKBOX </w:instrText>
      </w:r>
      <w:r w:rsidR="003E2653">
        <w:fldChar w:fldCharType="separate"/>
      </w:r>
      <w:r w:rsidR="00605685" w:rsidRPr="00692CAE">
        <w:fldChar w:fldCharType="end"/>
      </w:r>
      <w:r w:rsidR="00605685" w:rsidRPr="00692CAE">
        <w:t xml:space="preserve"> </w:t>
      </w:r>
      <w:r w:rsidR="00605685">
        <w:t>Plurian</w:t>
      </w:r>
      <w:r w:rsidR="00605685" w:rsidRPr="00692CAE">
        <w:t>nuel</w:t>
      </w:r>
      <w:r w:rsidRPr="00692CAE">
        <w:tab/>
      </w:r>
      <w:r w:rsidRPr="00692CAE">
        <w:fldChar w:fldCharType="begin">
          <w:ffData>
            <w:name w:val="CaseACocher10"/>
            <w:enabled/>
            <w:calcOnExit w:val="0"/>
            <w:checkBox>
              <w:sizeAuto/>
              <w:default w:val="0"/>
            </w:checkBox>
          </w:ffData>
        </w:fldChar>
      </w:r>
      <w:r w:rsidRPr="00692CAE">
        <w:instrText xml:space="preserve"> FORMCHECKBOX </w:instrText>
      </w:r>
      <w:r w:rsidR="003E2653">
        <w:fldChar w:fldCharType="separate"/>
      </w:r>
      <w:r w:rsidRPr="00692CAE">
        <w:fldChar w:fldCharType="end"/>
      </w:r>
      <w:r w:rsidRPr="00692CAE">
        <w:t xml:space="preserve"> Ponctuel</w:t>
      </w:r>
      <w:r w:rsidRPr="00692CAE">
        <w:tab/>
        <w:t>N°…………………………</w:t>
      </w:r>
    </w:p>
    <w:p w14:paraId="39EC7B7A" w14:textId="77777777" w:rsidR="00367CC0" w:rsidRPr="00692CAE" w:rsidRDefault="00367CC0" w:rsidP="009740EA">
      <w:pPr>
        <w:spacing w:before="240"/>
        <w:jc w:val="center"/>
      </w:pPr>
    </w:p>
    <w:p w14:paraId="48B95278" w14:textId="67354E3E" w:rsidR="009740EA" w:rsidRDefault="009740EA" w:rsidP="009740EA">
      <w:pPr>
        <w:spacing w:before="240" w:after="240"/>
      </w:pPr>
      <w:r w:rsidRPr="00602FE6">
        <w:rPr>
          <w:b/>
          <w:bCs/>
          <w:u w:val="single"/>
        </w:rPr>
        <w:t>Entreprise utilisatrice</w:t>
      </w:r>
      <w:r w:rsidRPr="00692CAE">
        <w:t xml:space="preserve"> : </w:t>
      </w:r>
      <w:r>
        <w:t>Service d’Etat</w:t>
      </w:r>
      <w:r w:rsidRPr="00692CAE">
        <w:t xml:space="preserve"> de l’Aviation civile</w:t>
      </w:r>
      <w:r w:rsidR="002E3EEA">
        <w:t xml:space="preserve"> en Polynésie française</w:t>
      </w:r>
    </w:p>
    <w:p w14:paraId="03078B27" w14:textId="77777777" w:rsidR="00367CC0" w:rsidRPr="00692CAE" w:rsidRDefault="00367CC0" w:rsidP="009740EA">
      <w:pPr>
        <w:spacing w:before="240" w:after="240"/>
      </w:pPr>
    </w:p>
    <w:p w14:paraId="5609F067" w14:textId="317CF231" w:rsidR="00367CC0" w:rsidRDefault="009740EA" w:rsidP="009740EA">
      <w:pPr>
        <w:widowControl w:val="0"/>
        <w:tabs>
          <w:tab w:val="left" w:pos="5814"/>
        </w:tabs>
        <w:spacing w:before="0"/>
        <w:rPr>
          <w:b/>
          <w:bCs/>
        </w:rPr>
      </w:pPr>
      <w:r w:rsidRPr="00602FE6">
        <w:rPr>
          <w:b/>
          <w:bCs/>
          <w:u w:val="single"/>
        </w:rPr>
        <w:t>Site</w:t>
      </w:r>
      <w:r w:rsidR="004A3FA4" w:rsidRPr="00602FE6">
        <w:rPr>
          <w:b/>
          <w:bCs/>
          <w:u w:val="single"/>
        </w:rPr>
        <w:t xml:space="preserve"> d’intervention</w:t>
      </w:r>
      <w:r w:rsidR="004A3FA4" w:rsidRPr="00602FE6">
        <w:rPr>
          <w:b/>
          <w:bCs/>
        </w:rPr>
        <w:t> :</w:t>
      </w:r>
    </w:p>
    <w:p w14:paraId="216414F9" w14:textId="17855FC3" w:rsidR="00602FE6" w:rsidRDefault="00602FE6" w:rsidP="009740EA">
      <w:pPr>
        <w:widowControl w:val="0"/>
        <w:tabs>
          <w:tab w:val="left" w:pos="5814"/>
        </w:tabs>
        <w:spacing w:before="0"/>
        <w:rPr>
          <w:b/>
          <w:bCs/>
        </w:rPr>
      </w:pPr>
    </w:p>
    <w:p w14:paraId="72B7845E" w14:textId="499EF281" w:rsidR="00602FE6" w:rsidRPr="00602FE6" w:rsidRDefault="00602FE6" w:rsidP="009740EA">
      <w:pPr>
        <w:widowControl w:val="0"/>
        <w:tabs>
          <w:tab w:val="left" w:pos="5814"/>
        </w:tabs>
        <w:spacing w:before="0"/>
        <w:rPr>
          <w:b/>
          <w:bCs/>
        </w:rPr>
      </w:pPr>
      <w:r w:rsidRPr="00602FE6">
        <w:rPr>
          <w:b/>
          <w:bCs/>
          <w:u w:val="single"/>
        </w:rPr>
        <w:t>Date de l’opération</w:t>
      </w:r>
      <w:r>
        <w:rPr>
          <w:b/>
          <w:bCs/>
        </w:rPr>
        <w:t xml:space="preserve"> : </w:t>
      </w:r>
    </w:p>
    <w:p w14:paraId="1D9BBB83" w14:textId="77777777" w:rsidR="002E3EEA" w:rsidRPr="00602FE6" w:rsidRDefault="002E3EEA" w:rsidP="002E3EEA">
      <w:pPr>
        <w:widowControl w:val="0"/>
        <w:tabs>
          <w:tab w:val="left" w:pos="5814"/>
        </w:tabs>
        <w:rPr>
          <w:rFonts w:cs="Arial"/>
          <w:b/>
          <w:bCs/>
          <w:i/>
        </w:rPr>
      </w:pPr>
    </w:p>
    <w:p w14:paraId="7A756568" w14:textId="280963F1" w:rsidR="002E3EEA" w:rsidRPr="00602FE6" w:rsidRDefault="00367CC0" w:rsidP="002E3EEA">
      <w:pPr>
        <w:widowControl w:val="0"/>
        <w:tabs>
          <w:tab w:val="left" w:pos="5814"/>
        </w:tabs>
        <w:rPr>
          <w:rFonts w:cs="Arial"/>
          <w:b/>
          <w:bCs/>
        </w:rPr>
      </w:pPr>
      <w:r w:rsidRPr="00602FE6">
        <w:rPr>
          <w:rFonts w:cs="Arial"/>
          <w:b/>
          <w:bCs/>
          <w:u w:val="single"/>
        </w:rPr>
        <w:t>Dénomination de l’o</w:t>
      </w:r>
      <w:r w:rsidR="002E3EEA" w:rsidRPr="00602FE6">
        <w:rPr>
          <w:rFonts w:cs="Arial"/>
          <w:b/>
          <w:bCs/>
          <w:u w:val="single"/>
        </w:rPr>
        <w:t>pération</w:t>
      </w:r>
      <w:r w:rsidR="002E3EEA" w:rsidRPr="00602FE6">
        <w:rPr>
          <w:rFonts w:cs="Arial"/>
          <w:b/>
          <w:bCs/>
        </w:rPr>
        <w:t xml:space="preserve"> : </w:t>
      </w:r>
    </w:p>
    <w:p w14:paraId="6DC2E04E" w14:textId="586AEFB9" w:rsidR="009740EA" w:rsidRPr="00602FE6" w:rsidRDefault="009740EA" w:rsidP="004A3FA4">
      <w:pPr>
        <w:widowControl w:val="0"/>
        <w:tabs>
          <w:tab w:val="left" w:pos="5814"/>
        </w:tabs>
        <w:spacing w:before="0"/>
        <w:rPr>
          <w:b/>
          <w:bCs/>
          <w:u w:val="single"/>
        </w:rPr>
      </w:pPr>
    </w:p>
    <w:p w14:paraId="4E49D811" w14:textId="197B7BDA" w:rsidR="009740EA" w:rsidRPr="00602FE6" w:rsidRDefault="009740EA" w:rsidP="002D075F">
      <w:pPr>
        <w:spacing w:before="240"/>
        <w:jc w:val="left"/>
        <w:rPr>
          <w:rFonts w:cs="Arial"/>
          <w:b/>
          <w:bCs/>
        </w:rPr>
      </w:pPr>
      <w:r w:rsidRPr="00602FE6">
        <w:rPr>
          <w:rFonts w:cs="Arial"/>
          <w:b/>
          <w:bCs/>
          <w:u w:val="single"/>
        </w:rPr>
        <w:t>Chargé d’opération de l’entreprise utilisatrice </w:t>
      </w:r>
      <w:r w:rsidRPr="00602FE6">
        <w:rPr>
          <w:rFonts w:cs="Arial"/>
          <w:b/>
          <w:bCs/>
        </w:rPr>
        <w:t xml:space="preserve">: </w:t>
      </w:r>
    </w:p>
    <w:p w14:paraId="01F2E417" w14:textId="77777777" w:rsidR="009740EA" w:rsidRPr="00854038" w:rsidRDefault="009740EA" w:rsidP="009740EA">
      <w:pPr>
        <w:widowControl w:val="0"/>
        <w:tabs>
          <w:tab w:val="left" w:pos="5814"/>
        </w:tabs>
        <w:rPr>
          <w:rFonts w:cs="Arial"/>
        </w:rPr>
      </w:pPr>
    </w:p>
    <w:p w14:paraId="20D06B50" w14:textId="08D06C45" w:rsidR="004A3FA4" w:rsidRDefault="004A3FA4" w:rsidP="001A7036">
      <w:pPr>
        <w:spacing w:before="240" w:after="240"/>
        <w:jc w:val="left"/>
        <w:rPr>
          <w:rFonts w:cs="Arial"/>
        </w:rPr>
      </w:pPr>
    </w:p>
    <w:p w14:paraId="3ED645DE" w14:textId="3F3EA775" w:rsidR="00367CC0" w:rsidRDefault="00367CC0" w:rsidP="001A7036">
      <w:pPr>
        <w:spacing w:before="240" w:after="240"/>
        <w:jc w:val="left"/>
        <w:rPr>
          <w:rFonts w:cs="Arial"/>
        </w:rPr>
      </w:pPr>
    </w:p>
    <w:p w14:paraId="61AAFD02" w14:textId="77B916D5" w:rsidR="00602FE6" w:rsidRDefault="00602FE6" w:rsidP="001A7036">
      <w:pPr>
        <w:spacing w:before="240" w:after="240"/>
        <w:jc w:val="left"/>
        <w:rPr>
          <w:rFonts w:cs="Arial"/>
        </w:rPr>
      </w:pPr>
    </w:p>
    <w:p w14:paraId="12ADD2CE" w14:textId="77777777" w:rsidR="00602FE6" w:rsidRDefault="00602FE6" w:rsidP="001A7036">
      <w:pPr>
        <w:spacing w:before="240" w:after="240"/>
        <w:jc w:val="left"/>
        <w:rPr>
          <w:rFonts w:cs="Arial"/>
        </w:rPr>
      </w:pPr>
    </w:p>
    <w:p w14:paraId="5661D5FE" w14:textId="77777777" w:rsidR="00367CC0" w:rsidRPr="00854038" w:rsidRDefault="00367CC0" w:rsidP="001A7036">
      <w:pPr>
        <w:spacing w:before="240" w:after="240"/>
        <w:jc w:val="left"/>
        <w:rPr>
          <w:rFonts w:cs="Arial"/>
        </w:rPr>
      </w:pPr>
    </w:p>
    <w:p w14:paraId="55D0291B" w14:textId="7803A786" w:rsidR="009740EA" w:rsidRPr="00854038" w:rsidRDefault="00602FE6" w:rsidP="009740EA">
      <w:pPr>
        <w:rPr>
          <w:rFonts w:cs="Arial"/>
        </w:rPr>
      </w:pPr>
      <w:r>
        <w:rPr>
          <w:rFonts w:ascii="Liberation Serif" w:hAnsi="Liberation Serif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</w:rPr>
        <w:instrText xml:space="preserve"> FORMCHECKBOX </w:instrText>
      </w:r>
      <w:r w:rsidR="003E2653">
        <w:rPr>
          <w:rFonts w:ascii="Liberation Serif" w:hAnsi="Liberation Serif"/>
        </w:rPr>
      </w:r>
      <w:r w:rsidR="003E2653">
        <w:rPr>
          <w:rFonts w:ascii="Liberation Serif" w:hAnsi="Liberation Serif"/>
        </w:rPr>
        <w:fldChar w:fldCharType="separate"/>
      </w:r>
      <w:r>
        <w:rPr>
          <w:rFonts w:ascii="Liberation Serif" w:hAnsi="Liberation Serif"/>
        </w:rPr>
        <w:fldChar w:fldCharType="end"/>
      </w:r>
      <w:r>
        <w:rPr>
          <w:rFonts w:ascii="Liberation Serif" w:hAnsi="Liberation Serif"/>
        </w:rPr>
        <w:t xml:space="preserve"> </w:t>
      </w:r>
      <w:r w:rsidR="009740EA" w:rsidRPr="00854038">
        <w:rPr>
          <w:rFonts w:cs="Arial"/>
        </w:rPr>
        <w:t xml:space="preserve">Document(s) annexé(s) : </w:t>
      </w:r>
    </w:p>
    <w:p w14:paraId="1F16F166" w14:textId="26C258AB" w:rsidR="009740EA" w:rsidRPr="00854038" w:rsidRDefault="009740EA" w:rsidP="00367CC0">
      <w:pPr>
        <w:tabs>
          <w:tab w:val="left" w:pos="567"/>
        </w:tabs>
        <w:rPr>
          <w:rFonts w:cs="Arial"/>
        </w:rPr>
      </w:pPr>
      <w:r w:rsidRPr="00854038">
        <w:rPr>
          <w:rFonts w:cs="Arial"/>
        </w:rPr>
        <w:tab/>
      </w:r>
    </w:p>
    <w:p w14:paraId="2B506E2C" w14:textId="77777777" w:rsidR="004A3FA4" w:rsidRDefault="004A3FA4">
      <w:pPr>
        <w:spacing w:before="0" w:after="0" w:line="240" w:lineRule="auto"/>
        <w:jc w:val="left"/>
        <w:rPr>
          <w:rFonts w:ascii="Liberation Serif" w:eastAsia="Times New Roman" w:hAnsi="Liberation Serif"/>
          <w:b/>
          <w:szCs w:val="24"/>
          <w:lang w:eastAsia="ar-SA"/>
        </w:rPr>
      </w:pPr>
      <w:r>
        <w:rPr>
          <w:rFonts w:ascii="Liberation Serif" w:hAnsi="Liberation Serif"/>
          <w:b/>
        </w:rPr>
        <w:br w:type="page"/>
      </w:r>
    </w:p>
    <w:p w14:paraId="4E379CC9" w14:textId="13A13A90" w:rsidR="004A0662" w:rsidRPr="00EA6DA3" w:rsidRDefault="004A0662" w:rsidP="004A0662">
      <w:pPr>
        <w:pStyle w:val="m-CopieA2"/>
        <w:ind w:left="0"/>
        <w:jc w:val="center"/>
        <w:rPr>
          <w:rFonts w:ascii="Liberation Serif" w:hAnsi="Liberation Serif"/>
          <w:b/>
          <w:i/>
          <w:iCs/>
          <w:sz w:val="24"/>
        </w:rPr>
      </w:pPr>
      <w:r w:rsidRPr="00EA6DA3">
        <w:rPr>
          <w:rFonts w:ascii="Liberation Serif" w:hAnsi="Liberation Serif"/>
          <w:b/>
          <w:i/>
          <w:iCs/>
          <w:sz w:val="24"/>
        </w:rPr>
        <w:lastRenderedPageBreak/>
        <w:t>INFORMATIONS GÉNÉRALES RELATIVES AUX TRAVAUX</w:t>
      </w:r>
    </w:p>
    <w:p w14:paraId="4686B6D7" w14:textId="77777777" w:rsidR="004A0662" w:rsidRPr="002E05F3" w:rsidRDefault="004A0662" w:rsidP="004A0662">
      <w:pPr>
        <w:pStyle w:val="m-CopieA2"/>
        <w:rPr>
          <w:rFonts w:ascii="Liberation Serif" w:hAnsi="Liberation Serif"/>
          <w:b/>
          <w:i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3"/>
        <w:gridCol w:w="6121"/>
      </w:tblGrid>
      <w:tr w:rsidR="004A0662" w:rsidRPr="002E05F3" w14:paraId="4B69AF5E" w14:textId="77777777" w:rsidTr="007E50B6">
        <w:trPr>
          <w:trHeight w:val="330"/>
        </w:trPr>
        <w:tc>
          <w:tcPr>
            <w:tcW w:w="9515" w:type="dxa"/>
            <w:gridSpan w:val="2"/>
            <w:shd w:val="clear" w:color="auto" w:fill="CCCCCC"/>
            <w:vAlign w:val="center"/>
          </w:tcPr>
          <w:p w14:paraId="39213E8E" w14:textId="77777777" w:rsidR="004A0662" w:rsidRPr="001C1E96" w:rsidRDefault="004A0662" w:rsidP="005F0B64">
            <w:pPr>
              <w:pStyle w:val="m-CopieA2"/>
              <w:ind w:left="0"/>
              <w:rPr>
                <w:rFonts w:ascii="Liberation Serif" w:hAnsi="Liberation Serif"/>
                <w:b/>
                <w:bCs/>
              </w:rPr>
            </w:pPr>
            <w:r w:rsidRPr="002E05F3">
              <w:rPr>
                <w:rFonts w:ascii="Liberation Serif" w:hAnsi="Liberation Serif"/>
                <w:b/>
                <w:lang w:val="x-none"/>
              </w:rPr>
              <w:t>ENTREPRISE EXTERIEURE CHARG</w:t>
            </w:r>
            <w:r w:rsidRPr="002E05F3">
              <w:rPr>
                <w:rFonts w:ascii="Liberation Serif" w:hAnsi="Liberation Serif"/>
                <w:b/>
              </w:rPr>
              <w:t>É</w:t>
            </w:r>
            <w:r w:rsidRPr="002E05F3">
              <w:rPr>
                <w:rFonts w:ascii="Liberation Serif" w:hAnsi="Liberation Serif"/>
                <w:b/>
                <w:lang w:val="x-none"/>
              </w:rPr>
              <w:t xml:space="preserve">E </w:t>
            </w:r>
            <w:r>
              <w:rPr>
                <w:rFonts w:ascii="Liberation Serif" w:hAnsi="Liberation Serif"/>
                <w:b/>
              </w:rPr>
              <w:t>DE L’OPÉRATION</w:t>
            </w:r>
          </w:p>
        </w:tc>
      </w:tr>
      <w:tr w:rsidR="00227C36" w:rsidRPr="002E05F3" w14:paraId="527ADE39" w14:textId="77777777" w:rsidTr="007E50B6">
        <w:trPr>
          <w:trHeight w:val="389"/>
        </w:trPr>
        <w:tc>
          <w:tcPr>
            <w:tcW w:w="3393" w:type="dxa"/>
            <w:shd w:val="clear" w:color="auto" w:fill="BDD6EE"/>
            <w:vAlign w:val="center"/>
          </w:tcPr>
          <w:p w14:paraId="30798490" w14:textId="77777777" w:rsidR="004A0662" w:rsidRPr="002E05F3" w:rsidRDefault="004A0662" w:rsidP="005F0B64">
            <w:pPr>
              <w:pStyle w:val="m-CopieA2"/>
              <w:ind w:left="0"/>
              <w:rPr>
                <w:rFonts w:ascii="Liberation Serif" w:hAnsi="Liberation Serif"/>
                <w:lang w:val="x-none"/>
              </w:rPr>
            </w:pPr>
            <w:r w:rsidRPr="002E05F3">
              <w:rPr>
                <w:rFonts w:ascii="Liberation Serif" w:hAnsi="Liberation Serif"/>
                <w:lang w:val="x-none"/>
              </w:rPr>
              <w:t>Raison sociale</w:t>
            </w:r>
          </w:p>
        </w:tc>
        <w:tc>
          <w:tcPr>
            <w:tcW w:w="6122" w:type="dxa"/>
            <w:tcBorders>
              <w:bottom w:val="dotted" w:sz="4" w:space="0" w:color="auto"/>
            </w:tcBorders>
            <w:vAlign w:val="center"/>
          </w:tcPr>
          <w:p w14:paraId="40DF52DE" w14:textId="77777777" w:rsidR="004A0662" w:rsidRPr="008A193C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</w:p>
        </w:tc>
      </w:tr>
      <w:tr w:rsidR="00227C36" w:rsidRPr="002E05F3" w14:paraId="2F658244" w14:textId="77777777" w:rsidTr="007E50B6">
        <w:trPr>
          <w:trHeight w:val="858"/>
        </w:trPr>
        <w:tc>
          <w:tcPr>
            <w:tcW w:w="3393" w:type="dxa"/>
            <w:shd w:val="clear" w:color="auto" w:fill="BDD6EE"/>
            <w:vAlign w:val="center"/>
          </w:tcPr>
          <w:p w14:paraId="4EAC06CD" w14:textId="77777777" w:rsidR="004A0662" w:rsidRPr="002E05F3" w:rsidRDefault="004A0662" w:rsidP="005F0B64">
            <w:pPr>
              <w:pStyle w:val="m-CopieA2"/>
              <w:ind w:left="0"/>
              <w:rPr>
                <w:rFonts w:ascii="Liberation Serif" w:hAnsi="Liberation Serif"/>
                <w:lang w:val="x-none"/>
              </w:rPr>
            </w:pPr>
            <w:r w:rsidRPr="002E05F3">
              <w:rPr>
                <w:rFonts w:ascii="Liberation Serif" w:hAnsi="Liberation Serif"/>
                <w:lang w:val="x-none"/>
              </w:rPr>
              <w:t>Adresse</w:t>
            </w:r>
          </w:p>
        </w:tc>
        <w:tc>
          <w:tcPr>
            <w:tcW w:w="6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8DB500" w14:textId="77777777" w:rsidR="004A0662" w:rsidRPr="008A193C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</w:p>
        </w:tc>
      </w:tr>
      <w:tr w:rsidR="00227C36" w:rsidRPr="002E05F3" w14:paraId="6DAAA494" w14:textId="77777777" w:rsidTr="007E50B6">
        <w:trPr>
          <w:trHeight w:val="395"/>
        </w:trPr>
        <w:tc>
          <w:tcPr>
            <w:tcW w:w="3393" w:type="dxa"/>
            <w:shd w:val="clear" w:color="auto" w:fill="BDD6EE"/>
            <w:vAlign w:val="center"/>
          </w:tcPr>
          <w:p w14:paraId="23E04832" w14:textId="32854924" w:rsidR="004A0662" w:rsidRPr="006346C2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Nom-Prénom du représentant légal</w:t>
            </w:r>
          </w:p>
        </w:tc>
        <w:tc>
          <w:tcPr>
            <w:tcW w:w="6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3E78BC" w14:textId="77777777" w:rsidR="004A0662" w:rsidRPr="00B35387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</w:p>
        </w:tc>
      </w:tr>
      <w:tr w:rsidR="00227C36" w:rsidRPr="002E05F3" w14:paraId="4AD2E57C" w14:textId="77777777" w:rsidTr="007E50B6">
        <w:trPr>
          <w:trHeight w:val="395"/>
        </w:trPr>
        <w:tc>
          <w:tcPr>
            <w:tcW w:w="3393" w:type="dxa"/>
            <w:shd w:val="clear" w:color="auto" w:fill="BDD6EE"/>
            <w:vAlign w:val="center"/>
          </w:tcPr>
          <w:p w14:paraId="4678AB57" w14:textId="3A9BDC71" w:rsidR="004A0662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Cs w:val="20"/>
              </w:rPr>
              <w:t xml:space="preserve">Nom-Prénom-Tél </w:t>
            </w:r>
            <w:r w:rsidR="004A3FA4">
              <w:rPr>
                <w:rFonts w:ascii="Liberation Serif" w:hAnsi="Liberation Serif"/>
                <w:szCs w:val="20"/>
              </w:rPr>
              <w:t xml:space="preserve">-Mail </w:t>
            </w:r>
            <w:r w:rsidRPr="001C1E96">
              <w:rPr>
                <w:rFonts w:ascii="Liberation Serif" w:hAnsi="Liberation Serif"/>
                <w:szCs w:val="20"/>
              </w:rPr>
              <w:t xml:space="preserve">du </w:t>
            </w:r>
            <w:r>
              <w:rPr>
                <w:rFonts w:ascii="Liberation Serif" w:hAnsi="Liberation Serif"/>
                <w:szCs w:val="20"/>
              </w:rPr>
              <w:t>chargé d’opération</w:t>
            </w:r>
            <w:r w:rsidRPr="001C1E96">
              <w:rPr>
                <w:rFonts w:ascii="Liberation Serif" w:hAnsi="Liberation Serif"/>
                <w:szCs w:val="20"/>
              </w:rPr>
              <w:t> </w:t>
            </w:r>
          </w:p>
        </w:tc>
        <w:tc>
          <w:tcPr>
            <w:tcW w:w="6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1FFE6" w14:textId="77777777" w:rsidR="004A0662" w:rsidRPr="00B35387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</w:p>
        </w:tc>
      </w:tr>
      <w:tr w:rsidR="00227C36" w:rsidRPr="002E05F3" w14:paraId="36279139" w14:textId="77777777" w:rsidTr="007E50B6">
        <w:trPr>
          <w:trHeight w:val="395"/>
        </w:trPr>
        <w:tc>
          <w:tcPr>
            <w:tcW w:w="3393" w:type="dxa"/>
            <w:shd w:val="clear" w:color="auto" w:fill="BDD6EE"/>
            <w:vAlign w:val="center"/>
          </w:tcPr>
          <w:p w14:paraId="17BA921A" w14:textId="7BD3095B" w:rsidR="004A0662" w:rsidRPr="002E05F3" w:rsidRDefault="004A0662" w:rsidP="005F0B64">
            <w:pPr>
              <w:pStyle w:val="m-CopieA2"/>
              <w:ind w:left="0"/>
              <w:rPr>
                <w:rFonts w:ascii="Liberation Serif" w:hAnsi="Liberation Serif"/>
                <w:lang w:val="x-none"/>
              </w:rPr>
            </w:pPr>
            <w:r>
              <w:rPr>
                <w:rFonts w:ascii="Liberation Serif" w:hAnsi="Liberation Serif"/>
              </w:rPr>
              <w:t>Nom-Prénom-Tél</w:t>
            </w:r>
            <w:r w:rsidR="004A3FA4">
              <w:rPr>
                <w:rFonts w:ascii="Liberation Serif" w:hAnsi="Liberation Serif"/>
              </w:rPr>
              <w:t>-Mail</w:t>
            </w:r>
            <w:r>
              <w:rPr>
                <w:rFonts w:ascii="Liberation Serif" w:hAnsi="Liberation Serif"/>
              </w:rPr>
              <w:t xml:space="preserve"> du représentant</w:t>
            </w:r>
            <w:r w:rsidRPr="002E05F3">
              <w:rPr>
                <w:rFonts w:ascii="Liberation Serif" w:hAnsi="Liberation Serif"/>
                <w:lang w:val="x-none"/>
              </w:rPr>
              <w:t xml:space="preserve"> sur site</w:t>
            </w:r>
          </w:p>
        </w:tc>
        <w:tc>
          <w:tcPr>
            <w:tcW w:w="6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83B0EE" w14:textId="77777777" w:rsidR="004A0662" w:rsidRPr="00B35387" w:rsidRDefault="004A0662" w:rsidP="005F0B64">
            <w:pPr>
              <w:pStyle w:val="m-CopieA2"/>
              <w:ind w:left="0"/>
              <w:rPr>
                <w:rFonts w:cs="Liberation Sans"/>
                <w:lang w:val="x-none"/>
              </w:rPr>
            </w:pPr>
          </w:p>
        </w:tc>
      </w:tr>
      <w:tr w:rsidR="00227C36" w:rsidRPr="002E05F3" w14:paraId="169D0144" w14:textId="77777777" w:rsidTr="007E50B6">
        <w:trPr>
          <w:trHeight w:val="395"/>
        </w:trPr>
        <w:tc>
          <w:tcPr>
            <w:tcW w:w="3393" w:type="dxa"/>
            <w:shd w:val="clear" w:color="auto" w:fill="BDD6EE"/>
            <w:vAlign w:val="center"/>
          </w:tcPr>
          <w:p w14:paraId="26FB0DCD" w14:textId="77777777" w:rsidR="004A0662" w:rsidRPr="002E05F3" w:rsidRDefault="004A0662" w:rsidP="005F0B64">
            <w:pPr>
              <w:pStyle w:val="m-CopieA2"/>
              <w:ind w:left="0"/>
              <w:rPr>
                <w:rFonts w:ascii="Liberation Serif" w:hAnsi="Liberation Serif"/>
                <w:lang w:val="x-none"/>
              </w:rPr>
            </w:pPr>
            <w:r w:rsidRPr="002E05F3">
              <w:rPr>
                <w:rFonts w:ascii="Liberation Serif" w:hAnsi="Liberation Serif"/>
                <w:lang w:val="x-none"/>
              </w:rPr>
              <w:t>Effectif sur le site </w:t>
            </w:r>
          </w:p>
        </w:tc>
        <w:tc>
          <w:tcPr>
            <w:tcW w:w="6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4D4000" w14:textId="77777777" w:rsidR="004A0662" w:rsidRPr="008A193C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</w:p>
        </w:tc>
      </w:tr>
      <w:tr w:rsidR="00227C36" w:rsidRPr="002E05F3" w14:paraId="1C47F732" w14:textId="77777777" w:rsidTr="007E50B6">
        <w:trPr>
          <w:trHeight w:val="817"/>
        </w:trPr>
        <w:tc>
          <w:tcPr>
            <w:tcW w:w="3393" w:type="dxa"/>
            <w:shd w:val="clear" w:color="auto" w:fill="BDD6EE"/>
            <w:vAlign w:val="center"/>
          </w:tcPr>
          <w:p w14:paraId="4372E58C" w14:textId="6CB6E668" w:rsidR="004A0662" w:rsidRPr="0075597E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  <w:r w:rsidRPr="002E05F3">
              <w:rPr>
                <w:rFonts w:ascii="Liberation Serif" w:hAnsi="Liberation Serif"/>
                <w:lang w:val="x-none"/>
              </w:rPr>
              <w:t xml:space="preserve">Nom, référence du (des) </w:t>
            </w:r>
            <w:r w:rsidRPr="00DD3332">
              <w:rPr>
                <w:rFonts w:ascii="Liberation Serif" w:hAnsi="Liberation Serif"/>
                <w:b/>
                <w:bCs/>
                <w:lang w:val="x-none"/>
              </w:rPr>
              <w:t>sous-traitant(s)</w:t>
            </w:r>
            <w:r w:rsidRPr="00DD3332">
              <w:rPr>
                <w:rFonts w:ascii="Liberation Serif" w:hAnsi="Liberation Serif"/>
                <w:b/>
                <w:bCs/>
              </w:rPr>
              <w:t xml:space="preserve"> </w:t>
            </w:r>
            <w:r w:rsidRPr="002E05F3">
              <w:rPr>
                <w:rFonts w:ascii="Liberation Serif" w:hAnsi="Liberation Serif"/>
                <w:lang w:val="x-none"/>
              </w:rPr>
              <w:t>éventuel(s) ainsi que les travaux effectués</w:t>
            </w:r>
          </w:p>
        </w:tc>
        <w:tc>
          <w:tcPr>
            <w:tcW w:w="6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DCF24B" w14:textId="77777777" w:rsidR="004A0662" w:rsidRPr="008A193C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</w:p>
        </w:tc>
      </w:tr>
      <w:tr w:rsidR="00227C36" w:rsidRPr="002E05F3" w14:paraId="5E371643" w14:textId="77777777" w:rsidTr="007E50B6">
        <w:trPr>
          <w:trHeight w:val="389"/>
        </w:trPr>
        <w:tc>
          <w:tcPr>
            <w:tcW w:w="3393" w:type="dxa"/>
            <w:shd w:val="clear" w:color="auto" w:fill="BDD6EE"/>
            <w:vAlign w:val="center"/>
          </w:tcPr>
          <w:p w14:paraId="0FE30BBD" w14:textId="3FB223E9" w:rsidR="004A0662" w:rsidRPr="009236BD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Nom-Prénom du représentant légal</w:t>
            </w:r>
          </w:p>
        </w:tc>
        <w:tc>
          <w:tcPr>
            <w:tcW w:w="6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460B95" w14:textId="77777777" w:rsidR="004A0662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</w:p>
        </w:tc>
      </w:tr>
      <w:tr w:rsidR="00227C36" w:rsidRPr="002E05F3" w14:paraId="1177EF03" w14:textId="77777777" w:rsidTr="007E50B6">
        <w:trPr>
          <w:trHeight w:val="422"/>
        </w:trPr>
        <w:tc>
          <w:tcPr>
            <w:tcW w:w="3393" w:type="dxa"/>
            <w:shd w:val="clear" w:color="auto" w:fill="BDD6EE"/>
            <w:vAlign w:val="center"/>
          </w:tcPr>
          <w:p w14:paraId="025DFEF5" w14:textId="582C70A1" w:rsidR="004A0662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Nom-prénom-Tél</w:t>
            </w:r>
            <w:r w:rsidR="007E50B6">
              <w:rPr>
                <w:rFonts w:ascii="Liberation Serif" w:hAnsi="Liberation Serif"/>
              </w:rPr>
              <w:t>-Mail</w:t>
            </w:r>
            <w:r>
              <w:rPr>
                <w:rFonts w:ascii="Liberation Serif" w:hAnsi="Liberation Serif"/>
              </w:rPr>
              <w:t xml:space="preserve"> du </w:t>
            </w:r>
            <w:r w:rsidRPr="00DD3332">
              <w:rPr>
                <w:rFonts w:ascii="Liberation Serif" w:hAnsi="Liberation Serif"/>
                <w:b/>
                <w:bCs/>
              </w:rPr>
              <w:t>chargé d’opération</w:t>
            </w:r>
          </w:p>
        </w:tc>
        <w:tc>
          <w:tcPr>
            <w:tcW w:w="6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0A9EB8" w14:textId="77777777" w:rsidR="004A0662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</w:p>
        </w:tc>
      </w:tr>
      <w:tr w:rsidR="00227C36" w:rsidRPr="002E05F3" w14:paraId="41797A19" w14:textId="77777777" w:rsidTr="007E50B6">
        <w:trPr>
          <w:trHeight w:val="414"/>
        </w:trPr>
        <w:tc>
          <w:tcPr>
            <w:tcW w:w="3393" w:type="dxa"/>
            <w:shd w:val="clear" w:color="auto" w:fill="BDD6EE"/>
            <w:vAlign w:val="center"/>
          </w:tcPr>
          <w:p w14:paraId="4118FB5D" w14:textId="2B7A35BD" w:rsidR="004A0662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Nom-Prénom-Tél</w:t>
            </w:r>
            <w:r w:rsidR="007E50B6">
              <w:rPr>
                <w:rFonts w:ascii="Liberation Serif" w:hAnsi="Liberation Serif"/>
              </w:rPr>
              <w:t>-Mail</w:t>
            </w:r>
            <w:r>
              <w:rPr>
                <w:rFonts w:ascii="Liberation Serif" w:hAnsi="Liberation Serif"/>
              </w:rPr>
              <w:t xml:space="preserve"> du </w:t>
            </w:r>
            <w:r w:rsidRPr="00DD3332">
              <w:rPr>
                <w:rFonts w:ascii="Liberation Serif" w:hAnsi="Liberation Serif"/>
                <w:b/>
                <w:bCs/>
              </w:rPr>
              <w:t>représentant sur site</w:t>
            </w:r>
          </w:p>
        </w:tc>
        <w:tc>
          <w:tcPr>
            <w:tcW w:w="6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6FFE3E" w14:textId="77777777" w:rsidR="004A0662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</w:p>
        </w:tc>
      </w:tr>
      <w:tr w:rsidR="00227C36" w:rsidRPr="002E05F3" w14:paraId="222C2BE4" w14:textId="77777777" w:rsidTr="007E50B6">
        <w:trPr>
          <w:trHeight w:val="414"/>
        </w:trPr>
        <w:tc>
          <w:tcPr>
            <w:tcW w:w="3393" w:type="dxa"/>
            <w:shd w:val="clear" w:color="auto" w:fill="BDD6EE"/>
            <w:vAlign w:val="center"/>
          </w:tcPr>
          <w:p w14:paraId="6C4DE85F" w14:textId="77777777" w:rsidR="004A0662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  <w:r w:rsidRPr="00DD3332">
              <w:rPr>
                <w:rFonts w:ascii="Liberation Serif" w:hAnsi="Liberation Serif"/>
                <w:b/>
                <w:bCs/>
              </w:rPr>
              <w:t>Effectif</w:t>
            </w:r>
            <w:r>
              <w:rPr>
                <w:rFonts w:ascii="Liberation Serif" w:hAnsi="Liberation Serif"/>
              </w:rPr>
              <w:t xml:space="preserve"> sur site</w:t>
            </w:r>
          </w:p>
        </w:tc>
        <w:tc>
          <w:tcPr>
            <w:tcW w:w="6122" w:type="dxa"/>
            <w:tcBorders>
              <w:top w:val="dotted" w:sz="4" w:space="0" w:color="auto"/>
            </w:tcBorders>
            <w:vAlign w:val="center"/>
          </w:tcPr>
          <w:p w14:paraId="03D875CF" w14:textId="77777777" w:rsidR="004A0662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</w:p>
        </w:tc>
      </w:tr>
    </w:tbl>
    <w:p w14:paraId="185630AB" w14:textId="77777777" w:rsidR="00C679F6" w:rsidRPr="002E05F3" w:rsidRDefault="00C679F6" w:rsidP="00B11AC5">
      <w:pPr>
        <w:pStyle w:val="m-CopieA2"/>
        <w:ind w:left="0"/>
        <w:rPr>
          <w:rFonts w:ascii="Liberation Serif" w:hAnsi="Liberation Serif"/>
          <w:b/>
          <w:i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1"/>
        <w:gridCol w:w="6163"/>
      </w:tblGrid>
      <w:tr w:rsidR="00C679F6" w:rsidRPr="002E05F3" w14:paraId="34A5FFF4" w14:textId="77777777" w:rsidTr="00C679F6">
        <w:trPr>
          <w:trHeight w:val="330"/>
        </w:trPr>
        <w:tc>
          <w:tcPr>
            <w:tcW w:w="10134" w:type="dxa"/>
            <w:gridSpan w:val="2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3D95BDFA" w14:textId="77777777" w:rsidR="00C679F6" w:rsidRPr="002E05F3" w:rsidRDefault="00C679F6" w:rsidP="00C679F6">
            <w:pPr>
              <w:pStyle w:val="m-CopieA2"/>
              <w:ind w:left="0"/>
              <w:rPr>
                <w:rFonts w:ascii="Liberation Serif" w:hAnsi="Liberation Serif"/>
                <w:b/>
                <w:bCs/>
                <w:szCs w:val="20"/>
                <w:lang w:val="x-none"/>
              </w:rPr>
            </w:pPr>
            <w:r w:rsidRPr="002E05F3">
              <w:rPr>
                <w:rFonts w:ascii="Liberation Serif" w:hAnsi="Liberation Serif"/>
                <w:lang w:val="x-none"/>
              </w:rPr>
              <w:br w:type="page"/>
            </w:r>
            <w:r w:rsidRPr="002E05F3">
              <w:rPr>
                <w:rFonts w:ascii="Liberation Serif" w:hAnsi="Liberation Serif"/>
                <w:lang w:val="x-none"/>
              </w:rPr>
              <w:br w:type="page"/>
            </w:r>
            <w:r w:rsidRPr="002E05F3">
              <w:rPr>
                <w:rFonts w:ascii="Liberation Serif" w:hAnsi="Liberation Serif"/>
                <w:lang w:val="x-none"/>
              </w:rPr>
              <w:br w:type="page"/>
            </w:r>
            <w:r w:rsidRPr="002E05F3">
              <w:rPr>
                <w:rFonts w:ascii="Liberation Serif" w:hAnsi="Liberation Serif"/>
                <w:b/>
                <w:bCs/>
                <w:szCs w:val="20"/>
                <w:lang w:val="x-none"/>
              </w:rPr>
              <w:t>NATURE DE L’OP</w:t>
            </w:r>
            <w:r w:rsidRPr="002E05F3">
              <w:rPr>
                <w:rFonts w:ascii="Liberation Serif" w:hAnsi="Liberation Serif"/>
                <w:b/>
                <w:bCs/>
                <w:szCs w:val="20"/>
              </w:rPr>
              <w:t>É</w:t>
            </w:r>
            <w:r w:rsidRPr="002E05F3">
              <w:rPr>
                <w:rFonts w:ascii="Liberation Serif" w:hAnsi="Liberation Serif"/>
                <w:b/>
                <w:bCs/>
                <w:szCs w:val="20"/>
                <w:lang w:val="x-none"/>
              </w:rPr>
              <w:t>RATION</w:t>
            </w:r>
          </w:p>
        </w:tc>
      </w:tr>
      <w:tr w:rsidR="00FC4CDB" w:rsidRPr="002E05F3" w14:paraId="4FCC74EF" w14:textId="77777777" w:rsidTr="00C679F6">
        <w:trPr>
          <w:trHeight w:val="582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BDD6EE"/>
            <w:vAlign w:val="center"/>
          </w:tcPr>
          <w:p w14:paraId="5F590F34" w14:textId="34072F96" w:rsidR="00C679F6" w:rsidRPr="002E05F3" w:rsidRDefault="007E50B6" w:rsidP="00C679F6">
            <w:pPr>
              <w:pStyle w:val="m-CopieA2"/>
              <w:ind w:left="0"/>
              <w:rPr>
                <w:rFonts w:ascii="Liberation Serif" w:hAnsi="Liberation Serif"/>
                <w:lang w:val="x-none"/>
              </w:rPr>
            </w:pPr>
            <w:r>
              <w:rPr>
                <w:rFonts w:ascii="Liberation Serif" w:hAnsi="Liberation Serif"/>
              </w:rPr>
              <w:t>Descriptif</w:t>
            </w:r>
            <w:r w:rsidRPr="002E05F3">
              <w:rPr>
                <w:rFonts w:ascii="Liberation Serif" w:hAnsi="Liberation Serif"/>
                <w:lang w:val="x-none"/>
              </w:rPr>
              <w:t xml:space="preserve"> </w:t>
            </w:r>
            <w:r w:rsidR="00C679F6" w:rsidRPr="002E05F3">
              <w:rPr>
                <w:rFonts w:ascii="Liberation Serif" w:hAnsi="Liberation Serif"/>
                <w:lang w:val="x-none"/>
              </w:rPr>
              <w:t>de l’opération</w:t>
            </w:r>
          </w:p>
        </w:tc>
        <w:tc>
          <w:tcPr>
            <w:tcW w:w="6590" w:type="dxa"/>
            <w:tcBorders>
              <w:bottom w:val="single" w:sz="4" w:space="0" w:color="auto"/>
            </w:tcBorders>
            <w:vAlign w:val="center"/>
          </w:tcPr>
          <w:p w14:paraId="76A91661" w14:textId="77777777" w:rsidR="00C679F6" w:rsidRPr="008A193C" w:rsidRDefault="00C679F6" w:rsidP="00C679F6">
            <w:pPr>
              <w:pStyle w:val="m-CopieA2"/>
              <w:ind w:left="426"/>
              <w:rPr>
                <w:rFonts w:ascii="Liberation Serif" w:hAnsi="Liberation Serif"/>
              </w:rPr>
            </w:pPr>
          </w:p>
        </w:tc>
      </w:tr>
      <w:tr w:rsidR="00FC4CDB" w:rsidRPr="002E05F3" w14:paraId="6E7DC6DF" w14:textId="77777777" w:rsidTr="00C679F6">
        <w:trPr>
          <w:trHeight w:val="507"/>
        </w:trPr>
        <w:tc>
          <w:tcPr>
            <w:tcW w:w="3544" w:type="dxa"/>
            <w:shd w:val="clear" w:color="auto" w:fill="BDD6EE"/>
            <w:vAlign w:val="center"/>
          </w:tcPr>
          <w:p w14:paraId="71AECBAA" w14:textId="0B4BD4FE" w:rsidR="00C679F6" w:rsidRPr="002E05F3" w:rsidRDefault="00C679F6" w:rsidP="00C679F6">
            <w:pPr>
              <w:pStyle w:val="m-CopieA2"/>
              <w:ind w:left="0"/>
              <w:rPr>
                <w:rFonts w:ascii="Liberation Serif" w:hAnsi="Liberation Serif"/>
                <w:lang w:val="x-none"/>
              </w:rPr>
            </w:pPr>
            <w:r w:rsidRPr="002E05F3">
              <w:rPr>
                <w:rFonts w:ascii="Liberation Serif" w:hAnsi="Liberation Serif"/>
                <w:lang w:val="x-none"/>
              </w:rPr>
              <w:t>Date prévue de</w:t>
            </w:r>
            <w:r w:rsidR="007E50B6">
              <w:rPr>
                <w:rFonts w:ascii="Liberation Serif" w:hAnsi="Liberation Serif"/>
              </w:rPr>
              <w:t xml:space="preserve"> début</w:t>
            </w:r>
            <w:r w:rsidRPr="002E05F3">
              <w:rPr>
                <w:rFonts w:ascii="Liberation Serif" w:hAnsi="Liberation Serif"/>
                <w:lang w:val="x-none"/>
              </w:rPr>
              <w:t xml:space="preserve"> </w:t>
            </w:r>
          </w:p>
        </w:tc>
        <w:tc>
          <w:tcPr>
            <w:tcW w:w="6590" w:type="dxa"/>
            <w:tcBorders>
              <w:bottom w:val="dotted" w:sz="4" w:space="0" w:color="auto"/>
            </w:tcBorders>
            <w:vAlign w:val="center"/>
          </w:tcPr>
          <w:p w14:paraId="59C8269A" w14:textId="77777777" w:rsidR="00C679F6" w:rsidRPr="00CE7C83" w:rsidRDefault="00C679F6" w:rsidP="00C679F6">
            <w:pPr>
              <w:pStyle w:val="m-CopieA2"/>
              <w:ind w:left="426"/>
              <w:rPr>
                <w:rFonts w:ascii="Liberation Serif" w:hAnsi="Liberation Serif"/>
              </w:rPr>
            </w:pPr>
          </w:p>
        </w:tc>
      </w:tr>
      <w:tr w:rsidR="007E50B6" w:rsidRPr="002E05F3" w14:paraId="5130C77B" w14:textId="77777777" w:rsidTr="00C679F6">
        <w:trPr>
          <w:trHeight w:val="507"/>
        </w:trPr>
        <w:tc>
          <w:tcPr>
            <w:tcW w:w="3544" w:type="dxa"/>
            <w:shd w:val="clear" w:color="auto" w:fill="BDD6EE"/>
            <w:vAlign w:val="center"/>
          </w:tcPr>
          <w:p w14:paraId="764051FE" w14:textId="7736CFD7" w:rsidR="007E50B6" w:rsidRPr="002D075F" w:rsidRDefault="007E50B6" w:rsidP="00C679F6">
            <w:pPr>
              <w:pStyle w:val="m-CopieA2"/>
              <w:ind w:left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Date prévue de fin </w:t>
            </w:r>
          </w:p>
        </w:tc>
        <w:tc>
          <w:tcPr>
            <w:tcW w:w="6590" w:type="dxa"/>
            <w:tcBorders>
              <w:bottom w:val="dotted" w:sz="4" w:space="0" w:color="auto"/>
            </w:tcBorders>
            <w:vAlign w:val="center"/>
          </w:tcPr>
          <w:p w14:paraId="1C96686C" w14:textId="77777777" w:rsidR="007E50B6" w:rsidRPr="00CE7C83" w:rsidRDefault="007E50B6" w:rsidP="00C679F6">
            <w:pPr>
              <w:pStyle w:val="m-CopieA2"/>
              <w:ind w:left="426"/>
              <w:rPr>
                <w:rFonts w:ascii="Liberation Serif" w:hAnsi="Liberation Serif"/>
              </w:rPr>
            </w:pPr>
          </w:p>
        </w:tc>
      </w:tr>
      <w:tr w:rsidR="00FC4CDB" w:rsidRPr="002E05F3" w14:paraId="54260C47" w14:textId="77777777" w:rsidTr="00C679F6">
        <w:trPr>
          <w:trHeight w:val="465"/>
        </w:trPr>
        <w:tc>
          <w:tcPr>
            <w:tcW w:w="3544" w:type="dxa"/>
            <w:shd w:val="clear" w:color="auto" w:fill="BDD6EE"/>
            <w:vAlign w:val="center"/>
          </w:tcPr>
          <w:p w14:paraId="6A434C8D" w14:textId="77777777" w:rsidR="00C679F6" w:rsidRPr="00E15553" w:rsidRDefault="00C679F6" w:rsidP="00C679F6">
            <w:pPr>
              <w:pStyle w:val="m-CopieA2"/>
              <w:ind w:left="0"/>
              <w:rPr>
                <w:rFonts w:ascii="Liberation Serif" w:hAnsi="Liberation Serif"/>
              </w:rPr>
            </w:pPr>
            <w:r w:rsidRPr="002E05F3">
              <w:rPr>
                <w:rFonts w:ascii="Liberation Serif" w:hAnsi="Liberation Serif"/>
                <w:lang w:val="x-none"/>
              </w:rPr>
              <w:t>Durée pré</w:t>
            </w:r>
            <w:r>
              <w:rPr>
                <w:rFonts w:ascii="Liberation Serif" w:hAnsi="Liberation Serif"/>
                <w:lang w:val="x-none"/>
              </w:rPr>
              <w:t>visible de l’opération</w:t>
            </w:r>
            <w:r>
              <w:rPr>
                <w:rFonts w:ascii="Liberation Serif" w:hAnsi="Liberation Serif"/>
              </w:rPr>
              <w:t xml:space="preserve"> &gt;400h</w:t>
            </w:r>
          </w:p>
        </w:tc>
        <w:tc>
          <w:tcPr>
            <w:tcW w:w="65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DC9AA9" w14:textId="77777777" w:rsidR="00C679F6" w:rsidRPr="002E05F3" w:rsidRDefault="00C679F6" w:rsidP="00C679F6">
            <w:pPr>
              <w:pStyle w:val="m-CopieA2"/>
              <w:ind w:left="426"/>
              <w:rPr>
                <w:rFonts w:ascii="Liberation Serif" w:hAnsi="Liberation Serif"/>
                <w:lang w:val="x-none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r w:rsidRPr="006B2EA8">
              <w:rPr>
                <w:rFonts w:ascii="Tms Rmn" w:hAnsi="Tms Rmn"/>
                <w:sz w:val="24"/>
                <w:szCs w:val="20"/>
                <w:lang w:eastAsia="fr-FR"/>
              </w:rPr>
              <w:t xml:space="preserve"> </w:t>
            </w:r>
            <w:r w:rsidRPr="00E15553">
              <w:rPr>
                <w:rFonts w:ascii="Liberation Serif" w:hAnsi="Liberation Serif"/>
                <w:szCs w:val="20"/>
              </w:rPr>
              <w:t>OUI</w:t>
            </w:r>
            <w:r>
              <w:rPr>
                <w:rFonts w:ascii="Liberation Serif" w:hAnsi="Liberation Serif"/>
                <w:szCs w:val="20"/>
              </w:rPr>
              <w:t xml:space="preserve">                            </w:t>
            </w:r>
            <w:r w:rsidRPr="002E05F3">
              <w:rPr>
                <w:rFonts w:ascii="Liberation Serif" w:hAnsi="Liberation Serif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5F3"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 w:rsidRPr="002E05F3">
              <w:rPr>
                <w:rFonts w:ascii="Liberation Serif" w:hAnsi="Liberation Serif"/>
              </w:rPr>
              <w:fldChar w:fldCharType="end"/>
            </w:r>
            <w:r w:rsidRPr="006B2EA8">
              <w:rPr>
                <w:rFonts w:ascii="Tms Rmn" w:hAnsi="Tms Rmn"/>
                <w:sz w:val="24"/>
                <w:szCs w:val="20"/>
                <w:lang w:eastAsia="fr-FR"/>
              </w:rPr>
              <w:t xml:space="preserve"> </w:t>
            </w:r>
            <w:r w:rsidRPr="00E15553">
              <w:rPr>
                <w:rFonts w:ascii="Liberation Serif" w:hAnsi="Liberation Serif"/>
                <w:szCs w:val="20"/>
              </w:rPr>
              <w:t>NON</w:t>
            </w:r>
          </w:p>
        </w:tc>
      </w:tr>
      <w:tr w:rsidR="00FC4CDB" w:rsidRPr="002E05F3" w14:paraId="0F5B747A" w14:textId="77777777" w:rsidTr="00C679F6">
        <w:trPr>
          <w:trHeight w:val="412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BDD6EE"/>
            <w:vAlign w:val="center"/>
          </w:tcPr>
          <w:p w14:paraId="52B1D330" w14:textId="77777777" w:rsidR="00C679F6" w:rsidRPr="00E15553" w:rsidRDefault="00C679F6" w:rsidP="00C679F6">
            <w:pPr>
              <w:pStyle w:val="m-CopieA2"/>
              <w:ind w:left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Travaux dangereux</w:t>
            </w:r>
          </w:p>
        </w:tc>
        <w:tc>
          <w:tcPr>
            <w:tcW w:w="65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AFFB8A6" w14:textId="77777777" w:rsidR="00C679F6" w:rsidRPr="00C00CBD" w:rsidRDefault="00C679F6" w:rsidP="00C679F6">
            <w:pPr>
              <w:pStyle w:val="m-CopieA2"/>
              <w:ind w:left="426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r w:rsidRPr="006B2EA8">
              <w:rPr>
                <w:rFonts w:ascii="Tms Rmn" w:hAnsi="Tms Rmn"/>
                <w:sz w:val="24"/>
                <w:szCs w:val="20"/>
                <w:lang w:eastAsia="fr-FR"/>
              </w:rPr>
              <w:t xml:space="preserve"> </w:t>
            </w:r>
            <w:r w:rsidRPr="00E15553">
              <w:rPr>
                <w:rFonts w:ascii="Liberation Serif" w:hAnsi="Liberation Serif"/>
                <w:szCs w:val="20"/>
              </w:rPr>
              <w:t>OUI</w:t>
            </w:r>
            <w:r>
              <w:rPr>
                <w:rFonts w:ascii="Liberation Serif" w:hAnsi="Liberation Serif"/>
                <w:szCs w:val="20"/>
              </w:rPr>
              <w:t xml:space="preserve">                            </w:t>
            </w:r>
            <w:r w:rsidRPr="002E05F3">
              <w:rPr>
                <w:rFonts w:ascii="Liberation Serif" w:hAnsi="Liberation Serif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5F3"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 w:rsidRPr="002E05F3">
              <w:rPr>
                <w:rFonts w:ascii="Liberation Serif" w:hAnsi="Liberation Serif"/>
              </w:rPr>
              <w:fldChar w:fldCharType="end"/>
            </w:r>
            <w:r w:rsidRPr="006B2EA8">
              <w:rPr>
                <w:rFonts w:ascii="Tms Rmn" w:hAnsi="Tms Rmn"/>
                <w:sz w:val="24"/>
                <w:szCs w:val="20"/>
                <w:lang w:eastAsia="fr-FR"/>
              </w:rPr>
              <w:t xml:space="preserve"> </w:t>
            </w:r>
            <w:r w:rsidRPr="00E15553">
              <w:rPr>
                <w:rFonts w:ascii="Liberation Serif" w:hAnsi="Liberation Serif"/>
                <w:szCs w:val="20"/>
              </w:rPr>
              <w:t>NON</w:t>
            </w:r>
          </w:p>
        </w:tc>
      </w:tr>
    </w:tbl>
    <w:p w14:paraId="42901A54" w14:textId="77777777" w:rsidR="00DA1FA1" w:rsidRPr="005F0B64" w:rsidRDefault="00DA1FA1" w:rsidP="00D12842">
      <w:pPr>
        <w:spacing w:before="0" w:after="0"/>
        <w:rPr>
          <w:rFonts w:ascii="Liberation Serif" w:hAnsi="Liberation Serif" w:cs="Liberation Serif"/>
          <w:sz w:val="16"/>
          <w:szCs w:val="16"/>
        </w:rPr>
      </w:pPr>
    </w:p>
    <w:tbl>
      <w:tblPr>
        <w:tblW w:w="0" w:type="auto"/>
        <w:tblInd w:w="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6152"/>
      </w:tblGrid>
      <w:tr w:rsidR="002D075F" w:rsidRPr="002E05F3" w14:paraId="7761B615" w14:textId="77777777" w:rsidTr="005F0B64">
        <w:trPr>
          <w:trHeight w:val="435"/>
        </w:trPr>
        <w:tc>
          <w:tcPr>
            <w:tcW w:w="33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082301" w14:textId="2CE6046A" w:rsidR="002D075F" w:rsidRPr="005F0B64" w:rsidRDefault="009074EE" w:rsidP="005F0B64">
            <w:pPr>
              <w:pStyle w:val="m-CopieA2"/>
              <w:ind w:left="0"/>
              <w:rPr>
                <w:rFonts w:ascii="Liberation Serif" w:hAnsi="Liberation Serif"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>JOURS ET PLAGES</w:t>
            </w:r>
            <w:r w:rsidR="002D075F" w:rsidRPr="005F0B64">
              <w:rPr>
                <w:rFonts w:ascii="Liberation Serif" w:hAnsi="Liberation Serif"/>
                <w:b/>
                <w:bCs/>
              </w:rPr>
              <w:t xml:space="preserve"> HORAIRE</w:t>
            </w:r>
            <w:r w:rsidR="00B11AC5">
              <w:rPr>
                <w:rFonts w:ascii="Liberation Serif" w:hAnsi="Liberation Serif"/>
                <w:b/>
                <w:bCs/>
              </w:rPr>
              <w:t xml:space="preserve">S </w:t>
            </w:r>
            <w:r w:rsidR="002D075F" w:rsidRPr="005F0B64">
              <w:rPr>
                <w:rFonts w:ascii="Liberation Serif" w:hAnsi="Liberation Serif"/>
                <w:b/>
                <w:bCs/>
              </w:rPr>
              <w:t>D’ACTIVITES</w:t>
            </w:r>
          </w:p>
        </w:tc>
        <w:tc>
          <w:tcPr>
            <w:tcW w:w="6152" w:type="dxa"/>
            <w:tcBorders>
              <w:bottom w:val="single" w:sz="4" w:space="0" w:color="auto"/>
            </w:tcBorders>
            <w:vAlign w:val="center"/>
          </w:tcPr>
          <w:p w14:paraId="2B33A585" w14:textId="77777777" w:rsidR="002D075F" w:rsidRDefault="002D075F" w:rsidP="005F0B64">
            <w:pPr>
              <w:pStyle w:val="m-CopieA2"/>
              <w:ind w:left="426"/>
              <w:rPr>
                <w:rFonts w:ascii="Liberation Serif" w:hAnsi="Liberation Serif"/>
              </w:rPr>
            </w:pPr>
          </w:p>
        </w:tc>
      </w:tr>
      <w:tr w:rsidR="002D075F" w:rsidRPr="002E05F3" w14:paraId="0E7A4828" w14:textId="77777777" w:rsidTr="005F0B64">
        <w:trPr>
          <w:trHeight w:val="435"/>
        </w:trPr>
        <w:tc>
          <w:tcPr>
            <w:tcW w:w="3363" w:type="dxa"/>
            <w:tcBorders>
              <w:bottom w:val="single" w:sz="4" w:space="0" w:color="auto"/>
            </w:tcBorders>
            <w:shd w:val="clear" w:color="auto" w:fill="BDD6EE"/>
            <w:vAlign w:val="center"/>
          </w:tcPr>
          <w:p w14:paraId="40225C10" w14:textId="089EF92C" w:rsidR="002D075F" w:rsidRPr="00AB51D7" w:rsidRDefault="00352E07" w:rsidP="005F0B64">
            <w:pPr>
              <w:pStyle w:val="m-CopieA2"/>
              <w:ind w:left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De l’e</w:t>
            </w:r>
            <w:r w:rsidR="002D075F">
              <w:rPr>
                <w:rFonts w:ascii="Liberation Serif" w:hAnsi="Liberation Serif"/>
              </w:rPr>
              <w:t>ntreprise Utilisatrice (EU)</w:t>
            </w:r>
          </w:p>
        </w:tc>
        <w:tc>
          <w:tcPr>
            <w:tcW w:w="6152" w:type="dxa"/>
            <w:tcBorders>
              <w:bottom w:val="single" w:sz="4" w:space="0" w:color="auto"/>
            </w:tcBorders>
            <w:vAlign w:val="center"/>
          </w:tcPr>
          <w:p w14:paraId="0132A1EA" w14:textId="28BA210A" w:rsidR="002D075F" w:rsidRPr="008A193C" w:rsidRDefault="002D075F" w:rsidP="005F0B64">
            <w:pPr>
              <w:pStyle w:val="m-CopieA2"/>
              <w:ind w:left="426"/>
              <w:rPr>
                <w:rFonts w:ascii="Liberation Serif" w:hAnsi="Liberation Serif"/>
              </w:rPr>
            </w:pPr>
          </w:p>
        </w:tc>
      </w:tr>
      <w:tr w:rsidR="002D075F" w:rsidRPr="002E05F3" w14:paraId="122E8138" w14:textId="77777777" w:rsidTr="005F0B64">
        <w:trPr>
          <w:trHeight w:val="427"/>
        </w:trPr>
        <w:tc>
          <w:tcPr>
            <w:tcW w:w="3363" w:type="dxa"/>
            <w:tcBorders>
              <w:bottom w:val="single" w:sz="4" w:space="0" w:color="auto"/>
            </w:tcBorders>
            <w:shd w:val="clear" w:color="auto" w:fill="BDD6EE"/>
            <w:vAlign w:val="center"/>
          </w:tcPr>
          <w:p w14:paraId="042ED837" w14:textId="525F9099" w:rsidR="002D075F" w:rsidRPr="002E05F3" w:rsidRDefault="00352E07" w:rsidP="005F0B64">
            <w:pPr>
              <w:pStyle w:val="m-CopieA2"/>
              <w:ind w:left="0"/>
              <w:rPr>
                <w:rFonts w:ascii="Liberation Serif" w:hAnsi="Liberation Serif"/>
                <w:lang w:val="x-none"/>
              </w:rPr>
            </w:pPr>
            <w:r>
              <w:rPr>
                <w:rFonts w:ascii="Liberation Serif" w:hAnsi="Liberation Serif"/>
              </w:rPr>
              <w:t>De l’e</w:t>
            </w:r>
            <w:r w:rsidR="002D075F">
              <w:rPr>
                <w:rFonts w:ascii="Liberation Serif" w:hAnsi="Liberation Serif"/>
              </w:rPr>
              <w:t>ntreprise(s) Extérieure(s) (EE)</w:t>
            </w:r>
          </w:p>
        </w:tc>
        <w:tc>
          <w:tcPr>
            <w:tcW w:w="6152" w:type="dxa"/>
            <w:tcBorders>
              <w:bottom w:val="single" w:sz="4" w:space="0" w:color="auto"/>
            </w:tcBorders>
            <w:vAlign w:val="center"/>
          </w:tcPr>
          <w:p w14:paraId="14295F02" w14:textId="77777777" w:rsidR="002D075F" w:rsidRPr="00B35387" w:rsidRDefault="002D075F" w:rsidP="005F0B64">
            <w:pPr>
              <w:pStyle w:val="m-CopieA2"/>
              <w:ind w:left="426"/>
              <w:rPr>
                <w:rFonts w:ascii="Liberation Serif" w:hAnsi="Liberation Serif"/>
              </w:rPr>
            </w:pPr>
          </w:p>
        </w:tc>
      </w:tr>
    </w:tbl>
    <w:p w14:paraId="624B2F18" w14:textId="77777777" w:rsidR="005F0B64" w:rsidRDefault="005F0B64" w:rsidP="00D12842">
      <w:pPr>
        <w:spacing w:before="0" w:after="0"/>
      </w:pPr>
    </w:p>
    <w:tbl>
      <w:tblPr>
        <w:tblW w:w="0" w:type="auto"/>
        <w:tblInd w:w="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1"/>
      </w:tblGrid>
      <w:tr w:rsidR="005F0B64" w:rsidRPr="002E05F3" w14:paraId="1CB8A1AC" w14:textId="77777777" w:rsidTr="005F0B64">
        <w:trPr>
          <w:trHeight w:val="330"/>
        </w:trPr>
        <w:tc>
          <w:tcPr>
            <w:tcW w:w="9521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6252C767" w14:textId="77777777" w:rsidR="005F0B64" w:rsidRPr="00233D10" w:rsidRDefault="005F0B64" w:rsidP="005F0B64">
            <w:pPr>
              <w:pStyle w:val="m-CopieA2"/>
              <w:ind w:left="0"/>
              <w:rPr>
                <w:rFonts w:ascii="Liberation Serif" w:hAnsi="Liberation Serif"/>
                <w:b/>
                <w:bCs/>
              </w:rPr>
            </w:pPr>
            <w:bookmarkStart w:id="0" w:name="_Hlk117604424"/>
            <w:r w:rsidRPr="00233D10">
              <w:rPr>
                <w:rFonts w:ascii="Liberation Serif" w:hAnsi="Liberation Serif"/>
                <w:b/>
              </w:rPr>
              <w:t>AFFICHAGE/ANNONCE DES TRAVAUX</w:t>
            </w:r>
          </w:p>
        </w:tc>
      </w:tr>
      <w:tr w:rsidR="005F0B64" w:rsidRPr="002E05F3" w14:paraId="325DC530" w14:textId="77777777" w:rsidTr="005F0B64">
        <w:trPr>
          <w:trHeight w:val="511"/>
        </w:trPr>
        <w:tc>
          <w:tcPr>
            <w:tcW w:w="95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44CEF7" w14:textId="77777777" w:rsidR="00367CC0" w:rsidRDefault="00367CC0" w:rsidP="005F0B64">
            <w:pPr>
              <w:pStyle w:val="m-CopieA2"/>
              <w:ind w:left="0"/>
              <w:rPr>
                <w:rFonts w:ascii="Liberation Serif" w:hAnsi="Liberation Serif"/>
              </w:rPr>
            </w:pPr>
          </w:p>
          <w:p w14:paraId="133E295D" w14:textId="77777777" w:rsidR="00367CC0" w:rsidRDefault="00B11AC5" w:rsidP="005F0B64">
            <w:pPr>
              <w:pStyle w:val="m-CopieA2"/>
              <w:ind w:left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r>
              <w:rPr>
                <w:rFonts w:ascii="Liberation Serif" w:hAnsi="Liberation Serif"/>
              </w:rPr>
              <w:t xml:space="preserve"> OUI             </w:t>
            </w: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r>
              <w:rPr>
                <w:rFonts w:ascii="Liberation Serif" w:hAnsi="Liberation Serif"/>
              </w:rPr>
              <w:t xml:space="preserve"> NON   </w:t>
            </w:r>
          </w:p>
          <w:p w14:paraId="1F5769D0" w14:textId="0C00BC22" w:rsidR="00B11AC5" w:rsidRDefault="00B11AC5" w:rsidP="005F0B64">
            <w:pPr>
              <w:pStyle w:val="m-CopieA2"/>
              <w:ind w:left="0"/>
              <w:rPr>
                <w:rFonts w:ascii="Liberation Serif" w:hAnsi="Liberation Serif"/>
                <w:szCs w:val="20"/>
              </w:rPr>
            </w:pPr>
            <w:r>
              <w:rPr>
                <w:rFonts w:ascii="Liberation Serif" w:hAnsi="Liberation Serif"/>
              </w:rPr>
              <w:t xml:space="preserve">   </w:t>
            </w:r>
          </w:p>
          <w:p w14:paraId="721F027F" w14:textId="12ECBE91" w:rsidR="005F0B64" w:rsidRDefault="005F0B64" w:rsidP="005F0B64">
            <w:pPr>
              <w:pStyle w:val="m-CopieA2"/>
              <w:ind w:left="0"/>
              <w:rPr>
                <w:rFonts w:ascii="Liberation Serif" w:hAnsi="Liberation Serif"/>
                <w:szCs w:val="20"/>
              </w:rPr>
            </w:pPr>
            <w:r>
              <w:rPr>
                <w:rFonts w:ascii="Liberation Serif" w:hAnsi="Liberation Serif"/>
                <w:szCs w:val="20"/>
              </w:rPr>
              <w:t>Le plan de prévention pourra être affiché sur le lieu de l’opération pendant toute sa durée.</w:t>
            </w:r>
          </w:p>
          <w:p w14:paraId="7ED35214" w14:textId="77777777" w:rsidR="005F0B64" w:rsidRDefault="005F0B64" w:rsidP="005F0B64">
            <w:pPr>
              <w:pStyle w:val="m-CopieA2"/>
              <w:ind w:left="0"/>
              <w:rPr>
                <w:rFonts w:ascii="Liberation Serif" w:hAnsi="Liberation Serif"/>
                <w:szCs w:val="20"/>
              </w:rPr>
            </w:pPr>
            <w:r w:rsidRPr="002E05F3">
              <w:rPr>
                <w:rFonts w:ascii="Liberation Serif" w:hAnsi="Liberation Serif"/>
                <w:szCs w:val="20"/>
                <w:lang w:val="x-none"/>
              </w:rPr>
              <w:t xml:space="preserve">Une information </w:t>
            </w:r>
            <w:r w:rsidR="00C50C75">
              <w:rPr>
                <w:rFonts w:ascii="Liberation Serif" w:hAnsi="Liberation Serif"/>
                <w:szCs w:val="20"/>
              </w:rPr>
              <w:t xml:space="preserve">sera </w:t>
            </w:r>
            <w:r w:rsidRPr="002E05F3">
              <w:rPr>
                <w:rFonts w:ascii="Liberation Serif" w:hAnsi="Liberation Serif"/>
                <w:szCs w:val="20"/>
                <w:lang w:val="x-none"/>
              </w:rPr>
              <w:t>faite auprès de l’intervenant extérieur ainsi qu’auprès du personnel de l’entreprise utilisatrice</w:t>
            </w:r>
            <w:r>
              <w:rPr>
                <w:rFonts w:ascii="Liberation Serif" w:hAnsi="Liberation Serif"/>
                <w:szCs w:val="20"/>
              </w:rPr>
              <w:t>.</w:t>
            </w:r>
          </w:p>
          <w:p w14:paraId="2AAFB920" w14:textId="7DC4B7FD" w:rsidR="00367CC0" w:rsidRPr="002E05F3" w:rsidRDefault="00367CC0" w:rsidP="005F0B64">
            <w:pPr>
              <w:pStyle w:val="m-CopieA2"/>
              <w:ind w:left="0"/>
              <w:rPr>
                <w:rFonts w:ascii="Liberation Serif" w:hAnsi="Liberation Serif"/>
                <w:lang w:val="x-none"/>
              </w:rPr>
            </w:pPr>
          </w:p>
        </w:tc>
      </w:tr>
      <w:bookmarkEnd w:id="0"/>
    </w:tbl>
    <w:p w14:paraId="4AA6608F" w14:textId="6989FBF4" w:rsidR="0039360C" w:rsidRDefault="0039360C">
      <w:r>
        <w:br w:type="page"/>
      </w:r>
    </w:p>
    <w:p w14:paraId="6D93ACA9" w14:textId="6EDE5231" w:rsidR="003072A8" w:rsidRPr="00EA6DA3" w:rsidRDefault="003072A8" w:rsidP="00352E07">
      <w:pPr>
        <w:pStyle w:val="m-CopieA2"/>
        <w:ind w:left="0"/>
        <w:jc w:val="center"/>
        <w:rPr>
          <w:rFonts w:ascii="Liberation Serif" w:hAnsi="Liberation Serif"/>
          <w:b/>
          <w:i/>
          <w:iCs/>
          <w:sz w:val="24"/>
        </w:rPr>
      </w:pPr>
      <w:r w:rsidRPr="00EA6DA3">
        <w:rPr>
          <w:rFonts w:ascii="Liberation Serif" w:hAnsi="Liberation Serif"/>
          <w:b/>
          <w:i/>
          <w:iCs/>
          <w:sz w:val="24"/>
        </w:rPr>
        <w:lastRenderedPageBreak/>
        <w:t xml:space="preserve">INSPECTION </w:t>
      </w:r>
      <w:r w:rsidR="00AE5620" w:rsidRPr="00EA6DA3">
        <w:rPr>
          <w:rFonts w:ascii="Liberation Serif" w:hAnsi="Liberation Serif"/>
          <w:b/>
          <w:i/>
          <w:iCs/>
          <w:sz w:val="24"/>
        </w:rPr>
        <w:t xml:space="preserve">COMMUNE </w:t>
      </w:r>
      <w:r w:rsidRPr="00EA6DA3">
        <w:rPr>
          <w:rFonts w:ascii="Liberation Serif" w:hAnsi="Liberation Serif"/>
          <w:b/>
          <w:i/>
          <w:iCs/>
          <w:sz w:val="24"/>
        </w:rPr>
        <w:t>PREALABLE</w:t>
      </w:r>
      <w:r w:rsidR="00C50C75">
        <w:rPr>
          <w:rFonts w:ascii="Liberation Serif" w:hAnsi="Liberation Serif"/>
          <w:b/>
          <w:i/>
          <w:iCs/>
          <w:sz w:val="24"/>
        </w:rPr>
        <w:t xml:space="preserve"> AUX TRAVAUX</w:t>
      </w:r>
    </w:p>
    <w:p w14:paraId="0D1CD53B" w14:textId="77777777" w:rsidR="003072A8" w:rsidRPr="003072A8" w:rsidRDefault="003072A8" w:rsidP="003072A8">
      <w:pPr>
        <w:spacing w:before="0" w:after="0"/>
        <w:jc w:val="center"/>
        <w:rPr>
          <w:rFonts w:ascii="Liberation Serif" w:hAnsi="Liberation Serif" w:cs="Liberation Serif"/>
          <w:b/>
          <w:bCs/>
        </w:rPr>
      </w:pPr>
    </w:p>
    <w:tbl>
      <w:tblPr>
        <w:tblW w:w="0" w:type="auto"/>
        <w:tblInd w:w="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1"/>
      </w:tblGrid>
      <w:tr w:rsidR="003072A8" w:rsidRPr="002E05F3" w14:paraId="272AB197" w14:textId="77777777" w:rsidTr="006340FC">
        <w:trPr>
          <w:trHeight w:val="330"/>
        </w:trPr>
        <w:tc>
          <w:tcPr>
            <w:tcW w:w="9521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6FD05A72" w14:textId="237C6B5B" w:rsidR="003072A8" w:rsidRPr="00233D10" w:rsidRDefault="003072A8" w:rsidP="00C50C75">
            <w:pPr>
              <w:pStyle w:val="m-CopieA2"/>
              <w:ind w:left="0"/>
              <w:jc w:val="center"/>
              <w:rPr>
                <w:rFonts w:ascii="Liberation Serif" w:hAnsi="Liberation Serif"/>
                <w:b/>
                <w:bCs/>
              </w:rPr>
            </w:pPr>
            <w:bookmarkStart w:id="1" w:name="_Hlk117693103"/>
            <w:r w:rsidRPr="00C50C75">
              <w:rPr>
                <w:b/>
                <w:bCs/>
                <w:lang w:val="x-none"/>
              </w:rPr>
              <w:t>DATE DE L’INSPECTION</w:t>
            </w:r>
            <w:r w:rsidR="00AE5620" w:rsidRPr="00C50C75">
              <w:rPr>
                <w:b/>
                <w:bCs/>
                <w:lang w:val="x-none"/>
              </w:rPr>
              <w:t xml:space="preserve"> COMMUNE</w:t>
            </w:r>
            <w:r w:rsidRPr="00C50C75">
              <w:rPr>
                <w:b/>
                <w:bCs/>
                <w:lang w:val="x-none"/>
              </w:rPr>
              <w:t xml:space="preserve"> PREALABLE</w:t>
            </w:r>
          </w:p>
        </w:tc>
      </w:tr>
      <w:tr w:rsidR="003072A8" w:rsidRPr="002E05F3" w14:paraId="19D2DFF7" w14:textId="77777777" w:rsidTr="006340FC">
        <w:trPr>
          <w:trHeight w:val="511"/>
        </w:trPr>
        <w:tc>
          <w:tcPr>
            <w:tcW w:w="95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D231F3" w14:textId="691D51CC" w:rsidR="003072A8" w:rsidRPr="003072A8" w:rsidRDefault="003072A8" w:rsidP="006340FC">
            <w:pPr>
              <w:pStyle w:val="m-CopieA2"/>
              <w:ind w:left="0"/>
              <w:rPr>
                <w:rFonts w:ascii="Liberation Serif" w:hAnsi="Liberation Serif"/>
                <w:szCs w:val="20"/>
              </w:rPr>
            </w:pPr>
          </w:p>
        </w:tc>
      </w:tr>
      <w:bookmarkEnd w:id="1"/>
    </w:tbl>
    <w:p w14:paraId="19CF1925" w14:textId="507EA230" w:rsidR="003072A8" w:rsidRDefault="003072A8" w:rsidP="003072A8">
      <w:pPr>
        <w:spacing w:before="0" w:after="0"/>
      </w:pPr>
    </w:p>
    <w:p w14:paraId="2520EB20" w14:textId="77777777" w:rsidR="00367CC0" w:rsidRDefault="00367CC0" w:rsidP="003072A8">
      <w:pPr>
        <w:spacing w:before="0" w:after="0"/>
      </w:pP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2A8" w:rsidRPr="00F232D5" w14:paraId="71D2AF91" w14:textId="77777777" w:rsidTr="003072A8">
        <w:trPr>
          <w:trHeight w:val="330"/>
        </w:trPr>
        <w:tc>
          <w:tcPr>
            <w:tcW w:w="9497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69DD820A" w14:textId="77777777" w:rsidR="003072A8" w:rsidRPr="00F232D5" w:rsidRDefault="003072A8" w:rsidP="006340FC">
            <w:pPr>
              <w:pStyle w:val="m-CopieA2"/>
              <w:rPr>
                <w:b/>
                <w:bCs/>
                <w:lang w:val="x-none"/>
              </w:rPr>
            </w:pPr>
            <w:r w:rsidRPr="00F232D5">
              <w:rPr>
                <w:lang w:val="x-none"/>
              </w:rPr>
              <w:br w:type="page"/>
            </w:r>
            <w:r w:rsidRPr="00F232D5">
              <w:rPr>
                <w:lang w:val="x-none"/>
              </w:rPr>
              <w:br w:type="page"/>
            </w:r>
            <w:r w:rsidRPr="00F232D5">
              <w:rPr>
                <w:lang w:val="x-none"/>
              </w:rPr>
              <w:br w:type="page"/>
            </w:r>
            <w:r w:rsidRPr="00F232D5">
              <w:rPr>
                <w:b/>
                <w:bCs/>
                <w:lang w:val="x-none"/>
              </w:rPr>
              <w:t xml:space="preserve">PERSONNES ET ENTREPRISES PARTICIPANT A CETTE INSPECTION </w:t>
            </w:r>
          </w:p>
        </w:tc>
      </w:tr>
      <w:tr w:rsidR="003072A8" w:rsidRPr="00F232D5" w14:paraId="0BB56B5C" w14:textId="77777777" w:rsidTr="003072A8">
        <w:trPr>
          <w:trHeight w:val="398"/>
        </w:trPr>
        <w:tc>
          <w:tcPr>
            <w:tcW w:w="94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85"/>
              <w:gridCol w:w="2972"/>
              <w:gridCol w:w="2800"/>
            </w:tblGrid>
            <w:tr w:rsidR="003072A8" w:rsidRPr="00F232D5" w14:paraId="6E1648BF" w14:textId="77777777" w:rsidTr="006340FC">
              <w:trPr>
                <w:trHeight w:val="80"/>
              </w:trPr>
              <w:tc>
                <w:tcPr>
                  <w:tcW w:w="3771" w:type="dxa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auto"/>
                </w:tcPr>
                <w:p w14:paraId="3AA64A22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  <w:r w:rsidRPr="00F232D5">
                    <w:rPr>
                      <w:b/>
                    </w:rPr>
                    <w:t>NOM Prénom</w:t>
                  </w:r>
                </w:p>
              </w:tc>
              <w:tc>
                <w:tcPr>
                  <w:tcW w:w="3069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</w:tcPr>
                <w:p w14:paraId="1876C8F4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  <w:r w:rsidRPr="00F232D5">
                    <w:rPr>
                      <w:b/>
                    </w:rPr>
                    <w:t>Entreprise</w:t>
                  </w:r>
                </w:p>
              </w:tc>
              <w:tc>
                <w:tcPr>
                  <w:tcW w:w="2886" w:type="dxa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200800E0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  <w:r w:rsidRPr="00F232D5">
                    <w:rPr>
                      <w:b/>
                    </w:rPr>
                    <w:t>Signature</w:t>
                  </w:r>
                </w:p>
              </w:tc>
            </w:tr>
            <w:tr w:rsidR="003072A8" w:rsidRPr="00F232D5" w14:paraId="23AECDA5" w14:textId="77777777" w:rsidTr="006340FC">
              <w:trPr>
                <w:trHeight w:val="555"/>
              </w:trPr>
              <w:tc>
                <w:tcPr>
                  <w:tcW w:w="3771" w:type="dxa"/>
                  <w:tcBorders>
                    <w:top w:val="single" w:sz="4" w:space="0" w:color="auto"/>
                    <w:left w:val="nil"/>
                    <w:bottom w:val="dotted" w:sz="4" w:space="0" w:color="auto"/>
                  </w:tcBorders>
                  <w:shd w:val="clear" w:color="auto" w:fill="auto"/>
                </w:tcPr>
                <w:p w14:paraId="67F1AA24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  <w:tc>
                <w:tcPr>
                  <w:tcW w:w="3069" w:type="dxa"/>
                  <w:tcBorders>
                    <w:top w:val="single" w:sz="4" w:space="0" w:color="auto"/>
                    <w:bottom w:val="dotted" w:sz="4" w:space="0" w:color="auto"/>
                  </w:tcBorders>
                  <w:shd w:val="clear" w:color="auto" w:fill="auto"/>
                </w:tcPr>
                <w:p w14:paraId="3D191081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  <w:tc>
                <w:tcPr>
                  <w:tcW w:w="2886" w:type="dxa"/>
                  <w:tcBorders>
                    <w:top w:val="single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</w:tcPr>
                <w:p w14:paraId="059AEE26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</w:tr>
            <w:tr w:rsidR="003072A8" w:rsidRPr="00F232D5" w14:paraId="32F62F53" w14:textId="77777777" w:rsidTr="006340FC">
              <w:trPr>
                <w:trHeight w:val="548"/>
              </w:trPr>
              <w:tc>
                <w:tcPr>
                  <w:tcW w:w="3771" w:type="dxa"/>
                  <w:tcBorders>
                    <w:top w:val="dotted" w:sz="4" w:space="0" w:color="auto"/>
                    <w:left w:val="nil"/>
                    <w:bottom w:val="dotted" w:sz="4" w:space="0" w:color="auto"/>
                  </w:tcBorders>
                  <w:shd w:val="clear" w:color="auto" w:fill="auto"/>
                </w:tcPr>
                <w:p w14:paraId="0414025F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  <w:tc>
                <w:tcPr>
                  <w:tcW w:w="3069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</w:tcPr>
                <w:p w14:paraId="0EAB984F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  <w:tc>
                <w:tcPr>
                  <w:tcW w:w="2886" w:type="dxa"/>
                  <w:tcBorders>
                    <w:top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</w:tcPr>
                <w:p w14:paraId="67FEBF1A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</w:tr>
            <w:tr w:rsidR="003072A8" w:rsidRPr="00F232D5" w14:paraId="0A040D81" w14:textId="77777777" w:rsidTr="006340FC">
              <w:trPr>
                <w:trHeight w:val="550"/>
              </w:trPr>
              <w:tc>
                <w:tcPr>
                  <w:tcW w:w="3771" w:type="dxa"/>
                  <w:tcBorders>
                    <w:top w:val="dotted" w:sz="4" w:space="0" w:color="auto"/>
                    <w:left w:val="nil"/>
                    <w:bottom w:val="dotted" w:sz="4" w:space="0" w:color="auto"/>
                  </w:tcBorders>
                  <w:shd w:val="clear" w:color="auto" w:fill="auto"/>
                </w:tcPr>
                <w:p w14:paraId="298245B1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  <w:tc>
                <w:tcPr>
                  <w:tcW w:w="3069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</w:tcPr>
                <w:p w14:paraId="05B8562B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  <w:tc>
                <w:tcPr>
                  <w:tcW w:w="2886" w:type="dxa"/>
                  <w:tcBorders>
                    <w:top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</w:tcPr>
                <w:p w14:paraId="0BCE7250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</w:tr>
            <w:tr w:rsidR="003072A8" w:rsidRPr="00F232D5" w14:paraId="79491D27" w14:textId="77777777" w:rsidTr="006340FC">
              <w:trPr>
                <w:trHeight w:val="558"/>
              </w:trPr>
              <w:tc>
                <w:tcPr>
                  <w:tcW w:w="3771" w:type="dxa"/>
                  <w:tcBorders>
                    <w:top w:val="dotted" w:sz="4" w:space="0" w:color="auto"/>
                    <w:left w:val="nil"/>
                    <w:bottom w:val="dotted" w:sz="4" w:space="0" w:color="auto"/>
                  </w:tcBorders>
                  <w:shd w:val="clear" w:color="auto" w:fill="auto"/>
                </w:tcPr>
                <w:p w14:paraId="5886C84E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  <w:tc>
                <w:tcPr>
                  <w:tcW w:w="3069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</w:tcPr>
                <w:p w14:paraId="45BF4C40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  <w:tc>
                <w:tcPr>
                  <w:tcW w:w="2886" w:type="dxa"/>
                  <w:tcBorders>
                    <w:top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</w:tcPr>
                <w:p w14:paraId="56DD0D03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</w:tr>
            <w:tr w:rsidR="003072A8" w:rsidRPr="00F232D5" w14:paraId="11D9B465" w14:textId="77777777" w:rsidTr="006340FC">
              <w:trPr>
                <w:trHeight w:val="552"/>
              </w:trPr>
              <w:tc>
                <w:tcPr>
                  <w:tcW w:w="3771" w:type="dxa"/>
                  <w:tcBorders>
                    <w:top w:val="dotted" w:sz="4" w:space="0" w:color="auto"/>
                    <w:left w:val="nil"/>
                    <w:bottom w:val="nil"/>
                  </w:tcBorders>
                  <w:shd w:val="clear" w:color="auto" w:fill="auto"/>
                </w:tcPr>
                <w:p w14:paraId="04F0650C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  <w:tc>
                <w:tcPr>
                  <w:tcW w:w="3069" w:type="dxa"/>
                  <w:tcBorders>
                    <w:top w:val="dotted" w:sz="4" w:space="0" w:color="auto"/>
                    <w:bottom w:val="nil"/>
                  </w:tcBorders>
                  <w:shd w:val="clear" w:color="auto" w:fill="auto"/>
                </w:tcPr>
                <w:p w14:paraId="156124D9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  <w:tc>
                <w:tcPr>
                  <w:tcW w:w="2886" w:type="dxa"/>
                  <w:tcBorders>
                    <w:top w:val="dotted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4ACF681B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</w:tr>
            <w:tr w:rsidR="003072A8" w:rsidRPr="00F232D5" w14:paraId="3434946F" w14:textId="77777777" w:rsidTr="006340FC">
              <w:trPr>
                <w:trHeight w:val="546"/>
              </w:trPr>
              <w:tc>
                <w:tcPr>
                  <w:tcW w:w="3771" w:type="dxa"/>
                  <w:tcBorders>
                    <w:top w:val="dotted" w:sz="4" w:space="0" w:color="auto"/>
                    <w:left w:val="nil"/>
                    <w:bottom w:val="nil"/>
                  </w:tcBorders>
                  <w:shd w:val="clear" w:color="auto" w:fill="auto"/>
                </w:tcPr>
                <w:p w14:paraId="67EA3F56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  <w:tc>
                <w:tcPr>
                  <w:tcW w:w="3069" w:type="dxa"/>
                  <w:tcBorders>
                    <w:top w:val="dotted" w:sz="4" w:space="0" w:color="auto"/>
                    <w:bottom w:val="nil"/>
                  </w:tcBorders>
                  <w:shd w:val="clear" w:color="auto" w:fill="auto"/>
                </w:tcPr>
                <w:p w14:paraId="208CAC5F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  <w:tc>
                <w:tcPr>
                  <w:tcW w:w="2886" w:type="dxa"/>
                  <w:tcBorders>
                    <w:top w:val="dotted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4FBD8217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</w:tr>
          </w:tbl>
          <w:p w14:paraId="602F2543" w14:textId="77777777" w:rsidR="003072A8" w:rsidRPr="00F232D5" w:rsidRDefault="003072A8" w:rsidP="006340FC">
            <w:pPr>
              <w:pStyle w:val="m-CopieA2"/>
              <w:rPr>
                <w:lang w:val="x-none"/>
              </w:rPr>
            </w:pPr>
          </w:p>
        </w:tc>
      </w:tr>
    </w:tbl>
    <w:p w14:paraId="29409390" w14:textId="7AE8E7D7" w:rsidR="003072A8" w:rsidRDefault="003072A8" w:rsidP="003072A8">
      <w:pPr>
        <w:spacing w:before="0" w:after="0"/>
      </w:pPr>
    </w:p>
    <w:p w14:paraId="54130C4E" w14:textId="79CBE712" w:rsidR="00367CC0" w:rsidRDefault="00367CC0" w:rsidP="003072A8">
      <w:pPr>
        <w:spacing w:before="0" w:after="0"/>
      </w:pPr>
    </w:p>
    <w:p w14:paraId="1E6C9C78" w14:textId="77777777" w:rsidR="00367CC0" w:rsidRDefault="00367CC0" w:rsidP="003072A8">
      <w:pPr>
        <w:spacing w:before="0" w:after="0"/>
      </w:pPr>
    </w:p>
    <w:tbl>
      <w:tblPr>
        <w:tblW w:w="0" w:type="auto"/>
        <w:tblInd w:w="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1"/>
        <w:gridCol w:w="2695"/>
        <w:gridCol w:w="2115"/>
        <w:gridCol w:w="1675"/>
        <w:gridCol w:w="924"/>
        <w:gridCol w:w="911"/>
      </w:tblGrid>
      <w:tr w:rsidR="00724329" w:rsidRPr="00E333EA" w14:paraId="087AC979" w14:textId="77777777" w:rsidTr="002D075F">
        <w:trPr>
          <w:trHeight w:val="511"/>
        </w:trPr>
        <w:tc>
          <w:tcPr>
            <w:tcW w:w="9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AB5B8AE" w14:textId="77777777" w:rsidR="00425C3E" w:rsidRPr="00E333EA" w:rsidRDefault="00425C3E" w:rsidP="00E333EA">
            <w:pPr>
              <w:pStyle w:val="m-CopieA2"/>
              <w:ind w:left="0"/>
              <w:rPr>
                <w:rFonts w:ascii="Liberation Serif" w:hAnsi="Liberation Serif"/>
                <w:b/>
              </w:rPr>
            </w:pPr>
            <w:r w:rsidRPr="00E333EA">
              <w:rPr>
                <w:rFonts w:ascii="Liberation Serif" w:hAnsi="Liberation Serif"/>
                <w:b/>
              </w:rPr>
              <w:t>DEFINITION DES PHASES D’ACTIVITE, DES INSTALLATIONS ET MATERIELS DANGEREUX ET DES MESURES DE PREVENTION SPECIFIQUES CORRESPONDANTES</w:t>
            </w:r>
          </w:p>
        </w:tc>
      </w:tr>
      <w:tr w:rsidR="00E83554" w:rsidRPr="002E05F3" w14:paraId="4B215985" w14:textId="77777777" w:rsidTr="003072A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896" w:type="dxa"/>
            <w:gridSpan w:val="2"/>
            <w:vMerge w:val="restart"/>
            <w:shd w:val="clear" w:color="auto" w:fill="BDD6EE"/>
            <w:vAlign w:val="center"/>
          </w:tcPr>
          <w:p w14:paraId="698FEDC3" w14:textId="77777777" w:rsidR="00425C3E" w:rsidRPr="00BD06C1" w:rsidRDefault="00425C3E" w:rsidP="005F0B64">
            <w:pPr>
              <w:spacing w:before="60" w:after="60"/>
              <w:jc w:val="center"/>
              <w:rPr>
                <w:rFonts w:ascii="Liberation Serif" w:hAnsi="Liberation Serif"/>
              </w:rPr>
            </w:pPr>
            <w:bookmarkStart w:id="2" w:name="_Hlk117690715"/>
            <w:r w:rsidRPr="001A0DD3">
              <w:rPr>
                <w:rFonts w:ascii="Liberation Serif" w:hAnsi="Liberation Serif"/>
                <w:b/>
              </w:rPr>
              <w:t>Domaine des risques</w:t>
            </w:r>
          </w:p>
        </w:tc>
        <w:tc>
          <w:tcPr>
            <w:tcW w:w="2115" w:type="dxa"/>
            <w:vMerge w:val="restart"/>
            <w:shd w:val="clear" w:color="auto" w:fill="BDD6EE"/>
            <w:vAlign w:val="center"/>
          </w:tcPr>
          <w:p w14:paraId="51A144A1" w14:textId="77777777" w:rsidR="00425C3E" w:rsidRPr="001A0DD3" w:rsidRDefault="00425C3E" w:rsidP="005F0B64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Nature des risques</w:t>
            </w:r>
          </w:p>
        </w:tc>
        <w:tc>
          <w:tcPr>
            <w:tcW w:w="1675" w:type="dxa"/>
            <w:vMerge w:val="restart"/>
            <w:shd w:val="clear" w:color="auto" w:fill="BDD6EE"/>
            <w:vAlign w:val="center"/>
          </w:tcPr>
          <w:p w14:paraId="32D2B8D2" w14:textId="77777777" w:rsidR="00425C3E" w:rsidRPr="001A0DD3" w:rsidRDefault="00425C3E" w:rsidP="005F0B64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Mesures de prévention</w:t>
            </w:r>
          </w:p>
        </w:tc>
        <w:tc>
          <w:tcPr>
            <w:tcW w:w="1835" w:type="dxa"/>
            <w:gridSpan w:val="2"/>
            <w:shd w:val="clear" w:color="auto" w:fill="BDD6EE"/>
            <w:vAlign w:val="center"/>
          </w:tcPr>
          <w:p w14:paraId="59090C15" w14:textId="77777777" w:rsidR="00425C3E" w:rsidRPr="001A0DD3" w:rsidRDefault="00425C3E" w:rsidP="005F0B64">
            <w:pPr>
              <w:spacing w:before="60" w:after="60"/>
              <w:jc w:val="center"/>
              <w:rPr>
                <w:rFonts w:ascii="Liberation Serif" w:hAnsi="Liberation Serif"/>
                <w:b/>
              </w:rPr>
            </w:pPr>
            <w:r w:rsidRPr="001A0DD3">
              <w:rPr>
                <w:rFonts w:ascii="Liberation Serif" w:hAnsi="Liberation Serif"/>
                <w:b/>
              </w:rPr>
              <w:t xml:space="preserve">Action réalisée par : </w:t>
            </w:r>
          </w:p>
        </w:tc>
      </w:tr>
      <w:tr w:rsidR="0014622A" w:rsidRPr="002E05F3" w14:paraId="41A2F2F3" w14:textId="77777777" w:rsidTr="003072A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3896" w:type="dxa"/>
            <w:gridSpan w:val="2"/>
            <w:vMerge/>
            <w:tcBorders>
              <w:bottom w:val="single" w:sz="2" w:space="0" w:color="auto"/>
            </w:tcBorders>
            <w:shd w:val="clear" w:color="auto" w:fill="BDD6EE"/>
            <w:vAlign w:val="center"/>
          </w:tcPr>
          <w:p w14:paraId="59741FA0" w14:textId="77777777" w:rsidR="00425C3E" w:rsidRPr="001A0DD3" w:rsidRDefault="00425C3E" w:rsidP="005F0B64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115" w:type="dxa"/>
            <w:vMerge/>
            <w:shd w:val="clear" w:color="auto" w:fill="BDD6EE"/>
            <w:vAlign w:val="center"/>
          </w:tcPr>
          <w:p w14:paraId="56EE34EF" w14:textId="77777777" w:rsidR="00425C3E" w:rsidRPr="001A0DD3" w:rsidRDefault="00425C3E" w:rsidP="005F0B64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75" w:type="dxa"/>
            <w:vMerge/>
            <w:shd w:val="clear" w:color="auto" w:fill="BDD6EE"/>
          </w:tcPr>
          <w:p w14:paraId="0B719FAD" w14:textId="77777777" w:rsidR="00425C3E" w:rsidRPr="001C1E96" w:rsidRDefault="00425C3E" w:rsidP="005F0B64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</w:p>
        </w:tc>
        <w:tc>
          <w:tcPr>
            <w:tcW w:w="924" w:type="dxa"/>
            <w:shd w:val="clear" w:color="auto" w:fill="BDD6EE"/>
            <w:vAlign w:val="center"/>
          </w:tcPr>
          <w:p w14:paraId="21076413" w14:textId="77777777" w:rsidR="00425C3E" w:rsidRPr="001C1E96" w:rsidRDefault="00425C3E" w:rsidP="005F0B64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1C1E96">
              <w:rPr>
                <w:rFonts w:ascii="Liberation Serif" w:hAnsi="Liberation Serif"/>
                <w:b/>
                <w:sz w:val="18"/>
                <w:szCs w:val="18"/>
              </w:rPr>
              <w:t>EU</w:t>
            </w:r>
          </w:p>
        </w:tc>
        <w:tc>
          <w:tcPr>
            <w:tcW w:w="911" w:type="dxa"/>
            <w:shd w:val="clear" w:color="auto" w:fill="BDD6EE"/>
            <w:vAlign w:val="center"/>
          </w:tcPr>
          <w:p w14:paraId="3396F788" w14:textId="77777777" w:rsidR="00425C3E" w:rsidRPr="00E15553" w:rsidRDefault="00425C3E" w:rsidP="005F0B64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E15553">
              <w:rPr>
                <w:rFonts w:ascii="Liberation Serif" w:hAnsi="Liberation Serif"/>
                <w:b/>
                <w:sz w:val="18"/>
                <w:szCs w:val="18"/>
              </w:rPr>
              <w:t>EE</w:t>
            </w:r>
          </w:p>
        </w:tc>
      </w:tr>
      <w:bookmarkEnd w:id="2"/>
      <w:tr w:rsidR="00352E07" w:rsidRPr="002E05F3" w14:paraId="70E00F5A" w14:textId="77777777" w:rsidTr="003072A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4DAE291B" w14:textId="710DDA8C" w:rsidR="00352E07" w:rsidRDefault="00352E07" w:rsidP="00352E07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2D6BDBBC" w14:textId="36D8E1A4" w:rsidR="00352E07" w:rsidRPr="00AE5620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AE5620">
              <w:rPr>
                <w:rFonts w:ascii="Liberation Serif" w:hAnsi="Liberation Serif"/>
                <w:sz w:val="18"/>
              </w:rPr>
              <w:t>Circulation/accès au chantier par les pistes</w:t>
            </w:r>
          </w:p>
        </w:tc>
        <w:tc>
          <w:tcPr>
            <w:tcW w:w="2115" w:type="dxa"/>
            <w:shd w:val="clear" w:color="auto" w:fill="auto"/>
          </w:tcPr>
          <w:p w14:paraId="1DD9767E" w14:textId="6805C315" w:rsidR="00352E07" w:rsidRPr="002E05F3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Collision avec un avion</w:t>
            </w:r>
          </w:p>
        </w:tc>
        <w:tc>
          <w:tcPr>
            <w:tcW w:w="1675" w:type="dxa"/>
            <w:shd w:val="clear" w:color="auto" w:fill="auto"/>
          </w:tcPr>
          <w:p w14:paraId="3AA38648" w14:textId="0B19B001" w:rsidR="00352E07" w:rsidRPr="002E05F3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Être accompagné par un véhicule de service équipé d’une radio</w:t>
            </w:r>
          </w:p>
        </w:tc>
        <w:tc>
          <w:tcPr>
            <w:tcW w:w="924" w:type="dxa"/>
            <w:shd w:val="clear" w:color="auto" w:fill="auto"/>
          </w:tcPr>
          <w:p w14:paraId="2E634F13" w14:textId="753A198F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32DD5A5A" w14:textId="50F36973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  <w:tr w:rsidR="00352E07" w:rsidRPr="002E05F3" w14:paraId="561FD8B3" w14:textId="77777777" w:rsidTr="003072A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234F2640" w14:textId="77777777" w:rsidR="00352E07" w:rsidRPr="002E05F3" w:rsidRDefault="00352E07" w:rsidP="00352E07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2"/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bookmarkEnd w:id="3"/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2E7B3427" w14:textId="77777777" w:rsidR="00352E07" w:rsidRPr="00AE5620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AE5620">
              <w:rPr>
                <w:rFonts w:ascii="Liberation Serif" w:hAnsi="Liberation Serif"/>
                <w:sz w:val="18"/>
              </w:rPr>
              <w:t>Circulation/accès au chantier</w:t>
            </w:r>
          </w:p>
        </w:tc>
        <w:tc>
          <w:tcPr>
            <w:tcW w:w="2115" w:type="dxa"/>
            <w:shd w:val="clear" w:color="auto" w:fill="auto"/>
          </w:tcPr>
          <w:p w14:paraId="478C79E9" w14:textId="77777777" w:rsidR="00352E07" w:rsidRPr="002E05F3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2E05F3">
              <w:rPr>
                <w:rFonts w:ascii="Liberation Serif" w:hAnsi="Liberation Serif"/>
                <w:sz w:val="18"/>
              </w:rPr>
              <w:t>Rayonnement de certaines installations</w:t>
            </w:r>
          </w:p>
        </w:tc>
        <w:tc>
          <w:tcPr>
            <w:tcW w:w="1675" w:type="dxa"/>
            <w:shd w:val="clear" w:color="auto" w:fill="auto"/>
          </w:tcPr>
          <w:p w14:paraId="732DACE5" w14:textId="77777777" w:rsidR="00352E07" w:rsidRPr="002E05F3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2E05F3">
              <w:rPr>
                <w:rFonts w:ascii="Liberation Serif" w:hAnsi="Liberation Serif"/>
                <w:sz w:val="18"/>
              </w:rPr>
              <w:t>Respecter les zones de servitude des installations</w:t>
            </w:r>
          </w:p>
        </w:tc>
        <w:tc>
          <w:tcPr>
            <w:tcW w:w="924" w:type="dxa"/>
            <w:shd w:val="clear" w:color="auto" w:fill="auto"/>
          </w:tcPr>
          <w:p w14:paraId="3A4EB172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77FA3DC0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  <w:tr w:rsidR="00352E07" w:rsidRPr="002E05F3" w14:paraId="5E3027A1" w14:textId="77777777" w:rsidTr="003072A8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1EC91EE0" w14:textId="77777777" w:rsidR="00352E07" w:rsidRPr="002E05F3" w:rsidRDefault="00352E07" w:rsidP="00352E07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3"/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bookmarkEnd w:id="4"/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24B234AB" w14:textId="77777777" w:rsidR="00352E07" w:rsidRPr="00AE5620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AE5620">
              <w:rPr>
                <w:rFonts w:ascii="Liberation Serif" w:hAnsi="Liberation Serif"/>
                <w:sz w:val="18"/>
              </w:rPr>
              <w:t>Circulation au sol sur chantier et dans les locaux</w:t>
            </w:r>
          </w:p>
        </w:tc>
        <w:tc>
          <w:tcPr>
            <w:tcW w:w="2115" w:type="dxa"/>
            <w:shd w:val="clear" w:color="auto" w:fill="auto"/>
          </w:tcPr>
          <w:p w14:paraId="639B4DEC" w14:textId="77777777" w:rsidR="00352E07" w:rsidRPr="002E05F3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2E05F3">
              <w:rPr>
                <w:rFonts w:ascii="Liberation Serif" w:hAnsi="Liberation Serif"/>
                <w:sz w:val="18"/>
              </w:rPr>
              <w:t>Collision, chutes, chocs, heurts, encombrements, avec engins, établis de travail, machines-outils, stockage, matériaux, etc.</w:t>
            </w:r>
          </w:p>
        </w:tc>
        <w:tc>
          <w:tcPr>
            <w:tcW w:w="1675" w:type="dxa"/>
            <w:shd w:val="clear" w:color="auto" w:fill="auto"/>
          </w:tcPr>
          <w:p w14:paraId="580953B7" w14:textId="25E6E636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 xml:space="preserve">Baliser la zone de travail </w:t>
            </w:r>
          </w:p>
          <w:p w14:paraId="6F2CAAA4" w14:textId="77777777" w:rsidR="000959DC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 xml:space="preserve">Respecter les consignes de sécurité </w:t>
            </w:r>
          </w:p>
          <w:p w14:paraId="78DD6C6B" w14:textId="1F9B35F0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Etablir et faire respecter le phasage travaux</w:t>
            </w:r>
          </w:p>
        </w:tc>
        <w:tc>
          <w:tcPr>
            <w:tcW w:w="924" w:type="dxa"/>
            <w:shd w:val="clear" w:color="auto" w:fill="auto"/>
          </w:tcPr>
          <w:p w14:paraId="61953603" w14:textId="20710272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2A77831E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3445F5B8" w14:textId="2495DAAA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23F26CF3" w14:textId="77777777" w:rsidR="000959DC" w:rsidRPr="002E05F3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503BE390" w14:textId="77777777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7AF06B82" w14:textId="45EDD61D" w:rsidR="000959DC" w:rsidRPr="002E05F3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11" w:type="dxa"/>
            <w:shd w:val="clear" w:color="auto" w:fill="auto"/>
          </w:tcPr>
          <w:p w14:paraId="745947FE" w14:textId="264A5ACE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0D8A50FA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02BDF86" w14:textId="0E514CE2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5FFF2735" w14:textId="77777777" w:rsidR="000959DC" w:rsidRPr="002E05F3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4E2AE215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</w:tbl>
    <w:p w14:paraId="00B590BF" w14:textId="77777777" w:rsidR="00367CC0" w:rsidRDefault="00367CC0">
      <w:r>
        <w:br w:type="page"/>
      </w:r>
    </w:p>
    <w:tbl>
      <w:tblPr>
        <w:tblW w:w="0" w:type="auto"/>
        <w:tblInd w:w="2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201"/>
        <w:gridCol w:w="2695"/>
        <w:gridCol w:w="2115"/>
        <w:gridCol w:w="1675"/>
        <w:gridCol w:w="924"/>
        <w:gridCol w:w="911"/>
      </w:tblGrid>
      <w:tr w:rsidR="00367CC0" w:rsidRPr="001A0DD3" w14:paraId="2CD252F7" w14:textId="77777777" w:rsidTr="00367CC0">
        <w:tc>
          <w:tcPr>
            <w:tcW w:w="3896" w:type="dxa"/>
            <w:gridSpan w:val="2"/>
            <w:vMerge w:val="restart"/>
            <w:shd w:val="clear" w:color="auto" w:fill="BDD6EE"/>
            <w:vAlign w:val="center"/>
          </w:tcPr>
          <w:p w14:paraId="3D14B91C" w14:textId="77777777" w:rsidR="00367CC0" w:rsidRPr="00BD06C1" w:rsidRDefault="00367CC0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  <w:bookmarkStart w:id="5" w:name="_Hlk117690896"/>
            <w:r w:rsidRPr="001A0DD3">
              <w:rPr>
                <w:rFonts w:ascii="Liberation Serif" w:hAnsi="Liberation Serif"/>
                <w:b/>
              </w:rPr>
              <w:lastRenderedPageBreak/>
              <w:t>Domaine des risques</w:t>
            </w:r>
          </w:p>
        </w:tc>
        <w:tc>
          <w:tcPr>
            <w:tcW w:w="2115" w:type="dxa"/>
            <w:vMerge w:val="restart"/>
            <w:shd w:val="clear" w:color="auto" w:fill="BDD6EE"/>
            <w:vAlign w:val="center"/>
          </w:tcPr>
          <w:p w14:paraId="5F0E38FE" w14:textId="77777777" w:rsidR="00367CC0" w:rsidRPr="001A0DD3" w:rsidRDefault="00367CC0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Nature des risques</w:t>
            </w:r>
          </w:p>
        </w:tc>
        <w:tc>
          <w:tcPr>
            <w:tcW w:w="1675" w:type="dxa"/>
            <w:vMerge w:val="restart"/>
            <w:shd w:val="clear" w:color="auto" w:fill="BDD6EE"/>
            <w:vAlign w:val="center"/>
          </w:tcPr>
          <w:p w14:paraId="3FAD4F9A" w14:textId="77777777" w:rsidR="00367CC0" w:rsidRPr="001A0DD3" w:rsidRDefault="00367CC0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Mesures de prévention</w:t>
            </w:r>
          </w:p>
        </w:tc>
        <w:tc>
          <w:tcPr>
            <w:tcW w:w="1835" w:type="dxa"/>
            <w:gridSpan w:val="2"/>
            <w:shd w:val="clear" w:color="auto" w:fill="BDD6EE"/>
            <w:vAlign w:val="center"/>
          </w:tcPr>
          <w:p w14:paraId="76D38CED" w14:textId="77777777" w:rsidR="00367CC0" w:rsidRPr="001A0DD3" w:rsidRDefault="00367CC0" w:rsidP="004C2E77">
            <w:pPr>
              <w:spacing w:before="60" w:after="60"/>
              <w:jc w:val="center"/>
              <w:rPr>
                <w:rFonts w:ascii="Liberation Serif" w:hAnsi="Liberation Serif"/>
                <w:b/>
              </w:rPr>
            </w:pPr>
            <w:r w:rsidRPr="001A0DD3">
              <w:rPr>
                <w:rFonts w:ascii="Liberation Serif" w:hAnsi="Liberation Serif"/>
                <w:b/>
              </w:rPr>
              <w:t xml:space="preserve">Action réalisée par : </w:t>
            </w:r>
          </w:p>
        </w:tc>
      </w:tr>
      <w:tr w:rsidR="00367CC0" w:rsidRPr="00E15553" w14:paraId="1296A72E" w14:textId="77777777" w:rsidTr="00367CC0">
        <w:tc>
          <w:tcPr>
            <w:tcW w:w="3896" w:type="dxa"/>
            <w:gridSpan w:val="2"/>
            <w:vMerge/>
            <w:tcBorders>
              <w:bottom w:val="single" w:sz="2" w:space="0" w:color="auto"/>
            </w:tcBorders>
            <w:shd w:val="clear" w:color="auto" w:fill="BDD6EE"/>
            <w:vAlign w:val="center"/>
          </w:tcPr>
          <w:p w14:paraId="1BC592BE" w14:textId="77777777" w:rsidR="00367CC0" w:rsidRPr="001A0DD3" w:rsidRDefault="00367CC0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115" w:type="dxa"/>
            <w:vMerge/>
            <w:shd w:val="clear" w:color="auto" w:fill="BDD6EE"/>
            <w:vAlign w:val="center"/>
          </w:tcPr>
          <w:p w14:paraId="059B41AB" w14:textId="77777777" w:rsidR="00367CC0" w:rsidRPr="001A0DD3" w:rsidRDefault="00367CC0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75" w:type="dxa"/>
            <w:vMerge/>
            <w:shd w:val="clear" w:color="auto" w:fill="BDD6EE"/>
          </w:tcPr>
          <w:p w14:paraId="3032EAE7" w14:textId="77777777" w:rsidR="00367CC0" w:rsidRPr="001C1E96" w:rsidRDefault="00367CC0" w:rsidP="004C2E77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</w:p>
        </w:tc>
        <w:tc>
          <w:tcPr>
            <w:tcW w:w="924" w:type="dxa"/>
            <w:shd w:val="clear" w:color="auto" w:fill="BDD6EE"/>
            <w:vAlign w:val="center"/>
          </w:tcPr>
          <w:p w14:paraId="2C6A7916" w14:textId="77777777" w:rsidR="00367CC0" w:rsidRPr="001C1E96" w:rsidRDefault="00367CC0" w:rsidP="004C2E77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1C1E96">
              <w:rPr>
                <w:rFonts w:ascii="Liberation Serif" w:hAnsi="Liberation Serif"/>
                <w:b/>
                <w:sz w:val="18"/>
                <w:szCs w:val="18"/>
              </w:rPr>
              <w:t>EU</w:t>
            </w:r>
          </w:p>
        </w:tc>
        <w:tc>
          <w:tcPr>
            <w:tcW w:w="911" w:type="dxa"/>
            <w:shd w:val="clear" w:color="auto" w:fill="BDD6EE"/>
            <w:vAlign w:val="center"/>
          </w:tcPr>
          <w:p w14:paraId="0BB3FA51" w14:textId="77777777" w:rsidR="00367CC0" w:rsidRPr="00E15553" w:rsidRDefault="00367CC0" w:rsidP="004C2E77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E15553">
              <w:rPr>
                <w:rFonts w:ascii="Liberation Serif" w:hAnsi="Liberation Serif"/>
                <w:b/>
                <w:sz w:val="18"/>
                <w:szCs w:val="18"/>
              </w:rPr>
              <w:t>EE</w:t>
            </w:r>
          </w:p>
        </w:tc>
      </w:tr>
      <w:bookmarkEnd w:id="5"/>
      <w:tr w:rsidR="00352E07" w:rsidRPr="002E05F3" w14:paraId="1EBFDCA3" w14:textId="77777777" w:rsidTr="00367CC0"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5B763D2F" w14:textId="77777777" w:rsidR="00DF065D" w:rsidRDefault="00DF065D" w:rsidP="00352E07">
            <w:pPr>
              <w:spacing w:beforeLines="60" w:before="144"/>
              <w:jc w:val="left"/>
              <w:rPr>
                <w:rFonts w:ascii="Liberation Serif" w:hAnsi="Liberation Serif"/>
              </w:rPr>
            </w:pPr>
          </w:p>
          <w:p w14:paraId="786D29D2" w14:textId="2627AF21" w:rsidR="00352E07" w:rsidRPr="002E05F3" w:rsidRDefault="00352E07" w:rsidP="00352E07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4"/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bookmarkEnd w:id="6"/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0473CC6C" w14:textId="77777777" w:rsidR="00DF065D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0EEA516E" w14:textId="621616C1" w:rsidR="00352E07" w:rsidRPr="00AE5620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AE5620">
              <w:rPr>
                <w:rFonts w:ascii="Liberation Serif" w:hAnsi="Liberation Serif"/>
                <w:sz w:val="18"/>
              </w:rPr>
              <w:t>Circulation au sol sur le chantier, terrain inondable, boueux.</w:t>
            </w:r>
          </w:p>
        </w:tc>
        <w:tc>
          <w:tcPr>
            <w:tcW w:w="2115" w:type="dxa"/>
            <w:shd w:val="clear" w:color="auto" w:fill="auto"/>
          </w:tcPr>
          <w:p w14:paraId="4E42B16B" w14:textId="77777777" w:rsidR="00352E07" w:rsidRPr="002E05F3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2E05F3">
              <w:rPr>
                <w:rFonts w:ascii="Liberation Serif" w:hAnsi="Liberation Serif"/>
                <w:sz w:val="18"/>
              </w:rPr>
              <w:t>Glissade, basculage des engins utilisés pour effectuer le chargement/déchargement du matériel</w:t>
            </w:r>
          </w:p>
        </w:tc>
        <w:tc>
          <w:tcPr>
            <w:tcW w:w="1675" w:type="dxa"/>
            <w:shd w:val="clear" w:color="auto" w:fill="auto"/>
          </w:tcPr>
          <w:p w14:paraId="70854918" w14:textId="77777777" w:rsidR="00DF065D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59378DDA" w14:textId="69760AB2" w:rsidR="000959DC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-Sabler/C</w:t>
            </w:r>
            <w:r w:rsidRPr="002E05F3">
              <w:rPr>
                <w:rFonts w:ascii="Liberation Serif" w:hAnsi="Liberation Serif"/>
                <w:sz w:val="18"/>
              </w:rPr>
              <w:t>onsolider le sol de la zone de travail</w:t>
            </w:r>
            <w:r>
              <w:rPr>
                <w:rFonts w:ascii="Liberation Serif" w:hAnsi="Liberation Serif"/>
                <w:sz w:val="18"/>
              </w:rPr>
              <w:t xml:space="preserve"> </w:t>
            </w:r>
          </w:p>
          <w:p w14:paraId="6F9D2225" w14:textId="50549DD3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 xml:space="preserve">Porter les EPI appropriés, </w:t>
            </w:r>
          </w:p>
          <w:p w14:paraId="7A33E232" w14:textId="13689908" w:rsidR="00352E07" w:rsidRPr="002E05F3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</w:p>
        </w:tc>
        <w:tc>
          <w:tcPr>
            <w:tcW w:w="924" w:type="dxa"/>
            <w:shd w:val="clear" w:color="auto" w:fill="auto"/>
          </w:tcPr>
          <w:p w14:paraId="1C2D85AD" w14:textId="77777777" w:rsidR="00DF065D" w:rsidRDefault="00DF065D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337982A3" w14:textId="44521647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0E79686D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57958566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2A8AA66B" w14:textId="77777777" w:rsidR="00DF065D" w:rsidRDefault="00DF065D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1E2B8042" w14:textId="196DF632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5BD00EC7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5E43487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  <w:tr w:rsidR="00352E07" w:rsidRPr="002E05F3" w14:paraId="5AB83A66" w14:textId="77777777" w:rsidTr="00367CC0"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41801888" w14:textId="77777777" w:rsidR="00352E07" w:rsidRPr="002E05F3" w:rsidRDefault="00352E07" w:rsidP="00352E07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5"/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bookmarkEnd w:id="7"/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6A39DF89" w14:textId="604550DE" w:rsidR="00352E07" w:rsidRPr="00AE5620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AE5620">
              <w:rPr>
                <w:rFonts w:ascii="Liberation Serif" w:hAnsi="Liberation Serif"/>
                <w:sz w:val="18"/>
              </w:rPr>
              <w:t>Circulation de niveau, travaux en hauteur (</w:t>
            </w:r>
            <w:r w:rsidR="000959DC" w:rsidRPr="00AE5620">
              <w:rPr>
                <w:rFonts w:ascii="Liberation Serif" w:hAnsi="Liberation Serif"/>
                <w:sz w:val="18"/>
              </w:rPr>
              <w:t xml:space="preserve">dénivellation </w:t>
            </w:r>
            <w:r w:rsidRPr="00AE5620">
              <w:rPr>
                <w:rFonts w:ascii="Liberation Serif" w:hAnsi="Liberation Serif"/>
                <w:sz w:val="18"/>
              </w:rPr>
              <w:t xml:space="preserve">fouilles, escaliers, </w:t>
            </w:r>
            <w:r w:rsidR="000959DC" w:rsidRPr="00AE5620">
              <w:rPr>
                <w:rFonts w:ascii="Liberation Serif" w:hAnsi="Liberation Serif"/>
                <w:sz w:val="18"/>
              </w:rPr>
              <w:t xml:space="preserve">charpentes, </w:t>
            </w:r>
            <w:r w:rsidRPr="00AE5620">
              <w:rPr>
                <w:rFonts w:ascii="Liberation Serif" w:hAnsi="Liberation Serif"/>
                <w:sz w:val="18"/>
              </w:rPr>
              <w:t>toitures, plafonds, échelles, échafaudage etc</w:t>
            </w:r>
            <w:r w:rsidR="000959DC" w:rsidRPr="00AE5620">
              <w:rPr>
                <w:rFonts w:ascii="Liberation Serif" w:hAnsi="Liberation Serif"/>
                <w:sz w:val="18"/>
              </w:rPr>
              <w:t>…</w:t>
            </w:r>
            <w:r w:rsidRPr="00AE5620">
              <w:rPr>
                <w:rFonts w:ascii="Liberation Serif" w:hAnsi="Liberation Serif"/>
                <w:sz w:val="18"/>
              </w:rPr>
              <w:t>)</w:t>
            </w:r>
          </w:p>
        </w:tc>
        <w:tc>
          <w:tcPr>
            <w:tcW w:w="2115" w:type="dxa"/>
            <w:shd w:val="clear" w:color="auto" w:fill="auto"/>
          </w:tcPr>
          <w:p w14:paraId="49418B92" w14:textId="77777777" w:rsidR="00352E07" w:rsidRPr="002E05F3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2E05F3">
              <w:rPr>
                <w:rFonts w:ascii="Liberation Serif" w:hAnsi="Liberation Serif"/>
                <w:sz w:val="18"/>
              </w:rPr>
              <w:t>Chute</w:t>
            </w:r>
          </w:p>
        </w:tc>
        <w:tc>
          <w:tcPr>
            <w:tcW w:w="1675" w:type="dxa"/>
            <w:shd w:val="clear" w:color="auto" w:fill="auto"/>
          </w:tcPr>
          <w:p w14:paraId="72944317" w14:textId="5E3C457D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Porter les EPI</w:t>
            </w:r>
            <w:r w:rsidR="00352E07">
              <w:rPr>
                <w:rFonts w:ascii="Liberation Serif" w:hAnsi="Liberation Serif"/>
                <w:sz w:val="18"/>
              </w:rPr>
              <w:t xml:space="preserve"> </w:t>
            </w:r>
            <w:r w:rsidR="00352E07" w:rsidRPr="002E05F3">
              <w:rPr>
                <w:rFonts w:ascii="Liberation Serif" w:hAnsi="Liberation Serif"/>
                <w:sz w:val="18"/>
              </w:rPr>
              <w:t xml:space="preserve">adéquats, </w:t>
            </w:r>
          </w:p>
          <w:p w14:paraId="3CDECE81" w14:textId="34768615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Définir préalablement les chemins de circulation,</w:t>
            </w:r>
          </w:p>
          <w:p w14:paraId="4AA4FC29" w14:textId="42029EC8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Marcher avec précaution sur les toitures et les charpentes,</w:t>
            </w:r>
          </w:p>
          <w:p w14:paraId="5BA52766" w14:textId="77777777" w:rsidR="00352E07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Blinder les fouilles</w:t>
            </w:r>
          </w:p>
          <w:p w14:paraId="366A8DCE" w14:textId="241F30F0" w:rsidR="00DF065D" w:rsidRPr="002E05F3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</w:tc>
        <w:tc>
          <w:tcPr>
            <w:tcW w:w="924" w:type="dxa"/>
            <w:shd w:val="clear" w:color="auto" w:fill="auto"/>
          </w:tcPr>
          <w:p w14:paraId="30CEFAAB" w14:textId="3476E485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50298873" w14:textId="64647E3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E4AE708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3677EC4" w14:textId="77777777" w:rsidR="000959DC" w:rsidRDefault="000959DC" w:rsidP="000959DC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093EFBF5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F733C01" w14:textId="77777777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75CF0700" w14:textId="77777777" w:rsidR="000959DC" w:rsidRDefault="000959DC" w:rsidP="00DF065D">
            <w:pPr>
              <w:spacing w:before="60"/>
              <w:rPr>
                <w:rFonts w:ascii="Liberation Serif" w:hAnsi="Liberation Serif"/>
              </w:rPr>
            </w:pPr>
          </w:p>
          <w:p w14:paraId="1C092C38" w14:textId="6B4356BB" w:rsidR="00352E07" w:rsidRPr="002E05F3" w:rsidRDefault="00352E07" w:rsidP="000959DC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26F21AF1" w14:textId="0CB30984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4B80C96B" w14:textId="26BBFE1E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15107C20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310044AD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7257725E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1FCB71F8" w14:textId="4942BB61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E87CFFF" w14:textId="77777777" w:rsidR="000959DC" w:rsidRDefault="000959DC" w:rsidP="00DF065D">
            <w:pPr>
              <w:spacing w:before="60"/>
              <w:rPr>
                <w:rFonts w:ascii="Liberation Serif" w:hAnsi="Liberation Serif"/>
              </w:rPr>
            </w:pPr>
          </w:p>
          <w:p w14:paraId="5ADFE745" w14:textId="224C91F3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  <w:tr w:rsidR="00352E07" w:rsidRPr="002E05F3" w14:paraId="31729B28" w14:textId="77777777" w:rsidTr="00367CC0">
        <w:trPr>
          <w:trHeight w:val="133"/>
        </w:trPr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68A55051" w14:textId="77777777" w:rsidR="00352E07" w:rsidRPr="002E05F3" w:rsidRDefault="00352E07" w:rsidP="00352E07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6"/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bookmarkEnd w:id="8"/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29071788" w14:textId="77777777" w:rsidR="00352E07" w:rsidRPr="00AE5620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AE5620">
              <w:rPr>
                <w:rFonts w:ascii="Liberation Serif" w:hAnsi="Liberation Serif"/>
                <w:sz w:val="18"/>
              </w:rPr>
              <w:t>Mécanismes en mouvement (machines, appareils, etc.)</w:t>
            </w:r>
          </w:p>
        </w:tc>
        <w:tc>
          <w:tcPr>
            <w:tcW w:w="2115" w:type="dxa"/>
            <w:shd w:val="clear" w:color="auto" w:fill="auto"/>
          </w:tcPr>
          <w:p w14:paraId="101E89A9" w14:textId="77777777" w:rsidR="00352E07" w:rsidRPr="002E05F3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2E05F3">
              <w:rPr>
                <w:rFonts w:ascii="Liberation Serif" w:hAnsi="Liberation Serif"/>
                <w:sz w:val="18"/>
              </w:rPr>
              <w:t>Liée à l’utilisation spécifique de la machine</w:t>
            </w:r>
          </w:p>
        </w:tc>
        <w:tc>
          <w:tcPr>
            <w:tcW w:w="1675" w:type="dxa"/>
            <w:shd w:val="clear" w:color="auto" w:fill="auto"/>
          </w:tcPr>
          <w:p w14:paraId="7E93D648" w14:textId="11632FC2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 xml:space="preserve">Respecter la réglementation en matière de sécurité du travail, </w:t>
            </w:r>
          </w:p>
          <w:p w14:paraId="089089B6" w14:textId="252BE7A4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Respecter des consignes d’utilisation du constructeur du mécanisme,</w:t>
            </w:r>
          </w:p>
          <w:p w14:paraId="2BFFC0D8" w14:textId="206240F8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Porter les EPI adéquats</w:t>
            </w:r>
          </w:p>
        </w:tc>
        <w:tc>
          <w:tcPr>
            <w:tcW w:w="924" w:type="dxa"/>
            <w:shd w:val="clear" w:color="auto" w:fill="auto"/>
          </w:tcPr>
          <w:p w14:paraId="526A388F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D95DB04" w14:textId="290F7E3A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48FFD2F0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63668741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194C1AA8" w14:textId="313BEFAD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2F1CB113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BF0968F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17A74DDD" w14:textId="7AC1E810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747CAA59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862DEEC" w14:textId="50089659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540EA9B9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438066F5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5191FB91" w14:textId="6F5FA66C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B306A0D" w14:textId="3B6165DD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28DB3EA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0BE4FC4" w14:textId="77777777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86CCFF3" w14:textId="69E56771" w:rsidR="00DF065D" w:rsidRPr="002E05F3" w:rsidRDefault="00DF065D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</w:tc>
      </w:tr>
      <w:tr w:rsidR="00352E07" w:rsidRPr="002E05F3" w14:paraId="143EABA1" w14:textId="77777777" w:rsidTr="00367CC0">
        <w:trPr>
          <w:trHeight w:val="1211"/>
        </w:trPr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14B72D5E" w14:textId="77777777" w:rsidR="00352E07" w:rsidRPr="002E05F3" w:rsidRDefault="00352E07" w:rsidP="00352E07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7"/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bookmarkEnd w:id="9"/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52542ED6" w14:textId="77777777" w:rsidR="00352E07" w:rsidRPr="00AE5620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AE5620">
              <w:rPr>
                <w:rFonts w:ascii="Liberation Serif" w:hAnsi="Liberation Serif"/>
                <w:sz w:val="18"/>
              </w:rPr>
              <w:t>Outils portatifs, électriques, pneumatiques (perceuses, meuleuses, marteaux-piqueurs, tronçonneuses, …)</w:t>
            </w:r>
          </w:p>
        </w:tc>
        <w:tc>
          <w:tcPr>
            <w:tcW w:w="2115" w:type="dxa"/>
            <w:shd w:val="clear" w:color="auto" w:fill="auto"/>
          </w:tcPr>
          <w:p w14:paraId="0295B0B9" w14:textId="77777777" w:rsidR="00352E07" w:rsidRPr="002E05F3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2E05F3">
              <w:rPr>
                <w:rFonts w:ascii="Liberation Serif" w:hAnsi="Liberation Serif"/>
                <w:sz w:val="18"/>
              </w:rPr>
              <w:t>Liée à l’utilisation spécifique de l’outillage, projections, éclatements</w:t>
            </w:r>
          </w:p>
        </w:tc>
        <w:tc>
          <w:tcPr>
            <w:tcW w:w="1675" w:type="dxa"/>
            <w:shd w:val="clear" w:color="auto" w:fill="auto"/>
          </w:tcPr>
          <w:p w14:paraId="43A948AD" w14:textId="2FFAAA3C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 xml:space="preserve">Respecter la réglementation en matière de sécurité du travail, </w:t>
            </w:r>
          </w:p>
          <w:p w14:paraId="5055F9C7" w14:textId="4F3A40C8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Respecter les consignes d’utilisation du constructeur,</w:t>
            </w:r>
          </w:p>
          <w:p w14:paraId="0D5C2B7A" w14:textId="65964273" w:rsidR="00352E07" w:rsidRPr="00FF5CA9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>
              <w:rPr>
                <w:rFonts w:ascii="Liberation Serif" w:hAnsi="Liberation Serif"/>
                <w:sz w:val="18"/>
              </w:rPr>
              <w:t>Porter les EPI adéquats,</w:t>
            </w:r>
          </w:p>
        </w:tc>
        <w:tc>
          <w:tcPr>
            <w:tcW w:w="924" w:type="dxa"/>
            <w:shd w:val="clear" w:color="auto" w:fill="auto"/>
          </w:tcPr>
          <w:p w14:paraId="23FC952E" w14:textId="044E98CC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564889DF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BF3BF7B" w14:textId="77777777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4105AD3F" w14:textId="6DF2525D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4E293D87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33AE8C1A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11D42261" w14:textId="1F2A453A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1237AA93" w14:textId="37DE1FF5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5F7CBBB7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C9779E1" w14:textId="77777777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5A2B9A95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4ED5B4E2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65AAD40F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55D62B0E" w14:textId="7789345D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</w:tbl>
    <w:p w14:paraId="0B25046E" w14:textId="77777777" w:rsidR="00DF065D" w:rsidRDefault="00DF065D">
      <w:r>
        <w:br w:type="page"/>
      </w:r>
    </w:p>
    <w:tbl>
      <w:tblPr>
        <w:tblW w:w="0" w:type="auto"/>
        <w:tblInd w:w="2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201"/>
        <w:gridCol w:w="2695"/>
        <w:gridCol w:w="2115"/>
        <w:gridCol w:w="1675"/>
        <w:gridCol w:w="924"/>
        <w:gridCol w:w="911"/>
      </w:tblGrid>
      <w:tr w:rsidR="00DF065D" w:rsidRPr="001A0DD3" w14:paraId="623A502D" w14:textId="77777777" w:rsidTr="004C2E77">
        <w:tc>
          <w:tcPr>
            <w:tcW w:w="3896" w:type="dxa"/>
            <w:gridSpan w:val="2"/>
            <w:vMerge w:val="restart"/>
            <w:shd w:val="clear" w:color="auto" w:fill="BDD6EE"/>
            <w:vAlign w:val="center"/>
          </w:tcPr>
          <w:p w14:paraId="7A77432F" w14:textId="77777777" w:rsidR="00DF065D" w:rsidRPr="00BD06C1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lastRenderedPageBreak/>
              <w:t>Domaine des risques</w:t>
            </w:r>
          </w:p>
        </w:tc>
        <w:tc>
          <w:tcPr>
            <w:tcW w:w="2115" w:type="dxa"/>
            <w:vMerge w:val="restart"/>
            <w:shd w:val="clear" w:color="auto" w:fill="BDD6EE"/>
            <w:vAlign w:val="center"/>
          </w:tcPr>
          <w:p w14:paraId="4C5964F9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Nature des risques</w:t>
            </w:r>
          </w:p>
        </w:tc>
        <w:tc>
          <w:tcPr>
            <w:tcW w:w="1675" w:type="dxa"/>
            <w:vMerge w:val="restart"/>
            <w:shd w:val="clear" w:color="auto" w:fill="BDD6EE"/>
            <w:vAlign w:val="center"/>
          </w:tcPr>
          <w:p w14:paraId="1C838AE3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Mesures de prévention</w:t>
            </w:r>
          </w:p>
        </w:tc>
        <w:tc>
          <w:tcPr>
            <w:tcW w:w="1835" w:type="dxa"/>
            <w:gridSpan w:val="2"/>
            <w:shd w:val="clear" w:color="auto" w:fill="BDD6EE"/>
            <w:vAlign w:val="center"/>
          </w:tcPr>
          <w:p w14:paraId="7D73E58D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  <w:b/>
              </w:rPr>
            </w:pPr>
            <w:r w:rsidRPr="001A0DD3">
              <w:rPr>
                <w:rFonts w:ascii="Liberation Serif" w:hAnsi="Liberation Serif"/>
                <w:b/>
              </w:rPr>
              <w:t xml:space="preserve">Action réalisée par : </w:t>
            </w:r>
          </w:p>
        </w:tc>
      </w:tr>
      <w:tr w:rsidR="00DF065D" w:rsidRPr="00E15553" w14:paraId="3116632A" w14:textId="77777777" w:rsidTr="004C2E77">
        <w:tc>
          <w:tcPr>
            <w:tcW w:w="3896" w:type="dxa"/>
            <w:gridSpan w:val="2"/>
            <w:vMerge/>
            <w:tcBorders>
              <w:bottom w:val="single" w:sz="2" w:space="0" w:color="auto"/>
            </w:tcBorders>
            <w:shd w:val="clear" w:color="auto" w:fill="BDD6EE"/>
            <w:vAlign w:val="center"/>
          </w:tcPr>
          <w:p w14:paraId="7222B539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115" w:type="dxa"/>
            <w:vMerge/>
            <w:shd w:val="clear" w:color="auto" w:fill="BDD6EE"/>
            <w:vAlign w:val="center"/>
          </w:tcPr>
          <w:p w14:paraId="388F349B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75" w:type="dxa"/>
            <w:vMerge/>
            <w:shd w:val="clear" w:color="auto" w:fill="BDD6EE"/>
          </w:tcPr>
          <w:p w14:paraId="68E20389" w14:textId="77777777" w:rsidR="00DF065D" w:rsidRPr="001C1E96" w:rsidRDefault="00DF065D" w:rsidP="004C2E77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</w:p>
        </w:tc>
        <w:tc>
          <w:tcPr>
            <w:tcW w:w="924" w:type="dxa"/>
            <w:shd w:val="clear" w:color="auto" w:fill="BDD6EE"/>
            <w:vAlign w:val="center"/>
          </w:tcPr>
          <w:p w14:paraId="41AE87D2" w14:textId="77777777" w:rsidR="00DF065D" w:rsidRPr="001C1E96" w:rsidRDefault="00DF065D" w:rsidP="004C2E77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1C1E96">
              <w:rPr>
                <w:rFonts w:ascii="Liberation Serif" w:hAnsi="Liberation Serif"/>
                <w:b/>
                <w:sz w:val="18"/>
                <w:szCs w:val="18"/>
              </w:rPr>
              <w:t>EU</w:t>
            </w:r>
          </w:p>
        </w:tc>
        <w:tc>
          <w:tcPr>
            <w:tcW w:w="911" w:type="dxa"/>
            <w:shd w:val="clear" w:color="auto" w:fill="BDD6EE"/>
            <w:vAlign w:val="center"/>
          </w:tcPr>
          <w:p w14:paraId="5F9D5017" w14:textId="77777777" w:rsidR="00DF065D" w:rsidRPr="00E15553" w:rsidRDefault="00DF065D" w:rsidP="004C2E77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E15553">
              <w:rPr>
                <w:rFonts w:ascii="Liberation Serif" w:hAnsi="Liberation Serif"/>
                <w:b/>
                <w:sz w:val="18"/>
                <w:szCs w:val="18"/>
              </w:rPr>
              <w:t>EE</w:t>
            </w:r>
          </w:p>
        </w:tc>
      </w:tr>
      <w:tr w:rsidR="00352E07" w:rsidRPr="002E05F3" w14:paraId="636AC6FC" w14:textId="77777777" w:rsidTr="00367CC0"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0274B0D6" w14:textId="77777777" w:rsidR="00DF065D" w:rsidRDefault="00DF065D" w:rsidP="00352E07">
            <w:pPr>
              <w:spacing w:beforeLines="60" w:before="144"/>
              <w:jc w:val="left"/>
              <w:rPr>
                <w:rFonts w:ascii="Liberation Serif" w:hAnsi="Liberation Serif"/>
              </w:rPr>
            </w:pPr>
          </w:p>
          <w:p w14:paraId="033BF5FD" w14:textId="77777777" w:rsidR="00DF065D" w:rsidRDefault="00DF065D" w:rsidP="00352E07">
            <w:pPr>
              <w:spacing w:beforeLines="60" w:before="144"/>
              <w:jc w:val="left"/>
              <w:rPr>
                <w:rFonts w:ascii="Liberation Serif" w:hAnsi="Liberation Serif"/>
              </w:rPr>
            </w:pPr>
          </w:p>
          <w:p w14:paraId="434AF669" w14:textId="51B0B5D1" w:rsidR="00352E07" w:rsidRPr="002E05F3" w:rsidRDefault="00352E07" w:rsidP="00352E07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1C874A9D" w14:textId="77777777" w:rsidR="00DF065D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5A1BED15" w14:textId="77777777" w:rsidR="00DF065D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2DDBF974" w14:textId="0D463996" w:rsidR="00352E07" w:rsidRPr="00AE5620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AE5620">
              <w:rPr>
                <w:rFonts w:ascii="Liberation Serif" w:hAnsi="Liberation Serif"/>
                <w:sz w:val="18"/>
              </w:rPr>
              <w:t>Chutes d’objets en stockage (manutention, travaux en hauteur)</w:t>
            </w:r>
          </w:p>
        </w:tc>
        <w:tc>
          <w:tcPr>
            <w:tcW w:w="2115" w:type="dxa"/>
            <w:shd w:val="clear" w:color="auto" w:fill="auto"/>
          </w:tcPr>
          <w:p w14:paraId="1FD426F7" w14:textId="77777777" w:rsidR="00DF065D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55A60BA6" w14:textId="77777777" w:rsidR="00DF065D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6AFDB2C7" w14:textId="28E78A01" w:rsidR="00352E07" w:rsidRPr="002E05F3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2E05F3">
              <w:rPr>
                <w:rFonts w:ascii="Liberation Serif" w:hAnsi="Liberation Serif"/>
                <w:sz w:val="18"/>
              </w:rPr>
              <w:t>Chutes, chocs</w:t>
            </w:r>
          </w:p>
        </w:tc>
        <w:tc>
          <w:tcPr>
            <w:tcW w:w="1675" w:type="dxa"/>
            <w:shd w:val="clear" w:color="auto" w:fill="auto"/>
          </w:tcPr>
          <w:p w14:paraId="21C05BC1" w14:textId="50803169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 xml:space="preserve">Respecter la réglementation en matière de sécurité du travail, </w:t>
            </w:r>
          </w:p>
          <w:p w14:paraId="6B8CBE79" w14:textId="60F457BE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Manipuler les objets avec précaution,</w:t>
            </w:r>
          </w:p>
          <w:p w14:paraId="11740D1D" w14:textId="18D7029F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Porter les EPI adéquats</w:t>
            </w:r>
          </w:p>
        </w:tc>
        <w:tc>
          <w:tcPr>
            <w:tcW w:w="924" w:type="dxa"/>
            <w:shd w:val="clear" w:color="auto" w:fill="auto"/>
          </w:tcPr>
          <w:p w14:paraId="1F450C1C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C27CD68" w14:textId="4271DF1B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2588E44E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DFFC748" w14:textId="0FAB417B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37FBC78D" w14:textId="77777777" w:rsidR="000959DC" w:rsidRPr="002E05F3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88CC6FC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6FA97455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3BBA835F" w14:textId="52E0DBB0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1758BDB1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D4E9479" w14:textId="51234B15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52043CD2" w14:textId="77777777" w:rsidR="000959DC" w:rsidRPr="002E05F3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4AA2D24E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  <w:tr w:rsidR="00352E07" w:rsidRPr="002E05F3" w14:paraId="1BCE9603" w14:textId="77777777" w:rsidTr="00367CC0"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71A9E6EA" w14:textId="77777777" w:rsidR="00DF065D" w:rsidRDefault="00DF065D" w:rsidP="00352E07">
            <w:pPr>
              <w:spacing w:beforeLines="60" w:before="144"/>
              <w:jc w:val="left"/>
              <w:rPr>
                <w:rFonts w:ascii="Liberation Serif" w:hAnsi="Liberation Serif"/>
              </w:rPr>
            </w:pPr>
          </w:p>
          <w:p w14:paraId="1260AAC9" w14:textId="3146514E" w:rsidR="00352E07" w:rsidRPr="002E05F3" w:rsidRDefault="00352E07" w:rsidP="00352E07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9"/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bookmarkEnd w:id="10"/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20066B12" w14:textId="77777777" w:rsidR="00DF065D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61A71601" w14:textId="77777777" w:rsidR="00DF065D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21849074" w14:textId="1E0C8716" w:rsidR="00352E07" w:rsidRPr="00AE5620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AE5620">
              <w:rPr>
                <w:rFonts w:ascii="Liberation Serif" w:hAnsi="Liberation Serif"/>
                <w:sz w:val="18"/>
              </w:rPr>
              <w:t>Emploi de produits chimiques</w:t>
            </w:r>
          </w:p>
        </w:tc>
        <w:tc>
          <w:tcPr>
            <w:tcW w:w="2115" w:type="dxa"/>
            <w:shd w:val="clear" w:color="auto" w:fill="auto"/>
          </w:tcPr>
          <w:p w14:paraId="529A1041" w14:textId="77777777" w:rsidR="00DF065D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56ABB17E" w14:textId="77777777" w:rsidR="00DF065D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087B05A0" w14:textId="77777777" w:rsidR="00DF065D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75A664CA" w14:textId="13C505C5" w:rsidR="00352E07" w:rsidRPr="002E05F3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2E05F3">
              <w:rPr>
                <w:rFonts w:ascii="Liberation Serif" w:hAnsi="Liberation Serif"/>
                <w:sz w:val="18"/>
              </w:rPr>
              <w:t>Projections dangereuses, brûlures, explosion, inhalation, pollution</w:t>
            </w:r>
          </w:p>
        </w:tc>
        <w:tc>
          <w:tcPr>
            <w:tcW w:w="1675" w:type="dxa"/>
            <w:shd w:val="clear" w:color="auto" w:fill="auto"/>
          </w:tcPr>
          <w:p w14:paraId="17317F9E" w14:textId="77777777" w:rsidR="00DF065D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0B75917F" w14:textId="2E5893F9" w:rsidR="00352E07" w:rsidRPr="002E05F3" w:rsidRDefault="00383C08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Porter les EPI adéquats,</w:t>
            </w:r>
          </w:p>
          <w:p w14:paraId="385B6F35" w14:textId="724F170C" w:rsidR="00352E07" w:rsidRPr="002E05F3" w:rsidRDefault="00383C08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Respecter les temps d’exposition aux produits dangereux,</w:t>
            </w:r>
          </w:p>
          <w:p w14:paraId="26C61554" w14:textId="5F342F0E" w:rsidR="00352E07" w:rsidRPr="002E05F3" w:rsidRDefault="00383C08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Interdire le rejet des produits toxiques dans les égouts ou la nature,</w:t>
            </w:r>
          </w:p>
          <w:p w14:paraId="182CFF86" w14:textId="1DC1F0C4" w:rsidR="00352E07" w:rsidRPr="002E05F3" w:rsidRDefault="00383C08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Connaitre l’emplacement des points d’eau,</w:t>
            </w:r>
          </w:p>
          <w:p w14:paraId="624197A5" w14:textId="77777777" w:rsidR="00352E07" w:rsidRDefault="00383C08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bCs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 xml:space="preserve">Fournir les </w:t>
            </w:r>
            <w:r w:rsidR="003D52AF" w:rsidRPr="003D52AF">
              <w:rPr>
                <w:rFonts w:ascii="Liberation Serif" w:hAnsi="Liberation Serif"/>
                <w:b/>
                <w:bCs/>
                <w:sz w:val="18"/>
              </w:rPr>
              <w:t>f</w:t>
            </w:r>
            <w:r w:rsidR="00352E07" w:rsidRPr="003D52AF">
              <w:rPr>
                <w:rFonts w:ascii="Liberation Serif" w:hAnsi="Liberation Serif"/>
                <w:b/>
                <w:bCs/>
                <w:sz w:val="18"/>
              </w:rPr>
              <w:t>ic</w:t>
            </w:r>
            <w:r w:rsidR="00352E07" w:rsidRPr="002E05F3">
              <w:rPr>
                <w:rFonts w:ascii="Liberation Serif" w:hAnsi="Liberation Serif"/>
                <w:b/>
                <w:sz w:val="18"/>
              </w:rPr>
              <w:t xml:space="preserve">hes de sécurité </w:t>
            </w:r>
            <w:r w:rsidR="00352E07" w:rsidRPr="003D52AF">
              <w:rPr>
                <w:rFonts w:ascii="Liberation Serif" w:hAnsi="Liberation Serif"/>
                <w:bCs/>
                <w:sz w:val="18"/>
              </w:rPr>
              <w:t>(FDS)</w:t>
            </w:r>
          </w:p>
          <w:p w14:paraId="11538083" w14:textId="60F997CE" w:rsidR="00DF065D" w:rsidRPr="002E05F3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</w:tc>
        <w:tc>
          <w:tcPr>
            <w:tcW w:w="924" w:type="dxa"/>
            <w:shd w:val="clear" w:color="auto" w:fill="auto"/>
          </w:tcPr>
          <w:p w14:paraId="48FF24E9" w14:textId="77777777" w:rsidR="00DF065D" w:rsidRDefault="00DF065D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4B75EA58" w14:textId="09637EAB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7EF129DF" w14:textId="77777777" w:rsidR="00383C08" w:rsidRDefault="00383C08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5AC1A1F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774041F4" w14:textId="77777777" w:rsidR="00383C08" w:rsidRDefault="00383C08" w:rsidP="00383C08">
            <w:pPr>
              <w:rPr>
                <w:rFonts w:ascii="Liberation Serif" w:hAnsi="Liberation Serif"/>
              </w:rPr>
            </w:pPr>
          </w:p>
          <w:p w14:paraId="6F9BA684" w14:textId="6CB502FB" w:rsidR="00352E07" w:rsidRDefault="00352E07" w:rsidP="00352E0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4150055F" w14:textId="7936B3D4" w:rsidR="00352E07" w:rsidRDefault="00352E07" w:rsidP="00352E07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429DBD28" w14:textId="386E8C29" w:rsidR="00383C08" w:rsidRDefault="00383C08" w:rsidP="00352E07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0403D891" w14:textId="77777777" w:rsidR="00383C08" w:rsidRPr="002E05F3" w:rsidRDefault="00383C08" w:rsidP="00352E07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35EAEB3F" w14:textId="77777777" w:rsidR="00352E07" w:rsidRDefault="00352E07" w:rsidP="00352E0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2485C7C0" w14:textId="77777777" w:rsidR="00383C08" w:rsidRDefault="00383C08" w:rsidP="00DF065D">
            <w:pPr>
              <w:rPr>
                <w:rFonts w:ascii="Liberation Serif" w:hAnsi="Liberation Serif"/>
              </w:rPr>
            </w:pPr>
          </w:p>
          <w:p w14:paraId="5C8526DA" w14:textId="2EB302F9" w:rsidR="00352E07" w:rsidRPr="002E05F3" w:rsidRDefault="00352E07" w:rsidP="00352E0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1DB5107F" w14:textId="77777777" w:rsidR="00DF065D" w:rsidRDefault="00DF065D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B305AE6" w14:textId="7F37E0B9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29F9BC2E" w14:textId="77777777" w:rsidR="00383C08" w:rsidRDefault="00383C08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91C245E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712D3D1" w14:textId="77777777" w:rsidR="00383C08" w:rsidRDefault="00383C08" w:rsidP="00383C08">
            <w:pPr>
              <w:rPr>
                <w:rFonts w:ascii="Liberation Serif" w:hAnsi="Liberation Serif"/>
              </w:rPr>
            </w:pPr>
          </w:p>
          <w:p w14:paraId="35B8A7F0" w14:textId="772F27B2" w:rsidR="00352E07" w:rsidRDefault="00352E07" w:rsidP="00352E0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080F77AF" w14:textId="2297D3B9" w:rsidR="00352E07" w:rsidRDefault="00352E07" w:rsidP="00352E07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35A217A8" w14:textId="26724B65" w:rsidR="00383C08" w:rsidRDefault="00383C08" w:rsidP="00352E07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09C3207C" w14:textId="77777777" w:rsidR="00383C08" w:rsidRPr="002E05F3" w:rsidRDefault="00383C08" w:rsidP="00352E07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546F31B7" w14:textId="77777777" w:rsidR="00352E07" w:rsidRDefault="00352E07" w:rsidP="00352E0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0E695035" w14:textId="77777777" w:rsidR="00383C08" w:rsidRDefault="00383C08" w:rsidP="00DF065D">
            <w:pPr>
              <w:rPr>
                <w:rFonts w:ascii="Liberation Serif" w:hAnsi="Liberation Serif"/>
              </w:rPr>
            </w:pPr>
          </w:p>
          <w:p w14:paraId="65DAF3F9" w14:textId="3B4CDA8E" w:rsidR="00352E07" w:rsidRPr="002E05F3" w:rsidRDefault="00352E07" w:rsidP="00352E0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</w:tbl>
    <w:p w14:paraId="08E713FF" w14:textId="77777777" w:rsidR="00DF065D" w:rsidRDefault="00DF065D">
      <w:r>
        <w:br w:type="page"/>
      </w:r>
    </w:p>
    <w:tbl>
      <w:tblPr>
        <w:tblW w:w="0" w:type="auto"/>
        <w:tblInd w:w="2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201"/>
        <w:gridCol w:w="2695"/>
        <w:gridCol w:w="2115"/>
        <w:gridCol w:w="1675"/>
        <w:gridCol w:w="924"/>
        <w:gridCol w:w="911"/>
      </w:tblGrid>
      <w:tr w:rsidR="00DF065D" w:rsidRPr="001A0DD3" w14:paraId="06D1861F" w14:textId="77777777" w:rsidTr="004C2E77">
        <w:tc>
          <w:tcPr>
            <w:tcW w:w="3896" w:type="dxa"/>
            <w:gridSpan w:val="2"/>
            <w:vMerge w:val="restart"/>
            <w:shd w:val="clear" w:color="auto" w:fill="BDD6EE"/>
            <w:vAlign w:val="center"/>
          </w:tcPr>
          <w:p w14:paraId="369F2951" w14:textId="77777777" w:rsidR="00DF065D" w:rsidRPr="00BD06C1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lastRenderedPageBreak/>
              <w:t>Domaine des risques</w:t>
            </w:r>
          </w:p>
        </w:tc>
        <w:tc>
          <w:tcPr>
            <w:tcW w:w="2115" w:type="dxa"/>
            <w:vMerge w:val="restart"/>
            <w:shd w:val="clear" w:color="auto" w:fill="BDD6EE"/>
            <w:vAlign w:val="center"/>
          </w:tcPr>
          <w:p w14:paraId="1300E1F8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Nature des risques</w:t>
            </w:r>
          </w:p>
        </w:tc>
        <w:tc>
          <w:tcPr>
            <w:tcW w:w="1675" w:type="dxa"/>
            <w:vMerge w:val="restart"/>
            <w:shd w:val="clear" w:color="auto" w:fill="BDD6EE"/>
            <w:vAlign w:val="center"/>
          </w:tcPr>
          <w:p w14:paraId="23E99CE5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Mesures de prévention</w:t>
            </w:r>
          </w:p>
        </w:tc>
        <w:tc>
          <w:tcPr>
            <w:tcW w:w="1835" w:type="dxa"/>
            <w:gridSpan w:val="2"/>
            <w:shd w:val="clear" w:color="auto" w:fill="BDD6EE"/>
            <w:vAlign w:val="center"/>
          </w:tcPr>
          <w:p w14:paraId="5434C0B3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  <w:b/>
              </w:rPr>
            </w:pPr>
            <w:r w:rsidRPr="001A0DD3">
              <w:rPr>
                <w:rFonts w:ascii="Liberation Serif" w:hAnsi="Liberation Serif"/>
                <w:b/>
              </w:rPr>
              <w:t xml:space="preserve">Action réalisée par : </w:t>
            </w:r>
          </w:p>
        </w:tc>
      </w:tr>
      <w:tr w:rsidR="00DF065D" w:rsidRPr="00E15553" w14:paraId="7C61FDF9" w14:textId="77777777" w:rsidTr="004C2E77">
        <w:tc>
          <w:tcPr>
            <w:tcW w:w="3896" w:type="dxa"/>
            <w:gridSpan w:val="2"/>
            <w:vMerge/>
            <w:tcBorders>
              <w:bottom w:val="single" w:sz="2" w:space="0" w:color="auto"/>
            </w:tcBorders>
            <w:shd w:val="clear" w:color="auto" w:fill="BDD6EE"/>
            <w:vAlign w:val="center"/>
          </w:tcPr>
          <w:p w14:paraId="2F1306BD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115" w:type="dxa"/>
            <w:vMerge/>
            <w:shd w:val="clear" w:color="auto" w:fill="BDD6EE"/>
            <w:vAlign w:val="center"/>
          </w:tcPr>
          <w:p w14:paraId="07F65256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75" w:type="dxa"/>
            <w:vMerge/>
            <w:shd w:val="clear" w:color="auto" w:fill="BDD6EE"/>
          </w:tcPr>
          <w:p w14:paraId="0FC16046" w14:textId="77777777" w:rsidR="00DF065D" w:rsidRPr="001C1E96" w:rsidRDefault="00DF065D" w:rsidP="004C2E77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</w:p>
        </w:tc>
        <w:tc>
          <w:tcPr>
            <w:tcW w:w="924" w:type="dxa"/>
            <w:shd w:val="clear" w:color="auto" w:fill="BDD6EE"/>
            <w:vAlign w:val="center"/>
          </w:tcPr>
          <w:p w14:paraId="0897054C" w14:textId="77777777" w:rsidR="00DF065D" w:rsidRPr="001C1E96" w:rsidRDefault="00DF065D" w:rsidP="004C2E77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1C1E96">
              <w:rPr>
                <w:rFonts w:ascii="Liberation Serif" w:hAnsi="Liberation Serif"/>
                <w:b/>
                <w:sz w:val="18"/>
                <w:szCs w:val="18"/>
              </w:rPr>
              <w:t>EU</w:t>
            </w:r>
          </w:p>
        </w:tc>
        <w:tc>
          <w:tcPr>
            <w:tcW w:w="911" w:type="dxa"/>
            <w:shd w:val="clear" w:color="auto" w:fill="BDD6EE"/>
            <w:vAlign w:val="center"/>
          </w:tcPr>
          <w:p w14:paraId="24B2DA00" w14:textId="77777777" w:rsidR="00DF065D" w:rsidRPr="00E15553" w:rsidRDefault="00DF065D" w:rsidP="004C2E77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E15553">
              <w:rPr>
                <w:rFonts w:ascii="Liberation Serif" w:hAnsi="Liberation Serif"/>
                <w:b/>
                <w:sz w:val="18"/>
                <w:szCs w:val="18"/>
              </w:rPr>
              <w:t>EE</w:t>
            </w:r>
          </w:p>
        </w:tc>
      </w:tr>
      <w:tr w:rsidR="003D52AF" w:rsidRPr="002E05F3" w14:paraId="22BDB9E8" w14:textId="77777777" w:rsidTr="00367CC0"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518E40DA" w14:textId="77777777" w:rsidR="00DF065D" w:rsidRDefault="00DF065D" w:rsidP="003D52AF">
            <w:pPr>
              <w:spacing w:beforeLines="60" w:before="144"/>
              <w:jc w:val="left"/>
              <w:rPr>
                <w:rFonts w:ascii="Liberation Serif" w:hAnsi="Liberation Serif"/>
              </w:rPr>
            </w:pPr>
          </w:p>
          <w:p w14:paraId="42138038" w14:textId="51695928" w:rsidR="003D52AF" w:rsidRDefault="003D52AF" w:rsidP="003D52AF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39140DFC" w14:textId="77777777" w:rsidR="00DF065D" w:rsidRDefault="00DF065D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012AAE14" w14:textId="565940B4" w:rsidR="003D52AF" w:rsidRPr="00AE5620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AE5620">
              <w:rPr>
                <w:rFonts w:ascii="Liberation Serif" w:hAnsi="Liberation Serif"/>
                <w:sz w:val="18"/>
              </w:rPr>
              <w:t>Ambiance physique (bruit, éclairage, chaleur, froid, poussière, rayonnement, etc.)</w:t>
            </w:r>
          </w:p>
        </w:tc>
        <w:tc>
          <w:tcPr>
            <w:tcW w:w="2115" w:type="dxa"/>
            <w:shd w:val="clear" w:color="auto" w:fill="auto"/>
          </w:tcPr>
          <w:p w14:paraId="0A59DB0A" w14:textId="77777777" w:rsidR="00DF065D" w:rsidRDefault="00DF065D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7F2F6547" w14:textId="595AC58F" w:rsidR="003D52AF" w:rsidRPr="002E05F3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2E05F3">
              <w:rPr>
                <w:rFonts w:ascii="Liberation Serif" w:hAnsi="Liberation Serif"/>
                <w:sz w:val="18"/>
              </w:rPr>
              <w:t>Fort niveau sonore possible lors du fonctionnement groupe électrogène, de machines, d’outils, d’engins de terrassement ou pendant démolition</w:t>
            </w:r>
          </w:p>
          <w:p w14:paraId="584D530C" w14:textId="77777777" w:rsidR="003D52AF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2E05F3">
              <w:rPr>
                <w:rFonts w:ascii="Liberation Serif" w:hAnsi="Liberation Serif"/>
                <w:sz w:val="18"/>
              </w:rPr>
              <w:t>Insuffisance d’éclairage</w:t>
            </w:r>
          </w:p>
          <w:p w14:paraId="2977CFBF" w14:textId="77777777" w:rsidR="003D52AF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5D64DE8D" w14:textId="7469AACD" w:rsidR="003D52AF" w:rsidRPr="002E05F3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Locaux à haute ou basse température</w:t>
            </w:r>
          </w:p>
        </w:tc>
        <w:tc>
          <w:tcPr>
            <w:tcW w:w="1675" w:type="dxa"/>
            <w:shd w:val="clear" w:color="auto" w:fill="auto"/>
          </w:tcPr>
          <w:p w14:paraId="68634E31" w14:textId="77777777" w:rsidR="00DF065D" w:rsidRDefault="00DF065D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14CA6134" w14:textId="3434CB2D" w:rsidR="003D52AF" w:rsidRPr="002E05F3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Pr="002E05F3">
              <w:rPr>
                <w:rFonts w:ascii="Liberation Serif" w:hAnsi="Liberation Serif"/>
                <w:sz w:val="18"/>
              </w:rPr>
              <w:t>Porter un casque antibruit selon la durée de l’exposition en fonction de la réglementation en vigueur,</w:t>
            </w:r>
          </w:p>
          <w:p w14:paraId="32FFBC91" w14:textId="77777777" w:rsidR="003D52AF" w:rsidRPr="002E05F3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Pr="002E05F3">
              <w:rPr>
                <w:rFonts w:ascii="Liberation Serif" w:hAnsi="Liberation Serif"/>
                <w:sz w:val="18"/>
              </w:rPr>
              <w:t>Exécuter les travaux la nuit</w:t>
            </w:r>
          </w:p>
          <w:p w14:paraId="17F1D4C1" w14:textId="77777777" w:rsidR="003D52AF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Pr="002E05F3">
              <w:rPr>
                <w:rFonts w:ascii="Liberation Serif" w:hAnsi="Liberation Serif"/>
                <w:sz w:val="18"/>
              </w:rPr>
              <w:t>Mettre en place des éclairages d’appoint</w:t>
            </w:r>
          </w:p>
          <w:p w14:paraId="01BAA44A" w14:textId="780B8FAB" w:rsidR="003D52AF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 xml:space="preserve">-Porter les </w:t>
            </w:r>
            <w:r w:rsidRPr="00AE5620">
              <w:rPr>
                <w:rFonts w:ascii="Liberation Serif" w:hAnsi="Liberation Serif"/>
                <w:b/>
                <w:bCs/>
                <w:sz w:val="18"/>
              </w:rPr>
              <w:t>EPI adéquats</w:t>
            </w:r>
          </w:p>
        </w:tc>
        <w:tc>
          <w:tcPr>
            <w:tcW w:w="924" w:type="dxa"/>
            <w:shd w:val="clear" w:color="auto" w:fill="auto"/>
          </w:tcPr>
          <w:p w14:paraId="17E52EC9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ACC57AF" w14:textId="3AE2550A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7C4C8E57" w14:textId="77777777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369C7CEC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CEFF5F8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6F00CEAE" w14:textId="77777777" w:rsidR="00DF065D" w:rsidRDefault="00DF065D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1FFDA189" w14:textId="44BBADA1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3A84769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602AB70B" w14:textId="58AF99B3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1BD1CA0" w14:textId="77777777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03D5A62" w14:textId="2F001B17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1F5943F0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321C0996" w14:textId="4E4099CE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78A89D39" w14:textId="77777777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0FF9A11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13B9C462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341DD89B" w14:textId="77777777" w:rsidR="00DF065D" w:rsidRDefault="00DF065D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7A49CD3" w14:textId="0D05D736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288DC617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1213415" w14:textId="49C869C0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71D7AC9E" w14:textId="77777777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CC167F2" w14:textId="7A0622EE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  <w:tr w:rsidR="003D52AF" w:rsidRPr="002E05F3" w14:paraId="6D7DA7FE" w14:textId="77777777" w:rsidTr="00367CC0">
        <w:trPr>
          <w:trHeight w:val="219"/>
        </w:trPr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7582331A" w14:textId="77777777" w:rsidR="003D52AF" w:rsidRPr="002E05F3" w:rsidRDefault="003D52AF" w:rsidP="003D52AF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4"/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bookmarkEnd w:id="11"/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1EEF5965" w14:textId="77777777" w:rsidR="003D52AF" w:rsidRPr="00AE5620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AE5620">
              <w:rPr>
                <w:rFonts w:ascii="Liberation Serif" w:hAnsi="Liberation Serif"/>
                <w:sz w:val="18"/>
              </w:rPr>
              <w:t>Accès aux véhicules spéciaux</w:t>
            </w:r>
          </w:p>
        </w:tc>
        <w:tc>
          <w:tcPr>
            <w:tcW w:w="2115" w:type="dxa"/>
            <w:shd w:val="clear" w:color="auto" w:fill="auto"/>
          </w:tcPr>
          <w:p w14:paraId="5F452F5D" w14:textId="77777777" w:rsidR="003D52AF" w:rsidRPr="002E05F3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2E05F3">
              <w:rPr>
                <w:rFonts w:ascii="Liberation Serif" w:hAnsi="Liberation Serif"/>
                <w:sz w:val="18"/>
              </w:rPr>
              <w:t>Collision et dangers spécifiques liés à chaque véhicule, incendie</w:t>
            </w:r>
            <w:r>
              <w:rPr>
                <w:rFonts w:ascii="Liberation Serif" w:hAnsi="Liberation Serif"/>
                <w:sz w:val="18"/>
              </w:rPr>
              <w:t>.</w:t>
            </w:r>
          </w:p>
        </w:tc>
        <w:tc>
          <w:tcPr>
            <w:tcW w:w="1675" w:type="dxa"/>
            <w:shd w:val="clear" w:color="auto" w:fill="auto"/>
          </w:tcPr>
          <w:p w14:paraId="7C36DB0C" w14:textId="0F23E779" w:rsidR="003D52AF" w:rsidRPr="002E05F3" w:rsidRDefault="00AE5620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>Interdit</w:t>
            </w:r>
          </w:p>
          <w:p w14:paraId="1A3C41D2" w14:textId="77777777" w:rsidR="003D52AF" w:rsidRDefault="00AE5620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>Respecter les périmètres de sécurité et le balisage</w:t>
            </w:r>
          </w:p>
          <w:p w14:paraId="5F7E5A83" w14:textId="2AA515A6" w:rsidR="00DF065D" w:rsidRPr="002E05F3" w:rsidRDefault="00DF065D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</w:tc>
        <w:tc>
          <w:tcPr>
            <w:tcW w:w="924" w:type="dxa"/>
            <w:shd w:val="clear" w:color="auto" w:fill="auto"/>
          </w:tcPr>
          <w:p w14:paraId="0D6336E0" w14:textId="48B27C96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02627551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323CD657" w14:textId="77777777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62F78C76" w14:textId="163B4A58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7B9FC1FF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4DD4884C" w14:textId="77777777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  <w:tr w:rsidR="003D52AF" w:rsidRPr="002E05F3" w14:paraId="2F522237" w14:textId="77777777" w:rsidTr="00367CC0">
        <w:trPr>
          <w:trHeight w:val="219"/>
        </w:trPr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24971EE3" w14:textId="77777777" w:rsidR="00DF065D" w:rsidRDefault="00DF065D" w:rsidP="003D52AF">
            <w:pPr>
              <w:spacing w:beforeLines="60" w:before="144"/>
              <w:jc w:val="left"/>
              <w:rPr>
                <w:rFonts w:ascii="Liberation Serif" w:hAnsi="Liberation Serif"/>
              </w:rPr>
            </w:pPr>
          </w:p>
          <w:p w14:paraId="08A2BA0E" w14:textId="70DB3542" w:rsidR="003D52AF" w:rsidRPr="002E05F3" w:rsidRDefault="003D52AF" w:rsidP="003D52AF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6D4450C3" w14:textId="77777777" w:rsidR="00DF065D" w:rsidRDefault="00DF065D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65C86B73" w14:textId="23A78920" w:rsidR="003D52AF" w:rsidRPr="00AE5620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AE5620">
              <w:rPr>
                <w:rFonts w:ascii="Liberation Serif" w:hAnsi="Liberation Serif"/>
                <w:sz w:val="18"/>
              </w:rPr>
              <w:t>Manutention manuelle</w:t>
            </w:r>
          </w:p>
        </w:tc>
        <w:tc>
          <w:tcPr>
            <w:tcW w:w="2115" w:type="dxa"/>
            <w:shd w:val="clear" w:color="auto" w:fill="auto"/>
          </w:tcPr>
          <w:p w14:paraId="54CEF5BD" w14:textId="77777777" w:rsidR="003D52AF" w:rsidRPr="002E05F3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Port de charges</w:t>
            </w:r>
          </w:p>
        </w:tc>
        <w:tc>
          <w:tcPr>
            <w:tcW w:w="1675" w:type="dxa"/>
            <w:shd w:val="clear" w:color="auto" w:fill="auto"/>
          </w:tcPr>
          <w:p w14:paraId="22B64122" w14:textId="4A70EB5A" w:rsidR="003D52AF" w:rsidRDefault="00AE5620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>
              <w:rPr>
                <w:rFonts w:ascii="Liberation Serif" w:hAnsi="Liberation Serif"/>
                <w:sz w:val="18"/>
              </w:rPr>
              <w:t>Formation gestes et postures/PRAP</w:t>
            </w:r>
          </w:p>
          <w:p w14:paraId="1F259EE2" w14:textId="77777777" w:rsidR="003D52AF" w:rsidRDefault="00AE5620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>
              <w:rPr>
                <w:rFonts w:ascii="Liberation Serif" w:hAnsi="Liberation Serif"/>
                <w:sz w:val="18"/>
              </w:rPr>
              <w:t>Adapter la charge /port à plusieurs</w:t>
            </w:r>
          </w:p>
          <w:p w14:paraId="44ED774A" w14:textId="14B5D7D4" w:rsidR="00DF065D" w:rsidRPr="002E05F3" w:rsidRDefault="00DF065D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</w:tc>
        <w:tc>
          <w:tcPr>
            <w:tcW w:w="924" w:type="dxa"/>
            <w:shd w:val="clear" w:color="auto" w:fill="auto"/>
          </w:tcPr>
          <w:p w14:paraId="650625BA" w14:textId="009B6616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4A80047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37E2343A" w14:textId="77777777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7BFA5EDF" w14:textId="1C1F9D08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03D7F6CE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4F168DFE" w14:textId="77777777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  <w:tr w:rsidR="003D52AF" w:rsidRPr="002E05F3" w14:paraId="32C3C9AA" w14:textId="77777777" w:rsidTr="00AE5620"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4622C33A" w14:textId="77777777" w:rsidR="00DF065D" w:rsidRDefault="00DF065D" w:rsidP="003D52AF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bookmarkStart w:id="12" w:name="CaseACocher10"/>
          </w:p>
          <w:p w14:paraId="5B2E8B6C" w14:textId="77777777" w:rsidR="00DF065D" w:rsidRDefault="00DF065D" w:rsidP="003D52AF">
            <w:pPr>
              <w:spacing w:beforeLines="60" w:before="144"/>
              <w:jc w:val="left"/>
              <w:rPr>
                <w:rFonts w:ascii="Liberation Serif" w:hAnsi="Liberation Serif"/>
              </w:rPr>
            </w:pPr>
          </w:p>
          <w:p w14:paraId="350377AE" w14:textId="3EA8576B" w:rsidR="003D52AF" w:rsidRPr="002E05F3" w:rsidRDefault="003D52AF" w:rsidP="003D52AF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 w:rsidRPr="002E05F3">
              <w:rPr>
                <w:rFonts w:ascii="Liberation Serif" w:hAnsi="Liberation Serif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5F3"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 w:rsidRPr="002E05F3">
              <w:rPr>
                <w:rFonts w:ascii="Liberation Serif" w:hAnsi="Liberation Serif"/>
              </w:rPr>
              <w:fldChar w:fldCharType="end"/>
            </w:r>
            <w:bookmarkEnd w:id="12"/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76E45CE1" w14:textId="77777777" w:rsidR="00DF065D" w:rsidRDefault="00DF065D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7FA86500" w14:textId="77777777" w:rsidR="00DF065D" w:rsidRDefault="00DF065D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61130D73" w14:textId="31CC24B1" w:rsidR="003D52AF" w:rsidRPr="00AE5620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AE5620">
              <w:rPr>
                <w:rFonts w:ascii="Liberation Serif" w:hAnsi="Liberation Serif"/>
                <w:sz w:val="18"/>
              </w:rPr>
              <w:t>Présence de gaz (asphyxie, incendie, explosion, travail en vase clos, etc.)</w:t>
            </w:r>
          </w:p>
        </w:tc>
        <w:tc>
          <w:tcPr>
            <w:tcW w:w="2115" w:type="dxa"/>
            <w:shd w:val="clear" w:color="auto" w:fill="auto"/>
          </w:tcPr>
          <w:p w14:paraId="1A995627" w14:textId="77777777" w:rsidR="00DF065D" w:rsidRDefault="00DF065D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32F7DA4E" w14:textId="3B4D2BE2" w:rsidR="003D52AF" w:rsidRPr="002E05F3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2E05F3">
              <w:rPr>
                <w:rFonts w:ascii="Liberation Serif" w:hAnsi="Liberation Serif"/>
                <w:sz w:val="18"/>
              </w:rPr>
              <w:t>Asphyxie, brûlure, explosion</w:t>
            </w:r>
          </w:p>
        </w:tc>
        <w:tc>
          <w:tcPr>
            <w:tcW w:w="1675" w:type="dxa"/>
            <w:shd w:val="clear" w:color="auto" w:fill="auto"/>
          </w:tcPr>
          <w:p w14:paraId="030A4030" w14:textId="77777777" w:rsidR="00DF065D" w:rsidRDefault="00DF065D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697EC0E5" w14:textId="014D06CB" w:rsidR="003D52AF" w:rsidRPr="002E05F3" w:rsidRDefault="00AE5620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 xml:space="preserve">Respecter la signalisation, </w:t>
            </w:r>
          </w:p>
          <w:p w14:paraId="3EBAF3DF" w14:textId="50208FCE" w:rsidR="003D52AF" w:rsidRPr="002E05F3" w:rsidRDefault="00AE5620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>Respecter la réglementation en matière de sécurité du travail,</w:t>
            </w:r>
          </w:p>
          <w:p w14:paraId="252A9452" w14:textId="1239D802" w:rsidR="003D52AF" w:rsidRPr="002E05F3" w:rsidRDefault="00AE5620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 xml:space="preserve">Porter les </w:t>
            </w:r>
            <w:r w:rsidR="003D52AF" w:rsidRPr="00AE5620">
              <w:rPr>
                <w:rFonts w:ascii="Liberation Serif" w:hAnsi="Liberation Serif"/>
                <w:b/>
                <w:bCs/>
                <w:sz w:val="18"/>
              </w:rPr>
              <w:t>EPI adéquats</w:t>
            </w:r>
            <w:r w:rsidR="003D52AF" w:rsidRPr="002E05F3">
              <w:rPr>
                <w:rFonts w:ascii="Liberation Serif" w:hAnsi="Liberation Serif"/>
                <w:sz w:val="18"/>
              </w:rPr>
              <w:t>,</w:t>
            </w:r>
          </w:p>
          <w:p w14:paraId="6D88CD40" w14:textId="23DA8C01" w:rsidR="003D52AF" w:rsidRPr="002E05F3" w:rsidRDefault="00AE5620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b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 xml:space="preserve">Rédiger obligatoirement un </w:t>
            </w:r>
            <w:r w:rsidR="003D52AF" w:rsidRPr="002E05F3">
              <w:rPr>
                <w:rFonts w:ascii="Liberation Serif" w:hAnsi="Liberation Serif"/>
                <w:b/>
                <w:sz w:val="18"/>
              </w:rPr>
              <w:t>permis de feu,</w:t>
            </w:r>
          </w:p>
          <w:p w14:paraId="34370AAF" w14:textId="7C42A5AB" w:rsidR="003D52AF" w:rsidRPr="002E05F3" w:rsidRDefault="00AE5620" w:rsidP="003D52AF">
            <w:pPr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>Connaitre l’emplacement des extincteurs,</w:t>
            </w:r>
          </w:p>
          <w:p w14:paraId="3EA1ADEC" w14:textId="3A22CECB" w:rsidR="003D52AF" w:rsidRPr="002E05F3" w:rsidRDefault="00AE5620" w:rsidP="003D52AF">
            <w:pPr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>Fournir les</w:t>
            </w:r>
            <w:r w:rsidR="003D52AF" w:rsidRPr="00AE5620">
              <w:rPr>
                <w:rFonts w:ascii="Liberation Serif" w:hAnsi="Liberation Serif"/>
                <w:b/>
                <w:bCs/>
                <w:sz w:val="18"/>
              </w:rPr>
              <w:t xml:space="preserve"> </w:t>
            </w:r>
            <w:r w:rsidRPr="00AE5620">
              <w:rPr>
                <w:rFonts w:ascii="Liberation Serif" w:hAnsi="Liberation Serif"/>
                <w:b/>
                <w:bCs/>
                <w:sz w:val="18"/>
              </w:rPr>
              <w:t>f</w:t>
            </w:r>
            <w:r w:rsidR="003D52AF" w:rsidRPr="00AE5620">
              <w:rPr>
                <w:rFonts w:ascii="Liberation Serif" w:hAnsi="Liberation Serif"/>
                <w:b/>
                <w:bCs/>
                <w:sz w:val="18"/>
              </w:rPr>
              <w:t>iches</w:t>
            </w:r>
            <w:r w:rsidR="003D52AF" w:rsidRPr="002E05F3">
              <w:rPr>
                <w:rFonts w:ascii="Liberation Serif" w:hAnsi="Liberation Serif"/>
                <w:b/>
                <w:sz w:val="18"/>
              </w:rPr>
              <w:t xml:space="preserve"> de sécurité </w:t>
            </w:r>
            <w:r w:rsidR="003D52AF" w:rsidRPr="00AE5620">
              <w:rPr>
                <w:rFonts w:ascii="Liberation Serif" w:hAnsi="Liberation Serif"/>
                <w:bCs/>
                <w:sz w:val="18"/>
              </w:rPr>
              <w:t>(FDS)</w:t>
            </w:r>
          </w:p>
        </w:tc>
        <w:tc>
          <w:tcPr>
            <w:tcW w:w="924" w:type="dxa"/>
            <w:shd w:val="clear" w:color="auto" w:fill="auto"/>
          </w:tcPr>
          <w:p w14:paraId="5B9A021C" w14:textId="77777777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0DDC0AC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3E4FE209" w14:textId="439C5E62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199F4265" w14:textId="77777777" w:rsidR="003D52AF" w:rsidRPr="008607FC" w:rsidRDefault="003D52AF" w:rsidP="003D52AF">
            <w:pPr>
              <w:spacing w:before="60"/>
              <w:jc w:val="center"/>
              <w:rPr>
                <w:rFonts w:ascii="Liberation Serif" w:hAnsi="Liberation Serif"/>
                <w:sz w:val="4"/>
              </w:rPr>
            </w:pPr>
          </w:p>
          <w:p w14:paraId="1A087FD3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DC2EF57" w14:textId="4844FF71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763CE7FD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A649D7F" w14:textId="76D8CCFC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87882A6" w14:textId="77777777" w:rsidR="00AE5620" w:rsidRDefault="00AE5620" w:rsidP="00AE5620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3B95C8BC" w14:textId="11E3541C" w:rsidR="00AE5620" w:rsidRDefault="00AE5620" w:rsidP="00AE5620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591E8106" w14:textId="77777777" w:rsidR="00AE5620" w:rsidRDefault="00AE5620" w:rsidP="00AE5620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65F884F" w14:textId="3722BB1C" w:rsidR="003D52AF" w:rsidRPr="002E05F3" w:rsidRDefault="003D52AF" w:rsidP="00AE5620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39FCF9E5" w14:textId="77777777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3BFBDC73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390B8CB3" w14:textId="363575FB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0B2185F3" w14:textId="77777777" w:rsidR="003D52AF" w:rsidRPr="008607FC" w:rsidRDefault="003D52AF" w:rsidP="003D52AF">
            <w:pPr>
              <w:spacing w:before="60"/>
              <w:jc w:val="center"/>
              <w:rPr>
                <w:rFonts w:ascii="Liberation Serif" w:hAnsi="Liberation Serif"/>
                <w:sz w:val="4"/>
              </w:rPr>
            </w:pPr>
          </w:p>
          <w:p w14:paraId="065E9DCF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01C635E" w14:textId="531C7919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2F555A8B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C1CC770" w14:textId="199CCC46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771C2006" w14:textId="77777777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6A64AC23" w14:textId="0248AEA2" w:rsidR="00AE5620" w:rsidRDefault="003D52AF" w:rsidP="00AE5620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54315061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93D6120" w14:textId="332CAE8E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</w:tbl>
    <w:p w14:paraId="32F4D076" w14:textId="77777777" w:rsidR="00DF065D" w:rsidRDefault="00DF065D">
      <w:r>
        <w:br w:type="page"/>
      </w:r>
    </w:p>
    <w:tbl>
      <w:tblPr>
        <w:tblW w:w="0" w:type="auto"/>
        <w:tblInd w:w="2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201"/>
        <w:gridCol w:w="2695"/>
        <w:gridCol w:w="2115"/>
        <w:gridCol w:w="1675"/>
        <w:gridCol w:w="924"/>
        <w:gridCol w:w="911"/>
      </w:tblGrid>
      <w:tr w:rsidR="00DF065D" w:rsidRPr="001A0DD3" w14:paraId="64D84E9C" w14:textId="77777777" w:rsidTr="004C2E77">
        <w:tc>
          <w:tcPr>
            <w:tcW w:w="3896" w:type="dxa"/>
            <w:gridSpan w:val="2"/>
            <w:vMerge w:val="restart"/>
            <w:shd w:val="clear" w:color="auto" w:fill="BDD6EE"/>
            <w:vAlign w:val="center"/>
          </w:tcPr>
          <w:p w14:paraId="64D76E11" w14:textId="77777777" w:rsidR="00DF065D" w:rsidRPr="00BD06C1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lastRenderedPageBreak/>
              <w:t>Domaine des risques</w:t>
            </w:r>
          </w:p>
        </w:tc>
        <w:tc>
          <w:tcPr>
            <w:tcW w:w="2115" w:type="dxa"/>
            <w:vMerge w:val="restart"/>
            <w:shd w:val="clear" w:color="auto" w:fill="BDD6EE"/>
            <w:vAlign w:val="center"/>
          </w:tcPr>
          <w:p w14:paraId="37A66A67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Nature des risques</w:t>
            </w:r>
          </w:p>
        </w:tc>
        <w:tc>
          <w:tcPr>
            <w:tcW w:w="1675" w:type="dxa"/>
            <w:vMerge w:val="restart"/>
            <w:shd w:val="clear" w:color="auto" w:fill="BDD6EE"/>
            <w:vAlign w:val="center"/>
          </w:tcPr>
          <w:p w14:paraId="064CBE4C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Mesures de prévention</w:t>
            </w:r>
          </w:p>
        </w:tc>
        <w:tc>
          <w:tcPr>
            <w:tcW w:w="1835" w:type="dxa"/>
            <w:gridSpan w:val="2"/>
            <w:shd w:val="clear" w:color="auto" w:fill="BDD6EE"/>
            <w:vAlign w:val="center"/>
          </w:tcPr>
          <w:p w14:paraId="492D2B06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  <w:b/>
              </w:rPr>
            </w:pPr>
            <w:r w:rsidRPr="001A0DD3">
              <w:rPr>
                <w:rFonts w:ascii="Liberation Serif" w:hAnsi="Liberation Serif"/>
                <w:b/>
              </w:rPr>
              <w:t xml:space="preserve">Action réalisée par : </w:t>
            </w:r>
          </w:p>
        </w:tc>
      </w:tr>
      <w:tr w:rsidR="00DF065D" w:rsidRPr="00E15553" w14:paraId="6100FDE8" w14:textId="77777777" w:rsidTr="004C2E77">
        <w:tc>
          <w:tcPr>
            <w:tcW w:w="3896" w:type="dxa"/>
            <w:gridSpan w:val="2"/>
            <w:vMerge/>
            <w:tcBorders>
              <w:bottom w:val="single" w:sz="2" w:space="0" w:color="auto"/>
            </w:tcBorders>
            <w:shd w:val="clear" w:color="auto" w:fill="BDD6EE"/>
            <w:vAlign w:val="center"/>
          </w:tcPr>
          <w:p w14:paraId="594C90CF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115" w:type="dxa"/>
            <w:vMerge/>
            <w:shd w:val="clear" w:color="auto" w:fill="BDD6EE"/>
            <w:vAlign w:val="center"/>
          </w:tcPr>
          <w:p w14:paraId="695C42BE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75" w:type="dxa"/>
            <w:vMerge/>
            <w:shd w:val="clear" w:color="auto" w:fill="BDD6EE"/>
          </w:tcPr>
          <w:p w14:paraId="1379624C" w14:textId="77777777" w:rsidR="00DF065D" w:rsidRPr="001C1E96" w:rsidRDefault="00DF065D" w:rsidP="004C2E77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</w:p>
        </w:tc>
        <w:tc>
          <w:tcPr>
            <w:tcW w:w="924" w:type="dxa"/>
            <w:shd w:val="clear" w:color="auto" w:fill="BDD6EE"/>
            <w:vAlign w:val="center"/>
          </w:tcPr>
          <w:p w14:paraId="32BCA6F9" w14:textId="77777777" w:rsidR="00DF065D" w:rsidRPr="001C1E96" w:rsidRDefault="00DF065D" w:rsidP="004C2E77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1C1E96">
              <w:rPr>
                <w:rFonts w:ascii="Liberation Serif" w:hAnsi="Liberation Serif"/>
                <w:b/>
                <w:sz w:val="18"/>
                <w:szCs w:val="18"/>
              </w:rPr>
              <w:t>EU</w:t>
            </w:r>
          </w:p>
        </w:tc>
        <w:tc>
          <w:tcPr>
            <w:tcW w:w="911" w:type="dxa"/>
            <w:shd w:val="clear" w:color="auto" w:fill="BDD6EE"/>
            <w:vAlign w:val="center"/>
          </w:tcPr>
          <w:p w14:paraId="0A5E5C20" w14:textId="77777777" w:rsidR="00DF065D" w:rsidRPr="00E15553" w:rsidRDefault="00DF065D" w:rsidP="004C2E77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E15553">
              <w:rPr>
                <w:rFonts w:ascii="Liberation Serif" w:hAnsi="Liberation Serif"/>
                <w:b/>
                <w:sz w:val="18"/>
                <w:szCs w:val="18"/>
              </w:rPr>
              <w:t>EE</w:t>
            </w:r>
          </w:p>
        </w:tc>
      </w:tr>
      <w:tr w:rsidR="003D52AF" w:rsidRPr="002E05F3" w14:paraId="53223B7A" w14:textId="77777777" w:rsidTr="00AE5620"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1B2DD50C" w14:textId="4852FE5B" w:rsidR="00DF065D" w:rsidRDefault="00DF065D" w:rsidP="003D52AF">
            <w:pPr>
              <w:spacing w:beforeLines="60" w:before="144"/>
              <w:jc w:val="left"/>
              <w:rPr>
                <w:rFonts w:ascii="Liberation Serif" w:hAnsi="Liberation Serif"/>
              </w:rPr>
            </w:pPr>
          </w:p>
          <w:p w14:paraId="1C1C4BB6" w14:textId="5488B252" w:rsidR="003D52AF" w:rsidRPr="002E05F3" w:rsidRDefault="003D52AF" w:rsidP="003D52AF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12"/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bookmarkEnd w:id="13"/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440FFC13" w14:textId="77777777" w:rsidR="00DF065D" w:rsidRDefault="00DF065D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04914D80" w14:textId="4DBF6EF1" w:rsidR="003D52AF" w:rsidRPr="00AE5620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AE5620">
              <w:rPr>
                <w:rFonts w:ascii="Liberation Serif" w:hAnsi="Liberation Serif"/>
                <w:sz w:val="18"/>
              </w:rPr>
              <w:t>Electricité, intervention sur basse et haute tension, tout organe d’ordre électrique et à proximité des lignes électriques</w:t>
            </w:r>
          </w:p>
        </w:tc>
        <w:tc>
          <w:tcPr>
            <w:tcW w:w="2115" w:type="dxa"/>
            <w:shd w:val="clear" w:color="auto" w:fill="auto"/>
          </w:tcPr>
          <w:p w14:paraId="6B483FAB" w14:textId="77777777" w:rsidR="00DF065D" w:rsidRDefault="00DF065D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5556ECCF" w14:textId="74EE0BD1" w:rsidR="003D52AF" w:rsidRPr="002E05F3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2E05F3">
              <w:rPr>
                <w:rFonts w:ascii="Liberation Serif" w:hAnsi="Liberation Serif"/>
                <w:sz w:val="18"/>
              </w:rPr>
              <w:t>Electrisation, électrocution</w:t>
            </w:r>
          </w:p>
        </w:tc>
        <w:tc>
          <w:tcPr>
            <w:tcW w:w="1675" w:type="dxa"/>
            <w:shd w:val="clear" w:color="auto" w:fill="auto"/>
          </w:tcPr>
          <w:p w14:paraId="02C79BB7" w14:textId="22BCB1DB" w:rsidR="003D52AF" w:rsidRPr="002E05F3" w:rsidRDefault="00126915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 xml:space="preserve">Respecter la signalisation, </w:t>
            </w:r>
          </w:p>
          <w:p w14:paraId="3EAD7F24" w14:textId="3BFFDA0D" w:rsidR="003D52AF" w:rsidRPr="002E05F3" w:rsidRDefault="00126915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 xml:space="preserve">Respecter la réglementation en matière de sécurité du travail, </w:t>
            </w:r>
          </w:p>
          <w:p w14:paraId="20F362BF" w14:textId="615D071A" w:rsidR="003D52AF" w:rsidRPr="002E05F3" w:rsidRDefault="00126915" w:rsidP="003D52AF">
            <w:pPr>
              <w:spacing w:beforeLines="20" w:before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>Raccordement de l’outillage portatif sur des PC protégées par différentiel 30 mA,</w:t>
            </w:r>
          </w:p>
          <w:p w14:paraId="341FFBA0" w14:textId="48E65D3E" w:rsidR="003D52AF" w:rsidRPr="002E05F3" w:rsidRDefault="00126915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 xml:space="preserve">Posséder </w:t>
            </w:r>
            <w:r w:rsidR="003D52AF" w:rsidRPr="002B221B">
              <w:rPr>
                <w:rFonts w:ascii="Liberation Serif" w:hAnsi="Liberation Serif"/>
                <w:b/>
                <w:sz w:val="18"/>
              </w:rPr>
              <w:t>l’habilitation adéquate</w:t>
            </w:r>
            <w:r w:rsidR="003D52AF" w:rsidRPr="002E05F3">
              <w:rPr>
                <w:rFonts w:ascii="Liberation Serif" w:hAnsi="Liberation Serif"/>
                <w:sz w:val="18"/>
              </w:rPr>
              <w:t xml:space="preserve"> selon la norme UTE 18510,</w:t>
            </w:r>
          </w:p>
          <w:p w14:paraId="4A04F27B" w14:textId="4893E379" w:rsidR="003D52AF" w:rsidRPr="002E05F3" w:rsidRDefault="00126915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 xml:space="preserve">Porter les </w:t>
            </w:r>
            <w:r w:rsidR="003D52AF" w:rsidRPr="002B221B">
              <w:rPr>
                <w:rFonts w:ascii="Liberation Serif" w:hAnsi="Liberation Serif"/>
                <w:b/>
                <w:sz w:val="18"/>
              </w:rPr>
              <w:t>EPI adéquats</w:t>
            </w:r>
          </w:p>
          <w:p w14:paraId="3AD72BDB" w14:textId="6C8A6B87" w:rsidR="003D52AF" w:rsidRDefault="00126915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>Travailler à deux sur haute tension</w:t>
            </w:r>
          </w:p>
          <w:p w14:paraId="6BBA3BDC" w14:textId="154BFA54" w:rsidR="003D52AF" w:rsidRPr="002E05F3" w:rsidRDefault="00126915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>
              <w:rPr>
                <w:rFonts w:ascii="Liberation Serif" w:hAnsi="Liberation Serif"/>
                <w:sz w:val="18"/>
              </w:rPr>
              <w:t>Signaler tout problème</w:t>
            </w:r>
          </w:p>
        </w:tc>
        <w:tc>
          <w:tcPr>
            <w:tcW w:w="924" w:type="dxa"/>
            <w:shd w:val="clear" w:color="auto" w:fill="auto"/>
          </w:tcPr>
          <w:p w14:paraId="629755D0" w14:textId="77777777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5F55178F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62C4062B" w14:textId="65CF5DF9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152D9842" w14:textId="64D4FE39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5A29B256" w14:textId="77777777" w:rsidR="00AE5620" w:rsidRPr="002E05F3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1136E064" w14:textId="77777777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07CDDCB3" w14:textId="77777777" w:rsidR="00AE5620" w:rsidRDefault="00AE5620" w:rsidP="003D52AF">
            <w:pPr>
              <w:jc w:val="center"/>
              <w:rPr>
                <w:rFonts w:ascii="Liberation Serif" w:hAnsi="Liberation Serif"/>
              </w:rPr>
            </w:pPr>
          </w:p>
          <w:p w14:paraId="19674E44" w14:textId="77777777" w:rsidR="00AE5620" w:rsidRDefault="00AE5620" w:rsidP="003D52AF">
            <w:pPr>
              <w:jc w:val="center"/>
              <w:rPr>
                <w:rFonts w:ascii="Liberation Serif" w:hAnsi="Liberation Serif"/>
              </w:rPr>
            </w:pPr>
          </w:p>
          <w:p w14:paraId="014B0997" w14:textId="7F98865B" w:rsidR="003D52AF" w:rsidRDefault="003D52AF" w:rsidP="003D52A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36BB8E3E" w14:textId="77777777" w:rsidR="003D52AF" w:rsidRDefault="003D52AF" w:rsidP="003D52AF">
            <w:pPr>
              <w:jc w:val="center"/>
              <w:rPr>
                <w:rFonts w:ascii="Liberation Serif" w:hAnsi="Liberation Serif"/>
              </w:rPr>
            </w:pPr>
          </w:p>
          <w:p w14:paraId="68CE5D5E" w14:textId="77777777" w:rsidR="00AE5620" w:rsidRDefault="00AE5620" w:rsidP="003D52AF">
            <w:pPr>
              <w:jc w:val="center"/>
              <w:rPr>
                <w:rFonts w:ascii="Liberation Serif" w:hAnsi="Liberation Serif"/>
              </w:rPr>
            </w:pPr>
          </w:p>
          <w:p w14:paraId="544CB6B1" w14:textId="1E9F856D" w:rsidR="003D52AF" w:rsidRPr="002E05F3" w:rsidRDefault="003D52AF" w:rsidP="003D52A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28994B0C" w14:textId="77777777" w:rsidR="00AE5620" w:rsidRDefault="00AE5620" w:rsidP="00AE5620">
            <w:pPr>
              <w:rPr>
                <w:rFonts w:ascii="Liberation Serif" w:hAnsi="Liberation Serif"/>
              </w:rPr>
            </w:pPr>
          </w:p>
          <w:p w14:paraId="166F90D8" w14:textId="5114683D" w:rsidR="00AE5620" w:rsidRDefault="003D52AF" w:rsidP="00AE562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E4A1076" w14:textId="77777777" w:rsidR="003D52AF" w:rsidRPr="00FF5CA9" w:rsidRDefault="003D52AF" w:rsidP="003D52A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2A6676C1" w14:textId="77777777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5FAE2A0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37E69591" w14:textId="5E75BDB0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2404B225" w14:textId="0CAB8116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A83D56D" w14:textId="77777777" w:rsidR="00AE5620" w:rsidRPr="002E05F3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63330071" w14:textId="77777777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43F125B9" w14:textId="77777777" w:rsidR="00AE5620" w:rsidRDefault="00AE5620" w:rsidP="003D52AF">
            <w:pPr>
              <w:jc w:val="center"/>
              <w:rPr>
                <w:rFonts w:ascii="Liberation Serif" w:hAnsi="Liberation Serif"/>
              </w:rPr>
            </w:pPr>
          </w:p>
          <w:p w14:paraId="7B6A44D6" w14:textId="77777777" w:rsidR="00AE5620" w:rsidRDefault="00AE5620" w:rsidP="003D52AF">
            <w:pPr>
              <w:jc w:val="center"/>
              <w:rPr>
                <w:rFonts w:ascii="Liberation Serif" w:hAnsi="Liberation Serif"/>
              </w:rPr>
            </w:pPr>
          </w:p>
          <w:p w14:paraId="36A4E86F" w14:textId="15410BB1" w:rsidR="003D52AF" w:rsidRDefault="003D52AF" w:rsidP="003D52A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F75CE0D" w14:textId="77777777" w:rsidR="003D52AF" w:rsidRDefault="003D52AF" w:rsidP="003D52AF">
            <w:pPr>
              <w:jc w:val="center"/>
              <w:rPr>
                <w:rFonts w:ascii="Liberation Serif" w:hAnsi="Liberation Serif"/>
              </w:rPr>
            </w:pPr>
          </w:p>
          <w:p w14:paraId="7FA07FFA" w14:textId="77777777" w:rsidR="00AE5620" w:rsidRDefault="00AE5620" w:rsidP="003D52AF">
            <w:pPr>
              <w:jc w:val="center"/>
              <w:rPr>
                <w:rFonts w:ascii="Liberation Serif" w:hAnsi="Liberation Serif"/>
              </w:rPr>
            </w:pPr>
          </w:p>
          <w:p w14:paraId="156EBFDD" w14:textId="4FE0D6E2" w:rsidR="003D52AF" w:rsidRPr="002E05F3" w:rsidRDefault="003D52AF" w:rsidP="003D52A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1DF3A522" w14:textId="77777777" w:rsidR="00AE5620" w:rsidRDefault="00AE5620" w:rsidP="003D52AF">
            <w:pPr>
              <w:jc w:val="center"/>
              <w:rPr>
                <w:rFonts w:ascii="Liberation Serif" w:hAnsi="Liberation Serif"/>
              </w:rPr>
            </w:pPr>
          </w:p>
          <w:p w14:paraId="54C32D91" w14:textId="1BE0E666" w:rsidR="003D52AF" w:rsidRDefault="003D52AF" w:rsidP="003D52A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5EB7FAED" w14:textId="77777777" w:rsidR="003D52AF" w:rsidRPr="00FF5CA9" w:rsidRDefault="003D52AF" w:rsidP="003D52A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  <w:tr w:rsidR="003D52AF" w:rsidRPr="002E05F3" w14:paraId="5309276D" w14:textId="77777777" w:rsidTr="00AE5620"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635087F1" w14:textId="77777777" w:rsidR="003D52AF" w:rsidRPr="002E05F3" w:rsidRDefault="003D52AF" w:rsidP="003D52AF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13"/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bookmarkEnd w:id="14"/>
          </w:p>
        </w:tc>
        <w:tc>
          <w:tcPr>
            <w:tcW w:w="26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37C137A" w14:textId="77777777" w:rsidR="003D52AF" w:rsidRPr="00AE5620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AE5620">
              <w:rPr>
                <w:rFonts w:ascii="Liberation Serif" w:hAnsi="Liberation Serif"/>
                <w:sz w:val="18"/>
              </w:rPr>
              <w:t>Chargement, déchargement des véhicules</w:t>
            </w: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A03EA83" w14:textId="77777777" w:rsidR="003D52AF" w:rsidRPr="009649F3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2E05F3">
              <w:rPr>
                <w:rFonts w:ascii="Liberation Serif" w:hAnsi="Liberation Serif"/>
                <w:sz w:val="18"/>
              </w:rPr>
              <w:t>Chutes d’objets, écrasement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489076" w14:textId="1ECF2BBB" w:rsidR="003D52AF" w:rsidRPr="002E05F3" w:rsidRDefault="00126915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>Respect de la réglementation en matière de sécurité du travail</w:t>
            </w:r>
          </w:p>
          <w:p w14:paraId="01DAD5CA" w14:textId="0CCD55CA" w:rsidR="003D52AF" w:rsidRPr="009649F3" w:rsidRDefault="00126915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>Etablir des protocoles de chargement et déchargement avec les sous-traitants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D0B0224" w14:textId="77777777" w:rsidR="00126915" w:rsidRDefault="00126915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43484E78" w14:textId="3C60EA58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47F73241" w14:textId="77777777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8B31EFB" w14:textId="77777777" w:rsidR="00126915" w:rsidRDefault="00126915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14FBE3A" w14:textId="5EC9A45B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42E4994" w14:textId="77777777" w:rsidR="00126915" w:rsidRDefault="00126915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1B41B660" w14:textId="5A5E068E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42FE4BBA" w14:textId="77777777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6336630D" w14:textId="77777777" w:rsidR="00126915" w:rsidRDefault="00126915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30AC0A05" w14:textId="0AB880EB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  <w:tr w:rsidR="003D52AF" w:rsidRPr="002E05F3" w14:paraId="03CEA5C9" w14:textId="77777777" w:rsidTr="00AE5620"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213A50A0" w14:textId="77777777" w:rsidR="003D52AF" w:rsidRPr="002E05F3" w:rsidRDefault="003D52AF" w:rsidP="003D52AF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 w:rsidRPr="002E05F3">
              <w:rPr>
                <w:rFonts w:ascii="Liberation Serif" w:hAnsi="Liberation Serif"/>
              </w:rPr>
              <w:br w:type="page"/>
            </w:r>
            <w:r>
              <w:rPr>
                <w:rFonts w:ascii="Liberation Serif" w:hAnsi="Liberation Serif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15"/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bookmarkEnd w:id="15"/>
          </w:p>
        </w:tc>
        <w:tc>
          <w:tcPr>
            <w:tcW w:w="26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33BD4D" w14:textId="77777777" w:rsidR="003D52AF" w:rsidRPr="00AE5620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AE5620">
              <w:rPr>
                <w:rFonts w:ascii="Liberation Serif" w:hAnsi="Liberation Serif"/>
                <w:sz w:val="18"/>
              </w:rPr>
              <w:t>Utilisation de chalumeaux oxyacétyléniques, bouteilles gaz comprimés et soudure à l’arc</w:t>
            </w: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CF20F23" w14:textId="77777777" w:rsidR="003D52AF" w:rsidRPr="009649F3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2E05F3">
              <w:rPr>
                <w:rFonts w:ascii="Liberation Serif" w:hAnsi="Liberation Serif"/>
                <w:sz w:val="18"/>
              </w:rPr>
              <w:t>Brûlures et explosions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D3B753A" w14:textId="6D9D5105" w:rsidR="003D52AF" w:rsidRPr="002E05F3" w:rsidRDefault="00AE5620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>Interdire de travailler à proximité des réservoirs et alimentations carburant de groupes électrogènes,</w:t>
            </w:r>
          </w:p>
          <w:p w14:paraId="5D0CFECC" w14:textId="159CDF45" w:rsidR="003D52AF" w:rsidRPr="009649F3" w:rsidRDefault="00126915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-Rédiger</w:t>
            </w:r>
            <w:r w:rsidR="003D52AF" w:rsidRPr="002E05F3">
              <w:rPr>
                <w:rFonts w:ascii="Liberation Serif" w:hAnsi="Liberation Serif"/>
                <w:sz w:val="18"/>
              </w:rPr>
              <w:t xml:space="preserve"> obligatoirement un </w:t>
            </w:r>
            <w:r w:rsidR="003D52AF" w:rsidRPr="00126915">
              <w:rPr>
                <w:rFonts w:ascii="Liberation Serif" w:hAnsi="Liberation Serif"/>
                <w:b/>
                <w:bCs/>
                <w:sz w:val="18"/>
              </w:rPr>
              <w:t>permis de feu</w:t>
            </w:r>
            <w:r w:rsidR="003D52AF" w:rsidRPr="009649F3">
              <w:rPr>
                <w:rFonts w:ascii="Liberation Serif" w:hAnsi="Liberation Serif"/>
                <w:sz w:val="18"/>
              </w:rPr>
              <w:t>,</w:t>
            </w:r>
          </w:p>
          <w:p w14:paraId="5697B1F3" w14:textId="0E5FF544" w:rsidR="003D52AF" w:rsidRPr="002E05F3" w:rsidRDefault="00126915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>Connaitre l’emplacement des extincteurs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3E24DFA" w14:textId="77777777" w:rsidR="00126915" w:rsidRDefault="00126915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149288F4" w14:textId="1250E15C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549CABAA" w14:textId="77777777" w:rsidR="003D52AF" w:rsidRPr="009649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19728D59" w14:textId="77777777" w:rsidR="003D52AF" w:rsidRPr="009649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4172945D" w14:textId="77777777" w:rsidR="00126915" w:rsidRDefault="00126915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522CB91A" w14:textId="77777777" w:rsidR="00126915" w:rsidRDefault="00126915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5F4DB961" w14:textId="13C0C45D" w:rsidR="00126915" w:rsidRDefault="003D52AF" w:rsidP="00126915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42867AF8" w14:textId="77777777" w:rsidR="00126915" w:rsidRDefault="00126915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877D8F9" w14:textId="43CDA02B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983AB28" w14:textId="77777777" w:rsidR="00126915" w:rsidRDefault="00126915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8CBC357" w14:textId="5BD65B91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2C11B640" w14:textId="77777777" w:rsidR="003D52AF" w:rsidRPr="009649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3E898054" w14:textId="77777777" w:rsidR="003D52AF" w:rsidRPr="009649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C61CFE3" w14:textId="77777777" w:rsidR="00126915" w:rsidRDefault="00126915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45B389F8" w14:textId="77777777" w:rsidR="00126915" w:rsidRDefault="00126915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4AEA9E3" w14:textId="6539F262" w:rsidR="00126915" w:rsidRDefault="003D52AF" w:rsidP="00126915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32A21081" w14:textId="77777777" w:rsidR="00126915" w:rsidRDefault="00126915" w:rsidP="00126915">
            <w:pPr>
              <w:spacing w:before="60"/>
              <w:rPr>
                <w:rFonts w:ascii="Liberation Serif" w:hAnsi="Liberation Serif"/>
              </w:rPr>
            </w:pPr>
          </w:p>
          <w:p w14:paraId="00E2471C" w14:textId="359F12D4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</w:tbl>
    <w:p w14:paraId="368F28D8" w14:textId="77777777" w:rsidR="00DF065D" w:rsidRDefault="00DF065D">
      <w:r>
        <w:br w:type="page"/>
      </w:r>
    </w:p>
    <w:tbl>
      <w:tblPr>
        <w:tblW w:w="0" w:type="auto"/>
        <w:tblInd w:w="2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201"/>
        <w:gridCol w:w="2695"/>
        <w:gridCol w:w="2115"/>
        <w:gridCol w:w="1675"/>
        <w:gridCol w:w="924"/>
        <w:gridCol w:w="911"/>
      </w:tblGrid>
      <w:tr w:rsidR="00DF065D" w:rsidRPr="001A0DD3" w14:paraId="339D20CB" w14:textId="77777777" w:rsidTr="004C2E77">
        <w:tc>
          <w:tcPr>
            <w:tcW w:w="3896" w:type="dxa"/>
            <w:gridSpan w:val="2"/>
            <w:vMerge w:val="restart"/>
            <w:shd w:val="clear" w:color="auto" w:fill="BDD6EE"/>
            <w:vAlign w:val="center"/>
          </w:tcPr>
          <w:p w14:paraId="5E6C38A5" w14:textId="77777777" w:rsidR="00DF065D" w:rsidRPr="00BD06C1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lastRenderedPageBreak/>
              <w:t>Domaine des risques</w:t>
            </w:r>
          </w:p>
        </w:tc>
        <w:tc>
          <w:tcPr>
            <w:tcW w:w="2115" w:type="dxa"/>
            <w:vMerge w:val="restart"/>
            <w:shd w:val="clear" w:color="auto" w:fill="BDD6EE"/>
            <w:vAlign w:val="center"/>
          </w:tcPr>
          <w:p w14:paraId="78C5EFAC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Nature des risques</w:t>
            </w:r>
          </w:p>
        </w:tc>
        <w:tc>
          <w:tcPr>
            <w:tcW w:w="1675" w:type="dxa"/>
            <w:vMerge w:val="restart"/>
            <w:shd w:val="clear" w:color="auto" w:fill="BDD6EE"/>
            <w:vAlign w:val="center"/>
          </w:tcPr>
          <w:p w14:paraId="5C88A29A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Mesures de prévention</w:t>
            </w:r>
          </w:p>
        </w:tc>
        <w:tc>
          <w:tcPr>
            <w:tcW w:w="1835" w:type="dxa"/>
            <w:gridSpan w:val="2"/>
            <w:shd w:val="clear" w:color="auto" w:fill="BDD6EE"/>
            <w:vAlign w:val="center"/>
          </w:tcPr>
          <w:p w14:paraId="00D2D760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  <w:b/>
              </w:rPr>
            </w:pPr>
            <w:r w:rsidRPr="001A0DD3">
              <w:rPr>
                <w:rFonts w:ascii="Liberation Serif" w:hAnsi="Liberation Serif"/>
                <w:b/>
              </w:rPr>
              <w:t xml:space="preserve">Action réalisée par : </w:t>
            </w:r>
          </w:p>
        </w:tc>
      </w:tr>
      <w:tr w:rsidR="00DF065D" w:rsidRPr="00E15553" w14:paraId="39B26FFD" w14:textId="77777777" w:rsidTr="004C2E77">
        <w:tc>
          <w:tcPr>
            <w:tcW w:w="3896" w:type="dxa"/>
            <w:gridSpan w:val="2"/>
            <w:vMerge/>
            <w:tcBorders>
              <w:bottom w:val="single" w:sz="2" w:space="0" w:color="auto"/>
            </w:tcBorders>
            <w:shd w:val="clear" w:color="auto" w:fill="BDD6EE"/>
            <w:vAlign w:val="center"/>
          </w:tcPr>
          <w:p w14:paraId="2DFFD7F3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115" w:type="dxa"/>
            <w:vMerge/>
            <w:shd w:val="clear" w:color="auto" w:fill="BDD6EE"/>
            <w:vAlign w:val="center"/>
          </w:tcPr>
          <w:p w14:paraId="4B0C6034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75" w:type="dxa"/>
            <w:vMerge/>
            <w:shd w:val="clear" w:color="auto" w:fill="BDD6EE"/>
          </w:tcPr>
          <w:p w14:paraId="34D381B2" w14:textId="77777777" w:rsidR="00DF065D" w:rsidRPr="001C1E96" w:rsidRDefault="00DF065D" w:rsidP="004C2E77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</w:p>
        </w:tc>
        <w:tc>
          <w:tcPr>
            <w:tcW w:w="924" w:type="dxa"/>
            <w:shd w:val="clear" w:color="auto" w:fill="BDD6EE"/>
            <w:vAlign w:val="center"/>
          </w:tcPr>
          <w:p w14:paraId="312360E2" w14:textId="77777777" w:rsidR="00DF065D" w:rsidRPr="001C1E96" w:rsidRDefault="00DF065D" w:rsidP="004C2E77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1C1E96">
              <w:rPr>
                <w:rFonts w:ascii="Liberation Serif" w:hAnsi="Liberation Serif"/>
                <w:b/>
                <w:sz w:val="18"/>
                <w:szCs w:val="18"/>
              </w:rPr>
              <w:t>EU</w:t>
            </w:r>
          </w:p>
        </w:tc>
        <w:tc>
          <w:tcPr>
            <w:tcW w:w="911" w:type="dxa"/>
            <w:shd w:val="clear" w:color="auto" w:fill="BDD6EE"/>
            <w:vAlign w:val="center"/>
          </w:tcPr>
          <w:p w14:paraId="35488210" w14:textId="77777777" w:rsidR="00DF065D" w:rsidRPr="00E15553" w:rsidRDefault="00DF065D" w:rsidP="004C2E77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E15553">
              <w:rPr>
                <w:rFonts w:ascii="Liberation Serif" w:hAnsi="Liberation Serif"/>
                <w:b/>
                <w:sz w:val="18"/>
                <w:szCs w:val="18"/>
              </w:rPr>
              <w:t>EE</w:t>
            </w:r>
          </w:p>
        </w:tc>
      </w:tr>
      <w:tr w:rsidR="003D52AF" w:rsidRPr="002E05F3" w14:paraId="2005FD0E" w14:textId="77777777" w:rsidTr="00AE5620"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29BAD4BB" w14:textId="7E1995A7" w:rsidR="003D52AF" w:rsidRPr="002E05F3" w:rsidRDefault="003D52AF" w:rsidP="003D52AF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aseACocher16"/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bookmarkEnd w:id="16"/>
          </w:p>
        </w:tc>
        <w:tc>
          <w:tcPr>
            <w:tcW w:w="26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F7FDE8F" w14:textId="77777777" w:rsidR="003D52AF" w:rsidRPr="00AE5620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AE5620">
              <w:rPr>
                <w:rFonts w:ascii="Liberation Serif" w:hAnsi="Liberation Serif"/>
                <w:sz w:val="18"/>
              </w:rPr>
              <w:t>Mouvement de portes lourdes ou grande dimension</w:t>
            </w: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89FF95" w14:textId="77777777" w:rsidR="003D52AF" w:rsidRPr="009649F3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2E05F3">
              <w:rPr>
                <w:rFonts w:ascii="Liberation Serif" w:hAnsi="Liberation Serif"/>
                <w:sz w:val="18"/>
              </w:rPr>
              <w:t>Ecrasement ou blessures lors des manœuvres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41EE174" w14:textId="473A0C20" w:rsidR="003D52AF" w:rsidRPr="009649F3" w:rsidRDefault="00AE5620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>Se tenir à distance des portes en mouvement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FBBEF51" w14:textId="77777777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7D8B78B" w14:textId="77777777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  <w:tr w:rsidR="003D52AF" w:rsidRPr="002E05F3" w14:paraId="590126A2" w14:textId="77777777" w:rsidTr="00AE5620"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20C9C659" w14:textId="77777777" w:rsidR="003D52AF" w:rsidRPr="002E05F3" w:rsidRDefault="003D52AF" w:rsidP="003D52AF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26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CB0A03" w14:textId="77777777" w:rsidR="003D52AF" w:rsidRPr="00AE5620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AE5620">
              <w:rPr>
                <w:rFonts w:ascii="Liberation Serif" w:hAnsi="Liberation Serif"/>
                <w:sz w:val="18"/>
              </w:rPr>
              <w:t>Accès aux chantiers d’autres entreprises</w:t>
            </w: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34C1272" w14:textId="77777777" w:rsidR="003D52AF" w:rsidRPr="009649F3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2E05F3">
              <w:rPr>
                <w:rFonts w:ascii="Liberation Serif" w:hAnsi="Liberation Serif"/>
                <w:sz w:val="18"/>
              </w:rPr>
              <w:t>Risques liés à la nature de chaque chantier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86C74E8" w14:textId="1E3458A4" w:rsidR="003D52AF" w:rsidRPr="002E05F3" w:rsidRDefault="00AE5620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>Interdit</w:t>
            </w:r>
          </w:p>
          <w:p w14:paraId="53CDCBC9" w14:textId="59393D2E" w:rsidR="003D52AF" w:rsidRPr="002E05F3" w:rsidRDefault="00AE5620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>Respecter les périmètres de sécurité et le balisage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0FC041" w14:textId="77777777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33E60D9A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C4F361D" w14:textId="03ECF0FF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DBA85D" w14:textId="77777777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137A62E8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66D6C99B" w14:textId="1BA491CF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  <w:tr w:rsidR="003D52AF" w:rsidRPr="002E05F3" w14:paraId="6A706ED4" w14:textId="77777777" w:rsidTr="00AE5620"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1C340133" w14:textId="77777777" w:rsidR="003D52AF" w:rsidRPr="002E05F3" w:rsidRDefault="003D52AF" w:rsidP="003D52AF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26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21ECE08" w14:textId="77777777" w:rsidR="003D52AF" w:rsidRPr="00AE5620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AE5620">
              <w:rPr>
                <w:rFonts w:ascii="Liberation Serif" w:hAnsi="Liberation Serif"/>
                <w:sz w:val="18"/>
              </w:rPr>
              <w:t>Manutention mécanisée (ponts roulants, chariots, grues, engins élingage levage, monte-charge, etc.)</w:t>
            </w: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2D2CDD7" w14:textId="77777777" w:rsidR="003D52AF" w:rsidRPr="002E05F3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2E05F3">
              <w:rPr>
                <w:rFonts w:ascii="Liberation Serif" w:hAnsi="Liberation Serif"/>
                <w:sz w:val="18"/>
              </w:rPr>
              <w:t>Circulation de chariots élévateurs à proximité du chantier, renversement de piétons, accrochage de l’échafaudage</w:t>
            </w:r>
          </w:p>
          <w:p w14:paraId="2C2F8F24" w14:textId="77777777" w:rsidR="003D52AF" w:rsidRPr="002E05F3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7933058" w14:textId="7B148831" w:rsidR="003D52AF" w:rsidRPr="002E05F3" w:rsidRDefault="00126915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 xml:space="preserve">Baliser les chantiers par des barrières rigides et </w:t>
            </w:r>
            <w:r w:rsidR="003D52AF">
              <w:rPr>
                <w:rFonts w:ascii="Liberation Serif" w:hAnsi="Liberation Serif"/>
                <w:sz w:val="18"/>
              </w:rPr>
              <w:t>de la rubalise</w:t>
            </w:r>
            <w:r w:rsidR="003D52AF" w:rsidRPr="002E05F3">
              <w:rPr>
                <w:rFonts w:ascii="Liberation Serif" w:hAnsi="Liberation Serif"/>
                <w:sz w:val="18"/>
              </w:rPr>
              <w:t>,</w:t>
            </w:r>
          </w:p>
          <w:p w14:paraId="24B278C3" w14:textId="5DB9C3E6" w:rsidR="003D52AF" w:rsidRPr="002E05F3" w:rsidRDefault="00126915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>Posséder l’</w:t>
            </w:r>
            <w:r w:rsidR="003D52AF" w:rsidRPr="00AE5620">
              <w:rPr>
                <w:rFonts w:ascii="Liberation Serif" w:hAnsi="Liberation Serif"/>
                <w:b/>
                <w:bCs/>
                <w:sz w:val="18"/>
              </w:rPr>
              <w:t>autorisation de conduite</w:t>
            </w:r>
            <w:r w:rsidR="003D52AF" w:rsidRPr="002E05F3">
              <w:rPr>
                <w:rFonts w:ascii="Liberation Serif" w:hAnsi="Liberation Serif"/>
                <w:sz w:val="18"/>
              </w:rPr>
              <w:t xml:space="preserve"> adéquate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B7C6CD8" w14:textId="77777777" w:rsidR="00126915" w:rsidRDefault="00126915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6DCF8DAE" w14:textId="3A9D3163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4E7B38EE" w14:textId="77777777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6843F1E1" w14:textId="77777777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D285E7" w14:textId="77777777" w:rsidR="00126915" w:rsidRDefault="00126915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11A32267" w14:textId="2F68780E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3A6B7ED8" w14:textId="77777777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48EDEB80" w14:textId="77777777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  <w:tr w:rsidR="003D52AF" w:rsidRPr="002E05F3" w14:paraId="2BF73CA0" w14:textId="77777777" w:rsidTr="00AE5620"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7658B957" w14:textId="77777777" w:rsidR="003D52AF" w:rsidRPr="002E05F3" w:rsidRDefault="003D52AF" w:rsidP="003D52AF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26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4CB4840" w14:textId="77777777" w:rsidR="003D52AF" w:rsidRPr="00AE5620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AE5620">
              <w:rPr>
                <w:rFonts w:ascii="Liberation Serif" w:hAnsi="Liberation Serif"/>
                <w:sz w:val="18"/>
              </w:rPr>
              <w:t>Travaux en hauteur (charpentes, toitures, bardages, etc…) </w:t>
            </w: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9F8CA7" w14:textId="77777777" w:rsidR="003D52AF" w:rsidRPr="002E05F3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2E05F3">
              <w:rPr>
                <w:rFonts w:ascii="Liberation Serif" w:hAnsi="Liberation Serif"/>
                <w:sz w:val="18"/>
              </w:rPr>
              <w:t>Chutes et tous dommages liés à la chute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E3AE80" w14:textId="0867E070" w:rsidR="003D52AF" w:rsidRPr="002E05F3" w:rsidRDefault="00126915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>Utiliser un échafaudage/nacelle conforme à la ré</w:t>
            </w:r>
            <w:r w:rsidR="003D52AF">
              <w:rPr>
                <w:rFonts w:ascii="Liberation Serif" w:hAnsi="Liberation Serif"/>
                <w:sz w:val="18"/>
              </w:rPr>
              <w:t>glementation, échelles en état,</w:t>
            </w:r>
          </w:p>
          <w:p w14:paraId="7DAA1114" w14:textId="1419E349" w:rsidR="003D52AF" w:rsidRPr="002E05F3" w:rsidRDefault="00126915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>Porter un harnais de sécurité</w:t>
            </w:r>
            <w:r w:rsidR="003D52AF">
              <w:rPr>
                <w:rFonts w:ascii="Liberation Serif" w:hAnsi="Liberation Serif"/>
                <w:sz w:val="18"/>
              </w:rPr>
              <w:t xml:space="preserve"> et fournir </w:t>
            </w:r>
            <w:r w:rsidR="003D52AF" w:rsidRPr="009649F3">
              <w:rPr>
                <w:rFonts w:ascii="Liberation Serif" w:hAnsi="Liberation Serif"/>
                <w:sz w:val="18"/>
              </w:rPr>
              <w:t>l’</w:t>
            </w:r>
            <w:r w:rsidR="003D52AF" w:rsidRPr="00AE5620">
              <w:rPr>
                <w:rFonts w:ascii="Liberation Serif" w:hAnsi="Liberation Serif"/>
                <w:b/>
                <w:bCs/>
                <w:sz w:val="18"/>
              </w:rPr>
              <w:t>attestation de formation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AE4CCC0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05E2F65" w14:textId="5931144E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384CE45F" w14:textId="5A2576A0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6A44C06C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8E1F091" w14:textId="77777777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50ACB49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ED6F406" w14:textId="468FC87A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75C3BB5" w14:textId="6A96E971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3A8677B5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586B6B10" w14:textId="77777777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  <w:tr w:rsidR="003D52AF" w:rsidRPr="002E05F3" w14:paraId="1462A789" w14:textId="77777777" w:rsidTr="00AE5620"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46DD8A9C" w14:textId="77777777" w:rsidR="003D52AF" w:rsidRPr="002E05F3" w:rsidRDefault="003D52AF" w:rsidP="003D52AF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eACocher20"/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bookmarkEnd w:id="17"/>
          </w:p>
        </w:tc>
        <w:tc>
          <w:tcPr>
            <w:tcW w:w="26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C1B5D43" w14:textId="77777777" w:rsidR="003D52AF" w:rsidRPr="00AE5620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AE5620">
              <w:rPr>
                <w:rFonts w:ascii="Liberation Serif" w:hAnsi="Liberation Serif"/>
                <w:sz w:val="18"/>
              </w:rPr>
              <w:t>Incendie (explosion, fumées, radiations etc…)</w:t>
            </w: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0D59DF9" w14:textId="77777777" w:rsidR="003D52AF" w:rsidRPr="002E05F3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2E05F3">
              <w:rPr>
                <w:rFonts w:ascii="Liberation Serif" w:hAnsi="Liberation Serif"/>
                <w:sz w:val="18"/>
              </w:rPr>
              <w:t>Inflammation et explosion de poussières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E1A09A3" w14:textId="40311CA5" w:rsidR="003D52AF" w:rsidRPr="002E05F3" w:rsidRDefault="00126915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>Interdiction de fumer</w:t>
            </w:r>
            <w:r w:rsidR="003D52AF">
              <w:rPr>
                <w:rFonts w:ascii="Liberation Serif" w:hAnsi="Liberation Serif"/>
                <w:sz w:val="18"/>
              </w:rPr>
              <w:t xml:space="preserve"> sur le site excepté dans les zones dédiées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A65890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67F0842F" w14:textId="53AB248F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118F72D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110BFFD7" w14:textId="73A08B9D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  <w:tr w:rsidR="003D52AF" w:rsidRPr="002E05F3" w14:paraId="7F2D4FF2" w14:textId="77777777" w:rsidTr="00AE5620"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27C1F0BD" w14:textId="77777777" w:rsidR="003D52AF" w:rsidRPr="002E05F3" w:rsidRDefault="003D52AF" w:rsidP="003D52AF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eACocher21"/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bookmarkEnd w:id="18"/>
          </w:p>
        </w:tc>
        <w:tc>
          <w:tcPr>
            <w:tcW w:w="26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63D3E74" w14:textId="77777777" w:rsidR="003D52AF" w:rsidRPr="00AE5620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AE5620">
              <w:rPr>
                <w:rFonts w:ascii="Liberation Serif" w:hAnsi="Liberation Serif"/>
                <w:sz w:val="18"/>
              </w:rPr>
              <w:t>Travaux de nuit/travailleur isolé</w:t>
            </w:r>
          </w:p>
          <w:p w14:paraId="0691C009" w14:textId="77777777" w:rsidR="003D52AF" w:rsidRPr="00AE5620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80CF38" w14:textId="77777777" w:rsidR="003D52AF" w:rsidRPr="002E05F3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2E05F3">
              <w:rPr>
                <w:rFonts w:ascii="Liberation Serif" w:hAnsi="Liberation Serif"/>
                <w:sz w:val="18"/>
              </w:rPr>
              <w:t>Fatigue, isolement, risques liés à la méconnaissance des lieux</w:t>
            </w:r>
          </w:p>
          <w:p w14:paraId="089A68CB" w14:textId="77777777" w:rsidR="003D52AF" w:rsidRPr="002E05F3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6B2F83C" w14:textId="7D15A1A7" w:rsidR="003D52AF" w:rsidRPr="002E05F3" w:rsidRDefault="00126915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>Faire respecter les périodes de travail et les périodes de repos,</w:t>
            </w:r>
          </w:p>
          <w:p w14:paraId="3AE9CA06" w14:textId="41E77556" w:rsidR="003D52AF" w:rsidRPr="002E05F3" w:rsidRDefault="00126915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 w:rsidRPr="002E05F3">
              <w:rPr>
                <w:rFonts w:ascii="Liberation Serif" w:hAnsi="Liberation Serif"/>
                <w:sz w:val="18"/>
              </w:rPr>
              <w:t xml:space="preserve">Donner des consignes </w:t>
            </w:r>
            <w:r w:rsidR="003D52AF">
              <w:rPr>
                <w:rFonts w:ascii="Liberation Serif" w:hAnsi="Liberation Serif"/>
                <w:sz w:val="18"/>
              </w:rPr>
              <w:t>appropriées</w:t>
            </w:r>
            <w:r w:rsidR="003D52AF" w:rsidRPr="002E05F3">
              <w:rPr>
                <w:rFonts w:ascii="Liberation Serif" w:hAnsi="Liberation Serif"/>
                <w:sz w:val="18"/>
              </w:rPr>
              <w:t xml:space="preserve"> </w:t>
            </w:r>
            <w:r>
              <w:rPr>
                <w:rFonts w:ascii="Liberation Serif" w:hAnsi="Liberation Serif"/>
                <w:sz w:val="18"/>
              </w:rPr>
              <w:t>au travailleur isolé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61963E3" w14:textId="77777777" w:rsidR="00126915" w:rsidRDefault="00126915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35F812CF" w14:textId="735384C5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52ECB5F" w14:textId="00687349" w:rsidR="00126915" w:rsidRDefault="00126915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421B63BA" w14:textId="77777777" w:rsidR="00126915" w:rsidRDefault="00126915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8F665BF" w14:textId="77777777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968B159" w14:textId="77777777" w:rsidR="00126915" w:rsidRDefault="00126915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6FA9FBFE" w14:textId="7719F213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701BBDF6" w14:textId="2FCDB6DB" w:rsidR="00126915" w:rsidRDefault="00126915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1ECC116" w14:textId="77777777" w:rsidR="00126915" w:rsidRDefault="00126915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67353489" w14:textId="77777777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3E2653">
              <w:rPr>
                <w:rFonts w:ascii="Liberation Serif" w:hAnsi="Liberation Serif"/>
              </w:rPr>
            </w:r>
            <w:r w:rsidR="003E2653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</w:tbl>
    <w:p w14:paraId="070E1D10" w14:textId="77777777" w:rsidR="00DF065D" w:rsidRDefault="00DF065D">
      <w:r>
        <w:br w:type="page"/>
      </w:r>
    </w:p>
    <w:tbl>
      <w:tblPr>
        <w:tblW w:w="0" w:type="auto"/>
        <w:tblInd w:w="2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201"/>
        <w:gridCol w:w="2695"/>
        <w:gridCol w:w="2115"/>
        <w:gridCol w:w="1675"/>
        <w:gridCol w:w="924"/>
        <w:gridCol w:w="911"/>
      </w:tblGrid>
      <w:tr w:rsidR="003D52AF" w:rsidRPr="001A0DD3" w14:paraId="01953E98" w14:textId="77777777" w:rsidTr="00AE5620">
        <w:tc>
          <w:tcPr>
            <w:tcW w:w="3896" w:type="dxa"/>
            <w:gridSpan w:val="2"/>
            <w:vMerge w:val="restart"/>
            <w:shd w:val="clear" w:color="auto" w:fill="BDD6EE"/>
            <w:vAlign w:val="center"/>
          </w:tcPr>
          <w:p w14:paraId="2728B3A1" w14:textId="77777777" w:rsidR="003D52AF" w:rsidRPr="00BD06C1" w:rsidRDefault="003D52AF" w:rsidP="003D52AF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lastRenderedPageBreak/>
              <w:t>Domaine des risques</w:t>
            </w:r>
          </w:p>
        </w:tc>
        <w:tc>
          <w:tcPr>
            <w:tcW w:w="2115" w:type="dxa"/>
            <w:vMerge w:val="restart"/>
            <w:shd w:val="clear" w:color="auto" w:fill="BDD6EE"/>
            <w:vAlign w:val="center"/>
          </w:tcPr>
          <w:p w14:paraId="5F7FFFFA" w14:textId="77777777" w:rsidR="003D52AF" w:rsidRPr="001A0DD3" w:rsidRDefault="003D52AF" w:rsidP="003D52AF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Nature des risques</w:t>
            </w:r>
          </w:p>
        </w:tc>
        <w:tc>
          <w:tcPr>
            <w:tcW w:w="1675" w:type="dxa"/>
            <w:vMerge w:val="restart"/>
            <w:shd w:val="clear" w:color="auto" w:fill="BDD6EE"/>
            <w:vAlign w:val="center"/>
          </w:tcPr>
          <w:p w14:paraId="4C8C0784" w14:textId="77777777" w:rsidR="003D52AF" w:rsidRPr="001A0DD3" w:rsidRDefault="003D52AF" w:rsidP="003D52AF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Mesures de prévention</w:t>
            </w:r>
          </w:p>
        </w:tc>
        <w:tc>
          <w:tcPr>
            <w:tcW w:w="1835" w:type="dxa"/>
            <w:gridSpan w:val="2"/>
            <w:shd w:val="clear" w:color="auto" w:fill="BDD6EE"/>
            <w:vAlign w:val="center"/>
          </w:tcPr>
          <w:p w14:paraId="330929CC" w14:textId="77777777" w:rsidR="003D52AF" w:rsidRPr="001A0DD3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b/>
              </w:rPr>
            </w:pPr>
            <w:r w:rsidRPr="001A0DD3">
              <w:rPr>
                <w:rFonts w:ascii="Liberation Serif" w:hAnsi="Liberation Serif"/>
                <w:b/>
              </w:rPr>
              <w:t xml:space="preserve">Action réalisée par : </w:t>
            </w:r>
          </w:p>
        </w:tc>
      </w:tr>
      <w:tr w:rsidR="003D52AF" w:rsidRPr="00E15553" w14:paraId="052F4908" w14:textId="77777777" w:rsidTr="00AE5620">
        <w:tc>
          <w:tcPr>
            <w:tcW w:w="3896" w:type="dxa"/>
            <w:gridSpan w:val="2"/>
            <w:vMerge/>
            <w:shd w:val="clear" w:color="auto" w:fill="BDD6EE"/>
            <w:vAlign w:val="center"/>
          </w:tcPr>
          <w:p w14:paraId="558F0BA2" w14:textId="77777777" w:rsidR="003D52AF" w:rsidRPr="001A0DD3" w:rsidRDefault="003D52AF" w:rsidP="003D52AF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115" w:type="dxa"/>
            <w:vMerge/>
            <w:shd w:val="clear" w:color="auto" w:fill="BDD6EE"/>
            <w:vAlign w:val="center"/>
          </w:tcPr>
          <w:p w14:paraId="6BBE2B74" w14:textId="77777777" w:rsidR="003D52AF" w:rsidRPr="001A0DD3" w:rsidRDefault="003D52AF" w:rsidP="003D52AF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75" w:type="dxa"/>
            <w:vMerge/>
            <w:shd w:val="clear" w:color="auto" w:fill="BDD6EE"/>
          </w:tcPr>
          <w:p w14:paraId="7995F221" w14:textId="77777777" w:rsidR="003D52AF" w:rsidRPr="001C1E9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</w:p>
        </w:tc>
        <w:tc>
          <w:tcPr>
            <w:tcW w:w="924" w:type="dxa"/>
            <w:shd w:val="clear" w:color="auto" w:fill="BDD6EE"/>
            <w:vAlign w:val="center"/>
          </w:tcPr>
          <w:p w14:paraId="0876D8E6" w14:textId="77777777" w:rsidR="003D52AF" w:rsidRPr="001C1E9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1C1E96">
              <w:rPr>
                <w:rFonts w:ascii="Liberation Serif" w:hAnsi="Liberation Serif"/>
                <w:b/>
                <w:sz w:val="18"/>
                <w:szCs w:val="18"/>
              </w:rPr>
              <w:t>EU</w:t>
            </w:r>
          </w:p>
        </w:tc>
        <w:tc>
          <w:tcPr>
            <w:tcW w:w="911" w:type="dxa"/>
            <w:shd w:val="clear" w:color="auto" w:fill="BDD6EE"/>
            <w:vAlign w:val="center"/>
          </w:tcPr>
          <w:p w14:paraId="526B9B3D" w14:textId="77777777" w:rsidR="003D52AF" w:rsidRPr="00E15553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E15553">
              <w:rPr>
                <w:rFonts w:ascii="Liberation Serif" w:hAnsi="Liberation Serif"/>
                <w:b/>
                <w:sz w:val="18"/>
                <w:szCs w:val="18"/>
              </w:rPr>
              <w:t>EE</w:t>
            </w:r>
          </w:p>
        </w:tc>
      </w:tr>
      <w:tr w:rsidR="003D52AF" w:rsidRPr="00F40CE6" w14:paraId="3770B9F7" w14:textId="77777777" w:rsidTr="00AE5620">
        <w:trPr>
          <w:trHeight w:val="1961"/>
        </w:trPr>
        <w:tc>
          <w:tcPr>
            <w:tcW w:w="3896" w:type="dxa"/>
            <w:gridSpan w:val="2"/>
            <w:shd w:val="clear" w:color="auto" w:fill="FFFFFF"/>
          </w:tcPr>
          <w:p w14:paraId="02117188" w14:textId="0C8722C4" w:rsidR="003D52AF" w:rsidRPr="00F40CE6" w:rsidRDefault="003D52AF" w:rsidP="003D52AF">
            <w:pPr>
              <w:spacing w:before="60" w:after="60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CE6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end"/>
            </w:r>
            <w:r w:rsidRPr="00F40CE6">
              <w:rPr>
                <w:rFonts w:ascii="Liberation Serif" w:hAnsi="Liberation Serif"/>
                <w:sz w:val="18"/>
                <w:szCs w:val="18"/>
              </w:rPr>
              <w:t xml:space="preserve"> </w:t>
            </w:r>
            <w:r>
              <w:rPr>
                <w:rFonts w:ascii="Liberation Serif" w:hAnsi="Liberation Serif"/>
                <w:sz w:val="18"/>
                <w:szCs w:val="18"/>
              </w:rPr>
              <w:t xml:space="preserve">                    </w:t>
            </w:r>
            <w:r w:rsidRPr="00F40CE6">
              <w:rPr>
                <w:rFonts w:ascii="Liberation Serif" w:hAnsi="Liberation Serif"/>
                <w:sz w:val="18"/>
                <w:szCs w:val="18"/>
              </w:rPr>
              <w:t>Circulation liée à l’évacuation</w:t>
            </w:r>
          </w:p>
        </w:tc>
        <w:tc>
          <w:tcPr>
            <w:tcW w:w="2115" w:type="dxa"/>
            <w:shd w:val="clear" w:color="auto" w:fill="FFFFFF"/>
          </w:tcPr>
          <w:p w14:paraId="723D15AA" w14:textId="77777777" w:rsidR="003D52AF" w:rsidRPr="00F40CE6" w:rsidRDefault="003D52AF" w:rsidP="003D52AF">
            <w:pPr>
              <w:spacing w:before="60" w:after="60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F40CE6">
              <w:rPr>
                <w:rFonts w:ascii="Liberation Serif" w:hAnsi="Liberation Serif"/>
                <w:sz w:val="18"/>
                <w:szCs w:val="18"/>
              </w:rPr>
              <w:t>Stockage, encombrement des cheminements d’évacuation Empêchement d’une évacuation fluide</w:t>
            </w:r>
          </w:p>
        </w:tc>
        <w:tc>
          <w:tcPr>
            <w:tcW w:w="1675" w:type="dxa"/>
            <w:shd w:val="clear" w:color="auto" w:fill="FFFFFF"/>
          </w:tcPr>
          <w:p w14:paraId="2C7521DB" w14:textId="18F00344" w:rsidR="003D52AF" w:rsidRPr="00F40CE6" w:rsidRDefault="00AE5620" w:rsidP="003D52AF">
            <w:pPr>
              <w:spacing w:before="60" w:after="60"/>
              <w:jc w:val="left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-</w:t>
            </w:r>
            <w:r w:rsidR="003D52AF" w:rsidRPr="00F40CE6">
              <w:rPr>
                <w:rFonts w:ascii="Liberation Serif" w:hAnsi="Liberation Serif"/>
                <w:sz w:val="18"/>
                <w:szCs w:val="18"/>
              </w:rPr>
              <w:t>Étudier la possibilité d’effectuer les travaux en dehors des heures d’ouverture</w:t>
            </w:r>
          </w:p>
          <w:p w14:paraId="24A0AC25" w14:textId="4ABA00CC" w:rsidR="003D52AF" w:rsidRPr="00F40CE6" w:rsidRDefault="00AE5620" w:rsidP="003D52AF">
            <w:pPr>
              <w:spacing w:before="60" w:after="60"/>
              <w:jc w:val="left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-</w:t>
            </w:r>
            <w:r w:rsidR="003D52AF" w:rsidRPr="00F40CE6">
              <w:rPr>
                <w:rFonts w:ascii="Liberation Serif" w:hAnsi="Liberation Serif"/>
                <w:sz w:val="18"/>
                <w:szCs w:val="18"/>
              </w:rPr>
              <w:t>Stocker le matériel en dehors des chemins d’évacuation</w:t>
            </w:r>
          </w:p>
          <w:p w14:paraId="42F8DC43" w14:textId="5CBD7BAF" w:rsidR="003D52AF" w:rsidRPr="00F40CE6" w:rsidRDefault="00AE5620" w:rsidP="003D52AF">
            <w:pPr>
              <w:spacing w:before="60" w:after="60"/>
              <w:jc w:val="left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-</w:t>
            </w:r>
            <w:r w:rsidR="003D52AF" w:rsidRPr="00F40CE6">
              <w:rPr>
                <w:rFonts w:ascii="Liberation Serif" w:hAnsi="Liberation Serif"/>
                <w:sz w:val="18"/>
                <w:szCs w:val="18"/>
              </w:rPr>
              <w:t>Laisser les issues de secours vacantes</w:t>
            </w:r>
          </w:p>
        </w:tc>
        <w:tc>
          <w:tcPr>
            <w:tcW w:w="924" w:type="dxa"/>
            <w:shd w:val="clear" w:color="auto" w:fill="FFFFFF"/>
          </w:tcPr>
          <w:p w14:paraId="3D3BC072" w14:textId="77777777" w:rsidR="00AE5620" w:rsidRDefault="00AE5620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6026C17E" w14:textId="3418FA01" w:rsidR="003D52AF" w:rsidRPr="00F40CE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CE6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49D9DFBB" w14:textId="77777777" w:rsidR="003D52AF" w:rsidRPr="00F40CE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4668E46C" w14:textId="67C6B68F" w:rsidR="003D52AF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4D5674B3" w14:textId="08C7CE53" w:rsidR="00AE5620" w:rsidRDefault="00AE5620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7442EAB7" w14:textId="77777777" w:rsidR="00AE5620" w:rsidRPr="00F40CE6" w:rsidRDefault="00AE5620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410FD4C2" w14:textId="77777777" w:rsidR="003D52AF" w:rsidRPr="00F40CE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CE6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1761E1EF" w14:textId="77777777" w:rsidR="003D52AF" w:rsidRPr="00F40CE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4754B19A" w14:textId="77777777" w:rsidR="00AE5620" w:rsidRDefault="00AE5620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21253DEE" w14:textId="76EB98E0" w:rsidR="003D52AF" w:rsidRPr="00F40CE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CE6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</w:tc>
        <w:tc>
          <w:tcPr>
            <w:tcW w:w="911" w:type="dxa"/>
            <w:shd w:val="clear" w:color="auto" w:fill="FFFFFF"/>
          </w:tcPr>
          <w:p w14:paraId="5598F39D" w14:textId="77777777" w:rsidR="00AE5620" w:rsidRDefault="00AE5620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2CC59E77" w14:textId="3852A537" w:rsidR="003D52AF" w:rsidRPr="00F40CE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CE6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345D0E41" w14:textId="77777777" w:rsidR="003D52AF" w:rsidRPr="00F40CE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70F890FA" w14:textId="77777777" w:rsidR="003D52AF" w:rsidRPr="00F40CE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3C19191E" w14:textId="77777777" w:rsidR="00AE5620" w:rsidRDefault="00AE5620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6150E199" w14:textId="77777777" w:rsidR="00AE5620" w:rsidRDefault="00AE5620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0ADEBDF6" w14:textId="29E56B44" w:rsidR="003D52AF" w:rsidRPr="00F40CE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CE6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1E2A32A7" w14:textId="77777777" w:rsidR="003D52AF" w:rsidRPr="00F40CE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61A398EF" w14:textId="77777777" w:rsidR="00AE5620" w:rsidRDefault="00AE5620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53E5F18E" w14:textId="172E2DE6" w:rsidR="003D52AF" w:rsidRPr="00F40CE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CE6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</w:tc>
      </w:tr>
      <w:tr w:rsidR="003D52AF" w:rsidRPr="00DF4CC5" w14:paraId="71B85BC7" w14:textId="77777777" w:rsidTr="00AE5620"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7A9B095A" w14:textId="77777777" w:rsidR="003D52AF" w:rsidRPr="00DF4CC5" w:rsidRDefault="003D52AF" w:rsidP="003D52AF">
            <w:pPr>
              <w:spacing w:beforeLines="60" w:before="144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28C2AC9F" w14:textId="77777777" w:rsidR="003D52AF" w:rsidRPr="00DF4CC5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t>Psycho-sociaux</w:t>
            </w:r>
          </w:p>
        </w:tc>
        <w:tc>
          <w:tcPr>
            <w:tcW w:w="2115" w:type="dxa"/>
            <w:shd w:val="clear" w:color="auto" w:fill="auto"/>
          </w:tcPr>
          <w:p w14:paraId="4F650B08" w14:textId="77777777" w:rsidR="003D52AF" w:rsidRPr="00DF4CC5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t>Violences sexuelles et sexistes, Harcèlement</w:t>
            </w:r>
          </w:p>
        </w:tc>
        <w:tc>
          <w:tcPr>
            <w:tcW w:w="1675" w:type="dxa"/>
            <w:shd w:val="clear" w:color="auto" w:fill="auto"/>
          </w:tcPr>
          <w:p w14:paraId="7264FF61" w14:textId="28E8B01E" w:rsidR="003D52AF" w:rsidRPr="00DF4CC5" w:rsidRDefault="003F11B3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-</w:t>
            </w:r>
            <w:r w:rsidR="003D52AF" w:rsidRPr="00DF4CC5">
              <w:rPr>
                <w:rFonts w:ascii="Liberation Serif" w:hAnsi="Liberation Serif"/>
                <w:sz w:val="18"/>
                <w:szCs w:val="18"/>
              </w:rPr>
              <w:t xml:space="preserve">Procédure DGAC </w:t>
            </w:r>
          </w:p>
          <w:p w14:paraId="27A62566" w14:textId="01B946F1" w:rsidR="003D52AF" w:rsidRPr="00DF4CC5" w:rsidRDefault="003F11B3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-</w:t>
            </w:r>
            <w:r w:rsidR="003D52AF" w:rsidRPr="00DF4CC5">
              <w:rPr>
                <w:rFonts w:ascii="Liberation Serif" w:hAnsi="Liberation Serif"/>
                <w:sz w:val="18"/>
                <w:szCs w:val="18"/>
              </w:rPr>
              <w:t>Sensibilisation</w:t>
            </w:r>
          </w:p>
        </w:tc>
        <w:tc>
          <w:tcPr>
            <w:tcW w:w="924" w:type="dxa"/>
            <w:shd w:val="clear" w:color="auto" w:fill="auto"/>
          </w:tcPr>
          <w:p w14:paraId="2BF588F5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0593DCC0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148858A4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4DBD4978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</w:tc>
      </w:tr>
      <w:tr w:rsidR="003D52AF" w:rsidRPr="00DF4CC5" w14:paraId="0090390D" w14:textId="77777777" w:rsidTr="00AE5620"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48A5E3AB" w14:textId="77777777" w:rsidR="003D52AF" w:rsidRPr="00DF4CC5" w:rsidRDefault="003D52AF" w:rsidP="003D52AF">
            <w:pPr>
              <w:spacing w:beforeLines="60" w:before="144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1F1BF30F" w14:textId="77777777" w:rsidR="003D52AF" w:rsidRPr="00DF4CC5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t>Biologique (bactérie, virus, champignons…)</w:t>
            </w:r>
          </w:p>
        </w:tc>
        <w:tc>
          <w:tcPr>
            <w:tcW w:w="2115" w:type="dxa"/>
            <w:shd w:val="clear" w:color="auto" w:fill="auto"/>
          </w:tcPr>
          <w:p w14:paraId="0E485B6C" w14:textId="77777777" w:rsidR="003D52AF" w:rsidRPr="00DF4CC5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t>Épidémie, pandémie, stockage de DASRI (déchets d’activité de soins à risque infectieux)</w:t>
            </w:r>
          </w:p>
        </w:tc>
        <w:tc>
          <w:tcPr>
            <w:tcW w:w="1675" w:type="dxa"/>
            <w:shd w:val="clear" w:color="auto" w:fill="auto"/>
          </w:tcPr>
          <w:p w14:paraId="08E7F0F7" w14:textId="3BE34F70" w:rsidR="003D52AF" w:rsidRPr="00DF4CC5" w:rsidRDefault="003F11B3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-</w:t>
            </w:r>
            <w:r w:rsidR="003D52AF" w:rsidRPr="00DF4CC5">
              <w:rPr>
                <w:rFonts w:ascii="Liberation Serif" w:hAnsi="Liberation Serif"/>
                <w:sz w:val="18"/>
                <w:szCs w:val="18"/>
              </w:rPr>
              <w:t>Organisation de l’espace de travail</w:t>
            </w:r>
          </w:p>
          <w:p w14:paraId="4513E615" w14:textId="1A6B44E6" w:rsidR="003D52AF" w:rsidRPr="00DF4CC5" w:rsidRDefault="003F11B3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-</w:t>
            </w:r>
            <w:r w:rsidR="003D52AF" w:rsidRPr="00DF4CC5">
              <w:rPr>
                <w:rFonts w:ascii="Liberation Serif" w:hAnsi="Liberation Serif"/>
                <w:sz w:val="18"/>
                <w:szCs w:val="18"/>
              </w:rPr>
              <w:t>Organisation du travail : privilégier les réunions à distance, limiter le nombre d’intervenants dans un même lieu</w:t>
            </w:r>
          </w:p>
          <w:p w14:paraId="276E8FDE" w14:textId="203EE16E" w:rsidR="003D52AF" w:rsidRPr="00DF4CC5" w:rsidRDefault="003F11B3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-</w:t>
            </w:r>
            <w:r w:rsidR="003D52AF" w:rsidRPr="00DF4CC5">
              <w:rPr>
                <w:rFonts w:ascii="Liberation Serif" w:hAnsi="Liberation Serif"/>
                <w:sz w:val="18"/>
                <w:szCs w:val="18"/>
              </w:rPr>
              <w:t>Mesures préventives d’hygiène : aération (filtration), dératisation, désinsectisation</w:t>
            </w:r>
          </w:p>
          <w:p w14:paraId="57920220" w14:textId="275B0371" w:rsidR="003D52AF" w:rsidRPr="00DF4CC5" w:rsidRDefault="003F11B3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-</w:t>
            </w:r>
            <w:r w:rsidR="003D52AF" w:rsidRPr="00DF4CC5">
              <w:rPr>
                <w:rFonts w:ascii="Liberation Serif" w:hAnsi="Liberation Serif"/>
                <w:sz w:val="18"/>
                <w:szCs w:val="18"/>
              </w:rPr>
              <w:t xml:space="preserve">Respecter les gestes barrières en fonction de l’agent biologique, (ex : lavage des mains) </w:t>
            </w:r>
          </w:p>
          <w:p w14:paraId="17687499" w14:textId="699FCEA7" w:rsidR="003D52AF" w:rsidRPr="00DF4CC5" w:rsidRDefault="003F11B3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-</w:t>
            </w:r>
            <w:r w:rsidR="003D52AF" w:rsidRPr="00DF4CC5">
              <w:rPr>
                <w:rFonts w:ascii="Liberation Serif" w:hAnsi="Liberation Serif"/>
                <w:sz w:val="18"/>
                <w:szCs w:val="18"/>
              </w:rPr>
              <w:t>Porter les EPI adéquats : le port du masque a minima « grand public » est obligatoire (sauf contrainte particulière et justifiée)</w:t>
            </w:r>
          </w:p>
          <w:p w14:paraId="1D4DC56F" w14:textId="1F90776C" w:rsidR="003D52AF" w:rsidRPr="00DF4CC5" w:rsidRDefault="003F11B3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-</w:t>
            </w:r>
            <w:r w:rsidR="003D52AF" w:rsidRPr="00DF4CC5">
              <w:rPr>
                <w:rFonts w:ascii="Liberation Serif" w:hAnsi="Liberation Serif"/>
                <w:sz w:val="18"/>
                <w:szCs w:val="18"/>
              </w:rPr>
              <w:t>Nettoyer la zone de l’opération avant le départ</w:t>
            </w:r>
          </w:p>
        </w:tc>
        <w:tc>
          <w:tcPr>
            <w:tcW w:w="924" w:type="dxa"/>
            <w:shd w:val="clear" w:color="auto" w:fill="auto"/>
          </w:tcPr>
          <w:p w14:paraId="4B9C0179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4F2881FC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3AF16A1B" w14:textId="13E18E9B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5A805DE8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099F6DCB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23F993F1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6B56332A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4443B66C" w14:textId="38AD4C55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74BA377B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0C87FD25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26342CCD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26EF5941" w14:textId="58072C1D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473FD7EC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4BC5CC60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3BBE2C0C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774B533F" w14:textId="04422E59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79F8C413" w14:textId="57871280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73DD8D3E" w14:textId="15806E13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7B0B8DC4" w14:textId="054A8142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164D6791" w14:textId="328AEE0F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16DB7AC3" w14:textId="7D013EFD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5AB90090" w14:textId="77777777" w:rsidR="003F11B3" w:rsidRPr="00DF4CC5" w:rsidRDefault="003F11B3" w:rsidP="003F11B3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60D9DA12" w14:textId="77777777" w:rsidR="003D52AF" w:rsidRPr="00DF4CC5" w:rsidRDefault="003D52AF" w:rsidP="003F11B3">
            <w:pPr>
              <w:spacing w:before="60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911" w:type="dxa"/>
            <w:shd w:val="clear" w:color="auto" w:fill="auto"/>
          </w:tcPr>
          <w:p w14:paraId="208FC533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4F4C7D50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468CF524" w14:textId="600F8ACB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28A54816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67CB3DF2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44E2B2B0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0AE0CB22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7B145177" w14:textId="47EDDA69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5586394A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48E3268B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40652053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1950BDDA" w14:textId="4D4A8F3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4990123C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404CFF63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260DF8F5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371870EC" w14:textId="35FDB3AA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60E24FBB" w14:textId="6519A401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23B5A9DC" w14:textId="0B421B31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0219D81C" w14:textId="34844B3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52465ACB" w14:textId="7015F81B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15DC2643" w14:textId="39B494F5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634D17A1" w14:textId="77777777" w:rsidR="003F11B3" w:rsidRPr="00DF4CC5" w:rsidRDefault="003F11B3" w:rsidP="003F11B3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3E2653">
              <w:rPr>
                <w:rFonts w:ascii="Liberation Serif" w:hAnsi="Liberation Serif"/>
                <w:sz w:val="18"/>
                <w:szCs w:val="18"/>
              </w:rPr>
            </w:r>
            <w:r w:rsidR="003E2653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34176526" w14:textId="4A80E34E" w:rsidR="003D52AF" w:rsidRPr="00DF4CC5" w:rsidRDefault="003D52AF" w:rsidP="003F11B3">
            <w:pPr>
              <w:spacing w:before="60"/>
              <w:rPr>
                <w:rFonts w:ascii="Liberation Serif" w:hAnsi="Liberation Serif"/>
                <w:sz w:val="18"/>
                <w:szCs w:val="18"/>
              </w:rPr>
            </w:pPr>
          </w:p>
        </w:tc>
      </w:tr>
    </w:tbl>
    <w:p w14:paraId="5583F0B4" w14:textId="77777777" w:rsidR="00227C36" w:rsidRDefault="00227C36" w:rsidP="00C87FD6"/>
    <w:tbl>
      <w:tblPr>
        <w:tblW w:w="9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227C36" w:rsidRPr="00412D94" w14:paraId="0169E04C" w14:textId="77777777" w:rsidTr="00602FE6">
        <w:trPr>
          <w:trHeight w:val="424"/>
          <w:jc w:val="center"/>
        </w:trPr>
        <w:tc>
          <w:tcPr>
            <w:tcW w:w="9784" w:type="dxa"/>
            <w:shd w:val="clear" w:color="auto" w:fill="CCCCCC"/>
            <w:vAlign w:val="center"/>
          </w:tcPr>
          <w:p w14:paraId="41B615AA" w14:textId="77777777" w:rsidR="00227C36" w:rsidRPr="005E468B" w:rsidRDefault="00227C36" w:rsidP="00C50C75">
            <w:pPr>
              <w:spacing w:before="0" w:after="0"/>
              <w:jc w:val="center"/>
              <w:rPr>
                <w:rFonts w:ascii="Liberation Serif" w:hAnsi="Liberation Serif"/>
                <w:b/>
                <w:lang w:val="x-none"/>
              </w:rPr>
            </w:pPr>
            <w:r w:rsidRPr="001C1E96">
              <w:rPr>
                <w:rFonts w:ascii="Liberation Serif" w:hAnsi="Liberation Serif"/>
                <w:b/>
                <w:lang w:val="x-none"/>
              </w:rPr>
              <w:lastRenderedPageBreak/>
              <w:t>DOCUMENTS REMIS ET EXPLIQUES A L’ENTREPRISE EXTERIEURE</w:t>
            </w:r>
          </w:p>
        </w:tc>
      </w:tr>
    </w:tbl>
    <w:p w14:paraId="55CE664D" w14:textId="77777777" w:rsidR="00227C36" w:rsidRPr="005E468B" w:rsidRDefault="00227C36" w:rsidP="00C50C75">
      <w:pPr>
        <w:spacing w:before="0" w:after="0"/>
        <w:jc w:val="center"/>
        <w:rPr>
          <w:rFonts w:ascii="Liberation Serif" w:hAnsi="Liberation Serif"/>
          <w:sz w:val="16"/>
          <w:szCs w:val="16"/>
        </w:rPr>
      </w:pPr>
    </w:p>
    <w:p w14:paraId="6D79CC71" w14:textId="6B75CE70" w:rsidR="007D4BD6" w:rsidRDefault="007D4BD6" w:rsidP="007D4BD6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>
        <w:rPr>
          <w:rFonts w:ascii="Liberation Serif" w:hAnsi="Liberation Serif" w:cs="Arial"/>
        </w:rPr>
        <w:t xml:space="preserve">DICT </w:t>
      </w:r>
    </w:p>
    <w:p w14:paraId="217D9467" w14:textId="1A884CE8" w:rsidR="007D4BD6" w:rsidRPr="00A644DD" w:rsidRDefault="007D4BD6" w:rsidP="007D4BD6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>
        <w:rPr>
          <w:rFonts w:ascii="Liberation Serif" w:hAnsi="Liberation Serif" w:cs="Arial"/>
        </w:rPr>
        <w:t>Document technique amiante (DTA)</w:t>
      </w:r>
    </w:p>
    <w:p w14:paraId="4E5348B9" w14:textId="58CF866B" w:rsidR="007D4BD6" w:rsidRPr="007D4BD6" w:rsidRDefault="007D4BD6" w:rsidP="00227C36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>
        <w:rPr>
          <w:rFonts w:ascii="Liberation Serif" w:hAnsi="Liberation Serif" w:cs="Arial"/>
        </w:rPr>
        <w:t>Repérage avant travaux amiante (RAAT)</w:t>
      </w:r>
    </w:p>
    <w:p w14:paraId="6A3775A2" w14:textId="3E0134FC" w:rsidR="00227C36" w:rsidRDefault="00227C36" w:rsidP="00227C36">
      <w:pPr>
        <w:spacing w:before="0" w:after="0"/>
        <w:rPr>
          <w:rFonts w:ascii="Liberation Serif" w:hAnsi="Liberation Serif" w:cs="Arial"/>
          <w:lang w:val="x-none"/>
        </w:rPr>
      </w:pPr>
      <w:r w:rsidRPr="002E05F3">
        <w:rPr>
          <w:rFonts w:ascii="Liberation Serif" w:hAnsi="Liberation Serif"/>
        </w:rPr>
        <w:fldChar w:fldCharType="begin">
          <w:ffData>
            <w:name w:val="CaseACocher10"/>
            <w:enabled/>
            <w:calcOnExit w:val="0"/>
            <w:checkBox>
              <w:sizeAuto/>
              <w:default w:val="0"/>
            </w:checkBox>
          </w:ffData>
        </w:fldChar>
      </w:r>
      <w:r w:rsidRPr="002E05F3">
        <w:rPr>
          <w:rFonts w:ascii="Liberation Serif" w:hAnsi="Liberation Serif"/>
        </w:rPr>
        <w:instrText xml:space="preserve"> FORMCHECKBOX </w:instrText>
      </w:r>
      <w:r w:rsidR="003E2653">
        <w:rPr>
          <w:rFonts w:ascii="Liberation Serif" w:hAnsi="Liberation Serif"/>
        </w:rPr>
      </w:r>
      <w:r w:rsidR="003E2653">
        <w:rPr>
          <w:rFonts w:ascii="Liberation Serif" w:hAnsi="Liberation Serif"/>
        </w:rPr>
        <w:fldChar w:fldCharType="separate"/>
      </w:r>
      <w:r w:rsidRPr="002E05F3">
        <w:rPr>
          <w:rFonts w:ascii="Liberation Serif" w:hAnsi="Liberation Serif"/>
        </w:rPr>
        <w:fldChar w:fldCharType="end"/>
      </w:r>
      <w:r w:rsidRPr="002E05F3">
        <w:rPr>
          <w:rFonts w:ascii="Liberation Serif" w:hAnsi="Liberation Serif"/>
          <w:sz w:val="24"/>
          <w:lang w:val="x-none"/>
        </w:rPr>
        <w:t xml:space="preserve"> </w:t>
      </w:r>
      <w:r w:rsidRPr="002E05F3">
        <w:rPr>
          <w:rFonts w:ascii="Liberation Serif" w:hAnsi="Liberation Serif"/>
          <w:sz w:val="24"/>
        </w:rPr>
        <w:t xml:space="preserve"> </w:t>
      </w:r>
      <w:r w:rsidRPr="001C1E96">
        <w:rPr>
          <w:rFonts w:ascii="Liberation Serif" w:hAnsi="Liberation Serif" w:cs="Arial"/>
          <w:lang w:val="x-none"/>
        </w:rPr>
        <w:t>Plan</w:t>
      </w:r>
      <w:r w:rsidR="00602FE6">
        <w:rPr>
          <w:rFonts w:ascii="Liberation Serif" w:hAnsi="Liberation Serif" w:cs="Arial"/>
        </w:rPr>
        <w:t xml:space="preserve"> </w:t>
      </w:r>
      <w:r w:rsidRPr="001C1E96">
        <w:rPr>
          <w:rFonts w:ascii="Liberation Serif" w:hAnsi="Liberation Serif" w:cs="Arial"/>
        </w:rPr>
        <w:t xml:space="preserve">et repérage </w:t>
      </w:r>
      <w:r w:rsidRPr="001C1E96">
        <w:rPr>
          <w:rFonts w:ascii="Liberation Serif" w:hAnsi="Liberation Serif" w:cs="Arial"/>
          <w:lang w:val="x-none"/>
        </w:rPr>
        <w:t xml:space="preserve">des voies de circulation, lieux de stationnement et </w:t>
      </w:r>
      <w:r w:rsidR="00602FE6">
        <w:rPr>
          <w:rFonts w:ascii="Liberation Serif" w:hAnsi="Liberation Serif" w:cs="Arial"/>
        </w:rPr>
        <w:t xml:space="preserve">de </w:t>
      </w:r>
      <w:r w:rsidRPr="001C1E96">
        <w:rPr>
          <w:rFonts w:ascii="Liberation Serif" w:hAnsi="Liberation Serif" w:cs="Arial"/>
          <w:lang w:val="x-none"/>
        </w:rPr>
        <w:t>stockage du matériel, lieu et secteur de l’opération</w:t>
      </w:r>
    </w:p>
    <w:p w14:paraId="0954C4CC" w14:textId="5D424EB9" w:rsidR="00DD3332" w:rsidRPr="00DD3332" w:rsidRDefault="00DD3332" w:rsidP="00227C36">
      <w:pPr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>
        <w:rPr>
          <w:rFonts w:ascii="Liberation Serif" w:hAnsi="Liberation Serif" w:cs="Arial"/>
        </w:rPr>
        <w:t xml:space="preserve">Tous les </w:t>
      </w:r>
      <w:r w:rsidR="00602FE6">
        <w:rPr>
          <w:rFonts w:ascii="Liberation Serif" w:hAnsi="Liberation Serif" w:cs="Arial"/>
        </w:rPr>
        <w:t>l</w:t>
      </w:r>
      <w:r>
        <w:rPr>
          <w:rFonts w:ascii="Liberation Serif" w:hAnsi="Liberation Serif" w:cs="Arial"/>
        </w:rPr>
        <w:t>ieux cités ont été repérés au cours de la visite</w:t>
      </w:r>
    </w:p>
    <w:p w14:paraId="6CA8AF1A" w14:textId="77777777" w:rsidR="00227C36" w:rsidRPr="001C1E96" w:rsidRDefault="00227C36" w:rsidP="00227C36">
      <w:pPr>
        <w:spacing w:before="0" w:after="0"/>
        <w:rPr>
          <w:rFonts w:ascii="Liberation Serif" w:hAnsi="Liberation Serif"/>
          <w:lang w:val="x-none"/>
        </w:rPr>
      </w:pPr>
      <w:r>
        <w:rPr>
          <w:rFonts w:ascii="Liberation Serif" w:hAnsi="Liberation Seri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</w:rPr>
        <w:instrText xml:space="preserve"> FORMCHECKBOX </w:instrText>
      </w:r>
      <w:r w:rsidR="003E2653">
        <w:rPr>
          <w:rFonts w:ascii="Liberation Serif" w:hAnsi="Liberation Serif"/>
        </w:rPr>
      </w:r>
      <w:r w:rsidR="003E2653">
        <w:rPr>
          <w:rFonts w:ascii="Liberation Serif" w:hAnsi="Liberation Serif"/>
        </w:rPr>
        <w:fldChar w:fldCharType="separate"/>
      </w:r>
      <w:r>
        <w:rPr>
          <w:rFonts w:ascii="Liberation Serif" w:hAnsi="Liberation Serif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</w:t>
      </w:r>
      <w:r w:rsidRPr="001C1E96">
        <w:rPr>
          <w:rFonts w:ascii="Liberation Serif" w:hAnsi="Liberation Serif"/>
        </w:rPr>
        <w:t xml:space="preserve"> </w:t>
      </w:r>
      <w:r w:rsidRPr="001C1E96">
        <w:rPr>
          <w:rFonts w:ascii="Liberation Serif" w:hAnsi="Liberation Serif" w:cs="Arial"/>
          <w:lang w:val="x-none"/>
        </w:rPr>
        <w:t>Organisation des secours en cas d’urgence  (VOIR PREMIERS SECOURS) </w:t>
      </w:r>
    </w:p>
    <w:p w14:paraId="1E525DD3" w14:textId="7FA3B0FD" w:rsidR="00227C36" w:rsidRDefault="00227C36" w:rsidP="00227C36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 w:rsidRPr="001C1E96">
        <w:rPr>
          <w:rFonts w:ascii="Liberation Serif" w:hAnsi="Liberation Serif" w:cs="Arial"/>
          <w:lang w:val="x-none"/>
        </w:rPr>
        <w:t>Règle</w:t>
      </w:r>
      <w:r w:rsidR="00C50C75">
        <w:rPr>
          <w:rFonts w:ascii="Liberation Serif" w:hAnsi="Liberation Serif" w:cs="Arial"/>
        </w:rPr>
        <w:t xml:space="preserve"> de sûreté sur site</w:t>
      </w:r>
    </w:p>
    <w:p w14:paraId="45C9C6A2" w14:textId="46FC1A64" w:rsidR="00DD3332" w:rsidRPr="00C50C75" w:rsidRDefault="00DD3332" w:rsidP="00227C36">
      <w:pPr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>
        <w:rPr>
          <w:rFonts w:ascii="Liberation Serif" w:hAnsi="Liberation Serif" w:cs="Arial"/>
        </w:rPr>
        <w:t>Attestation de consignation pour travaux</w:t>
      </w:r>
    </w:p>
    <w:p w14:paraId="58E63859" w14:textId="48212077" w:rsidR="00227C36" w:rsidRPr="001C1E96" w:rsidRDefault="00227C36" w:rsidP="00227C36">
      <w:pPr>
        <w:spacing w:before="0" w:after="0"/>
        <w:rPr>
          <w:rFonts w:ascii="Liberation Serif" w:hAnsi="Liberation Serif" w:cs="Arial"/>
        </w:rPr>
      </w:pPr>
      <w:r w:rsidRPr="001C1E96">
        <w:rPr>
          <w:rFonts w:ascii="Liberation Serif" w:hAnsi="Liberation Serif"/>
          <w:lang w:val="x-none"/>
        </w:rPr>
        <w:fldChar w:fldCharType="begin">
          <w:ffData>
            <w:name w:val="CaseACocher24"/>
            <w:enabled/>
            <w:calcOnExit w:val="0"/>
            <w:checkBox>
              <w:sizeAuto/>
              <w:default w:val="0"/>
            </w:checkBox>
          </w:ffData>
        </w:fldChar>
      </w:r>
      <w:r w:rsidRPr="001C1E96"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 w:rsidRPr="001C1E96"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>
        <w:rPr>
          <w:rFonts w:ascii="Liberation Serif" w:hAnsi="Liberation Serif" w:cs="Arial"/>
          <w:lang w:val="x-none"/>
        </w:rPr>
        <w:t>P</w:t>
      </w:r>
      <w:r w:rsidR="00DD3332">
        <w:rPr>
          <w:rFonts w:ascii="Liberation Serif" w:hAnsi="Liberation Serif" w:cs="Arial"/>
        </w:rPr>
        <w:t xml:space="preserve">rocédure </w:t>
      </w:r>
      <w:r w:rsidR="00602FE6" w:rsidRPr="001C1E96">
        <w:rPr>
          <w:rFonts w:ascii="Liberation Serif" w:hAnsi="Liberation Serif" w:cs="Arial"/>
          <w:lang w:val="x-none"/>
        </w:rPr>
        <w:t>permis</w:t>
      </w:r>
      <w:r w:rsidRPr="001C1E96">
        <w:rPr>
          <w:rFonts w:ascii="Liberation Serif" w:hAnsi="Liberation Serif" w:cs="Arial"/>
          <w:lang w:val="x-none"/>
        </w:rPr>
        <w:t xml:space="preserve"> feu </w:t>
      </w:r>
    </w:p>
    <w:p w14:paraId="130CA03A" w14:textId="77777777" w:rsidR="00227C36" w:rsidRPr="001C1E96" w:rsidRDefault="00227C36" w:rsidP="00227C36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CaseACocher24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aseACocher24"/>
      <w:r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bookmarkEnd w:id="19"/>
      <w:r w:rsidRPr="001C1E96">
        <w:rPr>
          <w:rFonts w:ascii="Liberation Serif" w:hAnsi="Liberation Serif"/>
          <w:lang w:val="x-none"/>
        </w:rPr>
        <w:t xml:space="preserve">  </w:t>
      </w:r>
      <w:r w:rsidRPr="001C1E96">
        <w:rPr>
          <w:rFonts w:ascii="Liberation Serif" w:hAnsi="Liberation Serif" w:cs="Arial"/>
        </w:rPr>
        <w:t>Protocole chargement/ déchargement </w:t>
      </w:r>
    </w:p>
    <w:p w14:paraId="4652BA53" w14:textId="0AB8A058" w:rsidR="00227C36" w:rsidRPr="003F11B3" w:rsidRDefault="00227C36" w:rsidP="00227C36">
      <w:pPr>
        <w:spacing w:before="0" w:after="0"/>
        <w:rPr>
          <w:rFonts w:ascii="Liberation Serif" w:hAnsi="Liberation Serif" w:cs="Arial"/>
          <w:lang w:val="x-none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 w:rsidRPr="001C1E96">
        <w:rPr>
          <w:rFonts w:ascii="Liberation Serif" w:hAnsi="Liberation Serif" w:cs="Arial"/>
        </w:rPr>
        <w:t>Liste des sauveteurs / secouristes au travail</w:t>
      </w:r>
    </w:p>
    <w:bookmarkStart w:id="20" w:name="_Hlk117671935"/>
    <w:p w14:paraId="6EC2D58C" w14:textId="06576CE2" w:rsidR="00227C36" w:rsidRPr="00A644DD" w:rsidRDefault="00227C36" w:rsidP="00227C36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_Hlk117672491"/>
      <w:r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 w:rsidRPr="001C1E96">
        <w:rPr>
          <w:rFonts w:ascii="Liberation Serif" w:hAnsi="Liberation Serif" w:cs="Arial"/>
          <w:lang w:val="x-none"/>
        </w:rPr>
        <w:t>Autre :</w:t>
      </w:r>
      <w:r>
        <w:rPr>
          <w:rFonts w:ascii="Liberation Serif" w:hAnsi="Liberation Serif" w:cs="Arial"/>
        </w:rPr>
        <w:t xml:space="preserve"> </w:t>
      </w:r>
    </w:p>
    <w:bookmarkEnd w:id="20"/>
    <w:p w14:paraId="43873C11" w14:textId="77777777" w:rsidR="00227C36" w:rsidRDefault="00227C36" w:rsidP="006336B7">
      <w:pPr>
        <w:spacing w:before="0"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8"/>
      </w:tblGrid>
      <w:tr w:rsidR="00FC4CDB" w:rsidRPr="001C1E96" w14:paraId="5A91061F" w14:textId="77777777" w:rsidTr="00602FE6">
        <w:trPr>
          <w:trHeight w:val="482"/>
        </w:trPr>
        <w:tc>
          <w:tcPr>
            <w:tcW w:w="10346" w:type="dxa"/>
            <w:shd w:val="clear" w:color="auto" w:fill="CCCCCC"/>
            <w:vAlign w:val="center"/>
          </w:tcPr>
          <w:bookmarkEnd w:id="21"/>
          <w:p w14:paraId="36183AB5" w14:textId="77777777" w:rsidR="00FC4CDB" w:rsidRPr="001C1E96" w:rsidRDefault="00FC4CDB" w:rsidP="00C50C75">
            <w:pPr>
              <w:spacing w:before="0" w:after="0"/>
              <w:jc w:val="center"/>
              <w:rPr>
                <w:rFonts w:ascii="Liberation Serif" w:hAnsi="Liberation Serif"/>
                <w:b/>
                <w:bCs/>
                <w:lang w:val="x-none"/>
              </w:rPr>
            </w:pPr>
            <w:r w:rsidRPr="001C1E96">
              <w:rPr>
                <w:rFonts w:ascii="Liberation Serif" w:hAnsi="Liberation Serif"/>
                <w:b/>
                <w:lang w:val="x-none"/>
              </w:rPr>
              <w:t>DOCUMENTS RECUEILLIS AUPRES DE L’ENTREPRISE EXTERIEURE</w:t>
            </w:r>
          </w:p>
        </w:tc>
      </w:tr>
    </w:tbl>
    <w:p w14:paraId="08A4C156" w14:textId="77777777" w:rsidR="00FC4CDB" w:rsidRPr="001C1E96" w:rsidRDefault="00FC4CDB" w:rsidP="00FC4CDB">
      <w:pPr>
        <w:spacing w:before="0" w:after="0"/>
        <w:rPr>
          <w:rFonts w:ascii="Liberation Serif" w:hAnsi="Liberation Serif"/>
          <w:lang w:val="x-none"/>
        </w:rPr>
      </w:pPr>
    </w:p>
    <w:p w14:paraId="3399AD33" w14:textId="55FB3612" w:rsidR="00FC4CDB" w:rsidRPr="007D4BD6" w:rsidRDefault="00FC4CDB" w:rsidP="00FC4CDB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 w:rsidRPr="001C1E96">
        <w:rPr>
          <w:rFonts w:ascii="Liberation Serif" w:hAnsi="Liberation Serif" w:cs="Arial"/>
          <w:lang w:val="x-none"/>
        </w:rPr>
        <w:t>Habilitation(s) électrique(s) </w:t>
      </w:r>
      <w:r w:rsidR="007D4BD6">
        <w:rPr>
          <w:rFonts w:ascii="Liberation Serif" w:hAnsi="Liberation Serif" w:cs="Arial"/>
        </w:rPr>
        <w:t xml:space="preserve">adaptée </w:t>
      </w:r>
    </w:p>
    <w:p w14:paraId="6D208693" w14:textId="1FC14EDD" w:rsidR="003F11B3" w:rsidRDefault="003F11B3" w:rsidP="00FC4CDB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>
        <w:rPr>
          <w:rFonts w:ascii="Liberation Serif" w:hAnsi="Liberation Serif" w:cs="Arial"/>
        </w:rPr>
        <w:t>Habilitat</w:t>
      </w:r>
      <w:r w:rsidR="007D4BD6">
        <w:rPr>
          <w:rFonts w:ascii="Liberation Serif" w:hAnsi="Liberation Serif" w:cs="Arial"/>
        </w:rPr>
        <w:t>i</w:t>
      </w:r>
      <w:r>
        <w:rPr>
          <w:rFonts w:ascii="Liberation Serif" w:hAnsi="Liberation Serif" w:cs="Arial"/>
        </w:rPr>
        <w:t>on</w:t>
      </w:r>
      <w:r w:rsidR="007D4BD6">
        <w:rPr>
          <w:rFonts w:ascii="Liberation Serif" w:hAnsi="Liberation Serif" w:cs="Arial"/>
        </w:rPr>
        <w:t xml:space="preserve"> (s)</w:t>
      </w:r>
      <w:r>
        <w:rPr>
          <w:rFonts w:ascii="Liberation Serif" w:hAnsi="Liberation Serif" w:cs="Arial"/>
        </w:rPr>
        <w:t xml:space="preserve"> travaux en hauteur</w:t>
      </w:r>
      <w:r w:rsidRPr="001C1E96">
        <w:rPr>
          <w:rFonts w:ascii="Liberation Serif" w:hAnsi="Liberation Serif" w:cs="Arial"/>
          <w:lang w:val="x-none"/>
        </w:rPr>
        <w:t> </w:t>
      </w:r>
      <w:r w:rsidR="007D4BD6">
        <w:rPr>
          <w:rFonts w:ascii="Liberation Serif" w:hAnsi="Liberation Serif" w:cs="Arial"/>
        </w:rPr>
        <w:t xml:space="preserve">adaptée </w:t>
      </w:r>
    </w:p>
    <w:p w14:paraId="771BBAA5" w14:textId="060481AA" w:rsidR="007D4BD6" w:rsidRPr="007D4BD6" w:rsidRDefault="007D4BD6" w:rsidP="00FC4CDB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</w:t>
      </w:r>
      <w:r>
        <w:rPr>
          <w:rFonts w:ascii="Liberation Serif" w:hAnsi="Liberation Serif"/>
        </w:rPr>
        <w:t xml:space="preserve"> Habilitation (s) travaux amiante</w:t>
      </w:r>
      <w:r>
        <w:rPr>
          <w:rFonts w:ascii="Liberation Serif" w:hAnsi="Liberation Serif" w:cs="Arial"/>
        </w:rPr>
        <w:t xml:space="preserve"> </w:t>
      </w:r>
      <w:r w:rsidR="00DD3332">
        <w:rPr>
          <w:rFonts w:ascii="Liberation Serif" w:hAnsi="Liberation Serif" w:cs="Arial"/>
        </w:rPr>
        <w:t>adaptée</w:t>
      </w:r>
    </w:p>
    <w:p w14:paraId="299656C5" w14:textId="77777777" w:rsidR="00FC4CDB" w:rsidRPr="001C1E96" w:rsidRDefault="00FC4CDB" w:rsidP="00FC4CDB">
      <w:pPr>
        <w:spacing w:before="0" w:after="0"/>
        <w:rPr>
          <w:rFonts w:ascii="Liberation Serif" w:hAnsi="Liberation Serif"/>
          <w:lang w:val="x-none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 w:rsidRPr="001C1E96">
        <w:rPr>
          <w:rFonts w:ascii="Liberation Serif" w:hAnsi="Liberation Serif" w:cs="Arial"/>
          <w:lang w:val="x-none"/>
        </w:rPr>
        <w:t>CACES/autorisation(s) de conduite </w:t>
      </w:r>
    </w:p>
    <w:p w14:paraId="078B83DC" w14:textId="77777777" w:rsidR="00FC4CDB" w:rsidRPr="001C1E96" w:rsidRDefault="00FC4CDB" w:rsidP="00FC4CDB">
      <w:pPr>
        <w:spacing w:before="0" w:after="0"/>
        <w:rPr>
          <w:rFonts w:ascii="Liberation Serif" w:hAnsi="Liberation Serif" w:cs="Arial"/>
          <w:lang w:val="x-none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 w:rsidRPr="001C1E96">
        <w:rPr>
          <w:rFonts w:ascii="Liberation Serif" w:hAnsi="Liberation Serif" w:cs="Arial"/>
          <w:lang w:val="x-none"/>
        </w:rPr>
        <w:t xml:space="preserve">Fiche(s) de Données de Sécurité (FDS) des </w:t>
      </w:r>
      <w:r w:rsidRPr="001C1E96">
        <w:rPr>
          <w:rFonts w:ascii="Liberation Serif" w:hAnsi="Liberation Serif" w:cs="Arial"/>
        </w:rPr>
        <w:t>agents chimiques</w:t>
      </w:r>
      <w:r w:rsidRPr="001C1E96">
        <w:rPr>
          <w:rFonts w:ascii="Liberation Serif" w:hAnsi="Liberation Serif" w:cs="Arial"/>
          <w:lang w:val="x-none"/>
        </w:rPr>
        <w:t xml:space="preserve"> utilisés </w:t>
      </w:r>
    </w:p>
    <w:p w14:paraId="0E4E3C8E" w14:textId="77777777" w:rsidR="00FC4CDB" w:rsidRPr="001C1E96" w:rsidRDefault="00FC4CDB" w:rsidP="00FC4CDB">
      <w:pPr>
        <w:spacing w:before="0" w:after="0"/>
        <w:rPr>
          <w:rFonts w:ascii="Liberation Serif" w:hAnsi="Liberation Serif"/>
          <w:lang w:val="x-none"/>
        </w:rPr>
      </w:pPr>
      <w:r w:rsidRPr="001C1E96">
        <w:rPr>
          <w:rFonts w:ascii="Liberation Serif" w:hAnsi="Liberation Serif"/>
          <w:lang w:val="x-none"/>
        </w:rPr>
        <w:fldChar w:fldCharType="begin">
          <w:ffData>
            <w:name w:val="CaseACocher24"/>
            <w:enabled/>
            <w:calcOnExit w:val="0"/>
            <w:checkBox>
              <w:sizeAuto/>
              <w:default w:val="0"/>
            </w:checkBox>
          </w:ffData>
        </w:fldChar>
      </w:r>
      <w:r w:rsidRPr="001C1E96"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 w:rsidRPr="001C1E96"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 w:rsidRPr="001C1E96">
        <w:rPr>
          <w:rFonts w:ascii="Liberation Serif" w:hAnsi="Liberation Serif" w:cs="Arial"/>
          <w:lang w:val="x-none"/>
        </w:rPr>
        <w:t>Document(s) de suivi des vérifications périodiques obligatoires du matériel de levage </w:t>
      </w:r>
    </w:p>
    <w:p w14:paraId="6A75DED0" w14:textId="45B6C3E5" w:rsidR="00FC4CDB" w:rsidRDefault="00FC4CDB" w:rsidP="00FC4CDB">
      <w:pPr>
        <w:spacing w:before="0" w:after="0"/>
        <w:rPr>
          <w:rFonts w:ascii="Liberation Serif" w:hAnsi="Liberation Serif" w:cs="Arial"/>
          <w:lang w:val="x-none"/>
        </w:rPr>
      </w:pPr>
      <w:r w:rsidRPr="001C1E96">
        <w:rPr>
          <w:rFonts w:ascii="Liberation Serif" w:hAnsi="Liberation Serif"/>
          <w:lang w:val="x-none"/>
        </w:rPr>
        <w:fldChar w:fldCharType="begin">
          <w:ffData>
            <w:name w:val="CaseACocher24"/>
            <w:enabled/>
            <w:calcOnExit w:val="0"/>
            <w:checkBox>
              <w:sizeAuto/>
              <w:default w:val="0"/>
            </w:checkBox>
          </w:ffData>
        </w:fldChar>
      </w:r>
      <w:r w:rsidRPr="001C1E96"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 w:rsidRPr="001C1E96"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 w:rsidRPr="001C1E96">
        <w:rPr>
          <w:rFonts w:ascii="Liberation Serif" w:hAnsi="Liberation Serif" w:cs="Arial"/>
          <w:lang w:val="x-none"/>
        </w:rPr>
        <w:t>Liste des postes occupés relevant d’une sur</w:t>
      </w:r>
      <w:r>
        <w:rPr>
          <w:rFonts w:ascii="Liberation Serif" w:hAnsi="Liberation Serif" w:cs="Arial"/>
          <w:lang w:val="x-none"/>
        </w:rPr>
        <w:t>veillance médicale particulière</w:t>
      </w:r>
    </w:p>
    <w:p w14:paraId="0F860721" w14:textId="06B856B1" w:rsidR="003F11B3" w:rsidRPr="003F11B3" w:rsidRDefault="003F11B3" w:rsidP="00FC4CDB">
      <w:pPr>
        <w:spacing w:before="0" w:after="0"/>
        <w:rPr>
          <w:rFonts w:ascii="Liberation Serif" w:hAnsi="Liberation Serif" w:cs="Arial"/>
        </w:rPr>
      </w:pPr>
      <w:r w:rsidRPr="001C1E96">
        <w:rPr>
          <w:rFonts w:ascii="Liberation Serif" w:hAnsi="Liberation Serif"/>
          <w:lang w:val="x-none"/>
        </w:rPr>
        <w:fldChar w:fldCharType="begin">
          <w:ffData>
            <w:name w:val="CaseACocher24"/>
            <w:enabled/>
            <w:calcOnExit w:val="0"/>
            <w:checkBox>
              <w:sizeAuto/>
              <w:default w:val="0"/>
            </w:checkBox>
          </w:ffData>
        </w:fldChar>
      </w:r>
      <w:r w:rsidRPr="001C1E96"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 w:rsidRPr="001C1E96"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 w:rsidRPr="001C1E96">
        <w:rPr>
          <w:rFonts w:ascii="Liberation Serif" w:hAnsi="Liberation Serif" w:cs="Arial"/>
          <w:lang w:val="x-none"/>
        </w:rPr>
        <w:t xml:space="preserve">Liste des </w:t>
      </w:r>
      <w:r>
        <w:rPr>
          <w:rFonts w:ascii="Liberation Serif" w:hAnsi="Liberation Serif" w:cs="Arial"/>
        </w:rPr>
        <w:t>véhicules utilisés</w:t>
      </w:r>
    </w:p>
    <w:p w14:paraId="46F1B97D" w14:textId="77777777" w:rsidR="00FC4CDB" w:rsidRPr="00553C92" w:rsidRDefault="00FC4CDB" w:rsidP="00FC4CDB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>
        <w:rPr>
          <w:rFonts w:ascii="Liberation Serif" w:hAnsi="Liberation Serif"/>
        </w:rPr>
        <w:t xml:space="preserve"> Feuille d’émargement du personnel de l’entreprise extérieure</w:t>
      </w:r>
    </w:p>
    <w:p w14:paraId="4265C7C7" w14:textId="09163F41" w:rsidR="00FC4CDB" w:rsidRDefault="00FC4CDB" w:rsidP="00FC4CDB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 w:rsidRPr="001C1E96">
        <w:rPr>
          <w:rFonts w:ascii="Liberation Serif" w:hAnsi="Liberation Serif" w:cs="Arial"/>
          <w:lang w:val="x-none"/>
        </w:rPr>
        <w:t>Autre :</w:t>
      </w:r>
      <w:r>
        <w:rPr>
          <w:rFonts w:ascii="Liberation Serif" w:hAnsi="Liberation Serif" w:cs="Arial"/>
        </w:rPr>
        <w:t xml:space="preserve"> </w:t>
      </w:r>
    </w:p>
    <w:p w14:paraId="35856566" w14:textId="77777777" w:rsidR="00C415E9" w:rsidRPr="00B211C0" w:rsidRDefault="00C415E9" w:rsidP="00FC4CDB">
      <w:pPr>
        <w:spacing w:before="0" w:after="0"/>
        <w:rPr>
          <w:rFonts w:ascii="Liberation Serif" w:hAnsi="Liberation Serif" w:cs="Arial"/>
        </w:rPr>
      </w:pPr>
    </w:p>
    <w:p w14:paraId="55ADEF30" w14:textId="55928A81" w:rsidR="00FC4CDB" w:rsidRDefault="00FC4CDB" w:rsidP="006336B7">
      <w:pPr>
        <w:spacing w:before="0" w:after="0"/>
      </w:pPr>
    </w:p>
    <w:p w14:paraId="71D84E60" w14:textId="77777777" w:rsidR="00602FE6" w:rsidRDefault="00602FE6" w:rsidP="006336B7">
      <w:pPr>
        <w:spacing w:before="0"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6"/>
      </w:tblGrid>
      <w:tr w:rsidR="00FC4CDB" w:rsidRPr="005E468B" w14:paraId="6E15D828" w14:textId="77777777" w:rsidTr="00602FE6">
        <w:trPr>
          <w:trHeight w:val="365"/>
        </w:trPr>
        <w:tc>
          <w:tcPr>
            <w:tcW w:w="9776" w:type="dxa"/>
            <w:shd w:val="clear" w:color="auto" w:fill="B8CCE4" w:themeFill="accent1" w:themeFillTint="66"/>
            <w:vAlign w:val="center"/>
          </w:tcPr>
          <w:p w14:paraId="0CBDF2BC" w14:textId="77777777" w:rsidR="00FC4CDB" w:rsidRPr="005E468B" w:rsidRDefault="00FC4CDB" w:rsidP="00C50C75">
            <w:pPr>
              <w:spacing w:before="0" w:after="0"/>
              <w:jc w:val="center"/>
              <w:rPr>
                <w:rFonts w:ascii="Liberation Serif" w:hAnsi="Liberation Serif"/>
                <w:b/>
                <w:lang w:val="x-none"/>
              </w:rPr>
            </w:pPr>
            <w:r w:rsidRPr="001C1E96">
              <w:rPr>
                <w:rFonts w:ascii="Liberation Serif" w:hAnsi="Liberation Serif"/>
                <w:b/>
                <w:lang w:val="x-none"/>
              </w:rPr>
              <w:t>LOCAUX ET INSTALLATIONS A L'USAGE DES SALARIES DE L'ENTREPRISE EXTERIEURE</w:t>
            </w:r>
          </w:p>
        </w:tc>
      </w:tr>
    </w:tbl>
    <w:p w14:paraId="571269C5" w14:textId="77777777" w:rsidR="006336B7" w:rsidRDefault="006336B7" w:rsidP="006336B7">
      <w:pPr>
        <w:spacing w:before="0" w:after="0"/>
        <w:rPr>
          <w:rFonts w:ascii="Liberation Serif" w:hAnsi="Liberation Serif"/>
          <w:lang w:val="x-none"/>
        </w:rPr>
      </w:pPr>
    </w:p>
    <w:p w14:paraId="7870927D" w14:textId="77777777" w:rsidR="006336B7" w:rsidRPr="001C1E96" w:rsidRDefault="006336B7" w:rsidP="006336B7">
      <w:pPr>
        <w:spacing w:before="0" w:after="0"/>
        <w:rPr>
          <w:rFonts w:ascii="Liberation Serif" w:hAnsi="Liberation Serif"/>
          <w:lang w:val="x-none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>
        <w:rPr>
          <w:rFonts w:ascii="Liberation Serif" w:hAnsi="Liberation Serif"/>
          <w:lang w:val="x-none"/>
        </w:rPr>
        <w:t>Réfectoire</w:t>
      </w:r>
    </w:p>
    <w:p w14:paraId="11B0C325" w14:textId="77777777" w:rsidR="006336B7" w:rsidRPr="001C1E96" w:rsidRDefault="006336B7" w:rsidP="006336B7">
      <w:pPr>
        <w:spacing w:before="0" w:after="0"/>
        <w:rPr>
          <w:rFonts w:ascii="Liberation Serif" w:hAnsi="Liberation Serif"/>
          <w:lang w:val="x-none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>
        <w:rPr>
          <w:rFonts w:ascii="Liberation Serif" w:hAnsi="Liberation Serif"/>
          <w:lang w:val="x-none"/>
        </w:rPr>
        <w:t>Sanitaires</w:t>
      </w:r>
    </w:p>
    <w:p w14:paraId="453B0E20" w14:textId="77777777" w:rsidR="006336B7" w:rsidRPr="001C1E96" w:rsidRDefault="006336B7" w:rsidP="006336B7">
      <w:pPr>
        <w:spacing w:before="0" w:after="0"/>
        <w:rPr>
          <w:rFonts w:ascii="Liberation Serif" w:hAnsi="Liberation Serif" w:cs="Arial"/>
          <w:lang w:val="x-none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Aire de stockage</w:t>
      </w:r>
    </w:p>
    <w:p w14:paraId="0599B77F" w14:textId="77777777" w:rsidR="006336B7" w:rsidRPr="001C1E96" w:rsidRDefault="006336B7" w:rsidP="006336B7">
      <w:pPr>
        <w:spacing w:before="0" w:after="0"/>
        <w:rPr>
          <w:rFonts w:ascii="Liberation Serif" w:hAnsi="Liberation Serif"/>
          <w:lang w:val="x-none"/>
        </w:rPr>
      </w:pPr>
      <w:r w:rsidRPr="001C1E96">
        <w:rPr>
          <w:rFonts w:ascii="Liberation Serif" w:hAnsi="Liberation Serif"/>
          <w:lang w:val="x-none"/>
        </w:rPr>
        <w:fldChar w:fldCharType="begin">
          <w:ffData>
            <w:name w:val="CaseACocher24"/>
            <w:enabled/>
            <w:calcOnExit w:val="0"/>
            <w:checkBox>
              <w:sizeAuto/>
              <w:default w:val="0"/>
            </w:checkBox>
          </w:ffData>
        </w:fldChar>
      </w:r>
      <w:r w:rsidRPr="001C1E96"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 w:rsidRPr="001C1E96"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Vestiaires</w:t>
      </w:r>
    </w:p>
    <w:p w14:paraId="75213CC1" w14:textId="77777777" w:rsidR="006336B7" w:rsidRDefault="006336B7" w:rsidP="006336B7">
      <w:pPr>
        <w:spacing w:before="0" w:after="0"/>
        <w:rPr>
          <w:rFonts w:ascii="Liberation Serif" w:hAnsi="Liberation Serif" w:cs="Arial"/>
          <w:lang w:val="x-none"/>
        </w:rPr>
      </w:pPr>
      <w:r w:rsidRPr="001C1E96">
        <w:rPr>
          <w:rFonts w:ascii="Liberation Serif" w:hAnsi="Liberation Serif"/>
          <w:lang w:val="x-none"/>
        </w:rPr>
        <w:fldChar w:fldCharType="begin">
          <w:ffData>
            <w:name w:val="CaseACocher24"/>
            <w:enabled/>
            <w:calcOnExit w:val="0"/>
            <w:checkBox>
              <w:sizeAuto/>
              <w:default w:val="0"/>
            </w:checkBox>
          </w:ffData>
        </w:fldChar>
      </w:r>
      <w:r w:rsidRPr="001C1E96"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 w:rsidRPr="001C1E96"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Bureau </w:t>
      </w:r>
    </w:p>
    <w:p w14:paraId="1724AC1B" w14:textId="77777777" w:rsidR="006336B7" w:rsidRPr="00553C92" w:rsidRDefault="006336B7" w:rsidP="006336B7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>
        <w:rPr>
          <w:rFonts w:ascii="Liberation Serif" w:hAnsi="Liberation Serif"/>
        </w:rPr>
        <w:t xml:space="preserve"> </w:t>
      </w:r>
      <w:r w:rsidRPr="001C1E96">
        <w:rPr>
          <w:rFonts w:ascii="Liberation Serif" w:hAnsi="Liberation Serif"/>
          <w:lang w:val="x-none"/>
        </w:rPr>
        <w:t>Energie (électricité et eau) </w:t>
      </w:r>
    </w:p>
    <w:p w14:paraId="74EB422D" w14:textId="2B3C79CA" w:rsidR="006336B7" w:rsidRDefault="006336B7" w:rsidP="006336B7">
      <w:pPr>
        <w:spacing w:before="0" w:after="0"/>
        <w:rPr>
          <w:rFonts w:ascii="Liberation Serif" w:hAnsi="Liberation Serif"/>
          <w:lang w:val="x-none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Téléphone (en cas d’urgence) </w:t>
      </w:r>
    </w:p>
    <w:p w14:paraId="4A191485" w14:textId="7AAFF9F4" w:rsidR="00C415E9" w:rsidRPr="00C415E9" w:rsidRDefault="00C415E9" w:rsidP="006336B7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3E2653">
        <w:rPr>
          <w:rFonts w:ascii="Liberation Serif" w:hAnsi="Liberation Serif"/>
          <w:lang w:val="x-none"/>
        </w:rPr>
      </w:r>
      <w:r w:rsidR="003E2653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</w:t>
      </w:r>
      <w:r>
        <w:rPr>
          <w:rFonts w:ascii="Liberation Serif" w:hAnsi="Liberation Serif"/>
        </w:rPr>
        <w:t>Autres :</w:t>
      </w:r>
    </w:p>
    <w:p w14:paraId="0056A54C" w14:textId="77777777" w:rsidR="006336B7" w:rsidRDefault="006336B7" w:rsidP="006336B7">
      <w:pPr>
        <w:spacing w:before="0" w:after="0"/>
      </w:pPr>
    </w:p>
    <w:p w14:paraId="17100C49" w14:textId="67EC0192" w:rsidR="003F11B3" w:rsidRDefault="003F11B3">
      <w:pPr>
        <w:spacing w:before="0" w:after="0" w:line="240" w:lineRule="auto"/>
        <w:jc w:val="left"/>
      </w:pPr>
      <w:r>
        <w:br w:type="page"/>
      </w:r>
    </w:p>
    <w:tbl>
      <w:tblPr>
        <w:tblpPr w:leftFromText="141" w:rightFromText="141" w:vertAnchor="text" w:horzAnchor="margin" w:tblpX="-148" w:tblpY="86"/>
        <w:tblW w:w="100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4"/>
      </w:tblGrid>
      <w:tr w:rsidR="00C415E9" w:rsidRPr="001C1E96" w14:paraId="0E0B204C" w14:textId="77777777" w:rsidTr="00EE3207">
        <w:trPr>
          <w:cantSplit/>
        </w:trPr>
        <w:tc>
          <w:tcPr>
            <w:tcW w:w="10064" w:type="dxa"/>
            <w:shd w:val="clear" w:color="auto" w:fill="BDD6EE"/>
          </w:tcPr>
          <w:p w14:paraId="02F8636E" w14:textId="77777777" w:rsidR="00C415E9" w:rsidRPr="001C1E96" w:rsidRDefault="00C415E9" w:rsidP="00EE3207">
            <w:pPr>
              <w:spacing w:before="60" w:after="60"/>
              <w:jc w:val="center"/>
              <w:rPr>
                <w:rFonts w:ascii="Liberation Serif" w:hAnsi="Liberation Serif"/>
                <w:b/>
                <w:i/>
              </w:rPr>
            </w:pPr>
            <w:r>
              <w:rPr>
                <w:rFonts w:ascii="Liberation Serif" w:hAnsi="Liberation Serif"/>
                <w:b/>
                <w:i/>
              </w:rPr>
              <w:lastRenderedPageBreak/>
              <w:t>ORGANISATION DU COMMANDEMENT</w:t>
            </w:r>
          </w:p>
        </w:tc>
      </w:tr>
      <w:tr w:rsidR="00C415E9" w:rsidRPr="001C1E96" w14:paraId="38D1C050" w14:textId="77777777" w:rsidTr="00EE3207">
        <w:trPr>
          <w:cantSplit/>
          <w:trHeight w:val="1457"/>
        </w:trPr>
        <w:tc>
          <w:tcPr>
            <w:tcW w:w="10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2B2F7" w14:textId="77777777" w:rsidR="00C415E9" w:rsidRDefault="00C415E9" w:rsidP="00EE320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R</w:t>
            </w:r>
            <w:r w:rsidRPr="002E6B96">
              <w:rPr>
                <w:rFonts w:ascii="Liberation Serif" w:hAnsi="Liberation Serif"/>
              </w:rPr>
              <w:t xml:space="preserve">esponsable désigné du centre pour cette opération : </w:t>
            </w:r>
          </w:p>
          <w:p w14:paraId="22F896C8" w14:textId="77777777" w:rsidR="00C415E9" w:rsidRDefault="00C415E9" w:rsidP="00EE3207">
            <w:pPr>
              <w:rPr>
                <w:rFonts w:ascii="Liberation Serif" w:hAnsi="Liberation Serif"/>
              </w:rPr>
            </w:pPr>
            <w:r w:rsidRPr="002E6B96">
              <w:rPr>
                <w:rFonts w:ascii="Liberation Serif" w:hAnsi="Liberation Serif"/>
              </w:rPr>
              <w:t xml:space="preserve">Nom du responsable désigné de l'entreprise extérieure pour cette opération : </w:t>
            </w:r>
          </w:p>
          <w:p w14:paraId="35BD4375" w14:textId="77777777" w:rsidR="00C415E9" w:rsidRPr="001C1E96" w:rsidRDefault="00C415E9" w:rsidP="00EE3207">
            <w:pPr>
              <w:rPr>
                <w:rFonts w:ascii="Liberation Serif" w:hAnsi="Liberation Serif"/>
              </w:rPr>
            </w:pPr>
            <w:r w:rsidRPr="002E6B96">
              <w:rPr>
                <w:rFonts w:ascii="Liberation Serif" w:hAnsi="Liberation Serif"/>
              </w:rPr>
              <w:t>Nom du conseiller de prévention du SEAC/PF : Mme Karine SIMON</w:t>
            </w:r>
          </w:p>
        </w:tc>
      </w:tr>
    </w:tbl>
    <w:p w14:paraId="64052151" w14:textId="2D6AF5EE" w:rsidR="00AB7089" w:rsidRDefault="00AB7089" w:rsidP="006336B7">
      <w:pPr>
        <w:spacing w:before="0" w:after="0"/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8"/>
        <w:gridCol w:w="4599"/>
      </w:tblGrid>
      <w:tr w:rsidR="00C415E9" w:rsidRPr="00EA6DA3" w14:paraId="240B9D7D" w14:textId="77777777" w:rsidTr="00AA5D40">
        <w:trPr>
          <w:cantSplit/>
          <w:trHeight w:val="330"/>
          <w:jc w:val="center"/>
        </w:trPr>
        <w:tc>
          <w:tcPr>
            <w:tcW w:w="10207" w:type="dxa"/>
            <w:gridSpan w:val="2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16966E21" w14:textId="72FA8A2D" w:rsidR="00C415E9" w:rsidRPr="00EA6DA3" w:rsidRDefault="00C415E9" w:rsidP="00602FE6">
            <w:pPr>
              <w:spacing w:after="180"/>
              <w:jc w:val="left"/>
              <w:rPr>
                <w:rFonts w:ascii="Liberation Serif" w:hAnsi="Liberation Serif"/>
                <w:b/>
              </w:rPr>
            </w:pPr>
            <w:bookmarkStart w:id="22" w:name="_Hlk117693426"/>
            <w:r w:rsidRPr="00EA6DA3">
              <w:rPr>
                <w:rFonts w:ascii="Liberation Serif" w:hAnsi="Liberation Serif"/>
              </w:rPr>
              <w:br w:type="page"/>
            </w:r>
            <w:r w:rsidRPr="00EA6DA3">
              <w:rPr>
                <w:rFonts w:ascii="Liberation Serif" w:hAnsi="Liberation Serif"/>
              </w:rPr>
              <w:br w:type="page"/>
            </w:r>
            <w:r w:rsidRPr="00EA6DA3">
              <w:rPr>
                <w:rFonts w:ascii="Liberation Serif" w:hAnsi="Liberation Serif"/>
              </w:rPr>
              <w:br w:type="page"/>
            </w:r>
            <w:r>
              <w:rPr>
                <w:rFonts w:ascii="Liberation Serif" w:hAnsi="Liberation Serif"/>
                <w:b/>
              </w:rPr>
              <w:t>NOMBRES DE SALARIES DES ENTREPRISES EXTERIEURES</w:t>
            </w:r>
          </w:p>
        </w:tc>
      </w:tr>
      <w:tr w:rsidR="00C415E9" w:rsidRPr="00EA6DA3" w14:paraId="3EB1D2D0" w14:textId="77777777" w:rsidTr="00AA5D40">
        <w:trPr>
          <w:trHeight w:val="642"/>
          <w:jc w:val="center"/>
        </w:trPr>
        <w:tc>
          <w:tcPr>
            <w:tcW w:w="5608" w:type="dxa"/>
            <w:shd w:val="clear" w:color="auto" w:fill="auto"/>
            <w:vAlign w:val="center"/>
          </w:tcPr>
          <w:p w14:paraId="5A4D9EEF" w14:textId="0472CDC9" w:rsidR="00C415E9" w:rsidRPr="00EA6DA3" w:rsidRDefault="00C415E9" w:rsidP="004C2E7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Entreprises titulaires</w:t>
            </w:r>
          </w:p>
        </w:tc>
        <w:tc>
          <w:tcPr>
            <w:tcW w:w="4599" w:type="dxa"/>
            <w:shd w:val="clear" w:color="auto" w:fill="auto"/>
            <w:vAlign w:val="center"/>
          </w:tcPr>
          <w:p w14:paraId="2BFDB267" w14:textId="5FAB605E" w:rsidR="00C415E9" w:rsidRPr="00EA6DA3" w:rsidRDefault="00C415E9" w:rsidP="004C2E7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Sous-traitants</w:t>
            </w:r>
          </w:p>
        </w:tc>
      </w:tr>
      <w:tr w:rsidR="00C415E9" w:rsidRPr="00EA6DA3" w14:paraId="2BCC5392" w14:textId="77777777" w:rsidTr="00AA5D40">
        <w:trPr>
          <w:trHeight w:val="642"/>
          <w:jc w:val="center"/>
        </w:trPr>
        <w:tc>
          <w:tcPr>
            <w:tcW w:w="5608" w:type="dxa"/>
            <w:shd w:val="clear" w:color="auto" w:fill="auto"/>
            <w:vAlign w:val="center"/>
          </w:tcPr>
          <w:p w14:paraId="6A017D82" w14:textId="77777777" w:rsidR="00C415E9" w:rsidRDefault="00C415E9" w:rsidP="004C2E77">
            <w:pPr>
              <w:rPr>
                <w:rFonts w:ascii="Liberation Serif" w:hAnsi="Liberation Serif"/>
              </w:rPr>
            </w:pPr>
          </w:p>
        </w:tc>
        <w:tc>
          <w:tcPr>
            <w:tcW w:w="4599" w:type="dxa"/>
            <w:shd w:val="clear" w:color="auto" w:fill="auto"/>
            <w:vAlign w:val="center"/>
          </w:tcPr>
          <w:p w14:paraId="59EB1D35" w14:textId="3CCB9AE1" w:rsidR="00C415E9" w:rsidRDefault="00C415E9" w:rsidP="004C2E77">
            <w:pPr>
              <w:rPr>
                <w:rFonts w:ascii="Liberation Serif" w:hAnsi="Liberation Serif"/>
              </w:rPr>
            </w:pPr>
          </w:p>
        </w:tc>
      </w:tr>
      <w:bookmarkEnd w:id="22"/>
    </w:tbl>
    <w:p w14:paraId="7B697304" w14:textId="45562118" w:rsidR="00C415E9" w:rsidRDefault="00C415E9" w:rsidP="006336B7">
      <w:pPr>
        <w:spacing w:before="0" w:after="0"/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8"/>
        <w:gridCol w:w="4599"/>
      </w:tblGrid>
      <w:tr w:rsidR="00AA5D40" w:rsidRPr="00EA6DA3" w14:paraId="7D9A5D1C" w14:textId="77777777" w:rsidTr="004C2E77">
        <w:trPr>
          <w:cantSplit/>
          <w:trHeight w:val="330"/>
          <w:jc w:val="center"/>
        </w:trPr>
        <w:tc>
          <w:tcPr>
            <w:tcW w:w="10207" w:type="dxa"/>
            <w:gridSpan w:val="2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5D1B5BB7" w14:textId="2300CFF9" w:rsidR="00AA5D40" w:rsidRPr="00EA6DA3" w:rsidRDefault="00AA5D40" w:rsidP="00602FE6">
            <w:pPr>
              <w:spacing w:after="180"/>
              <w:jc w:val="left"/>
              <w:rPr>
                <w:rFonts w:ascii="Liberation Serif" w:hAnsi="Liberation Serif"/>
                <w:b/>
              </w:rPr>
            </w:pPr>
            <w:r w:rsidRPr="00EA6DA3">
              <w:rPr>
                <w:rFonts w:ascii="Liberation Serif" w:hAnsi="Liberation Serif"/>
              </w:rPr>
              <w:br w:type="page"/>
            </w:r>
            <w:r w:rsidRPr="00EA6DA3">
              <w:rPr>
                <w:rFonts w:ascii="Liberation Serif" w:hAnsi="Liberation Serif"/>
              </w:rPr>
              <w:br w:type="page"/>
            </w:r>
            <w:r w:rsidRPr="00EA6DA3">
              <w:rPr>
                <w:rFonts w:ascii="Liberation Serif" w:hAnsi="Liberation Serif"/>
              </w:rPr>
              <w:br w:type="page"/>
            </w:r>
            <w:r>
              <w:rPr>
                <w:rFonts w:ascii="Liberation Serif" w:hAnsi="Liberation Serif"/>
                <w:b/>
              </w:rPr>
              <w:t>LISTE DES VEHICULES PARTICPANTS A L’OPERATION</w:t>
            </w:r>
          </w:p>
        </w:tc>
      </w:tr>
      <w:tr w:rsidR="00AA5D40" w:rsidRPr="00EA6DA3" w14:paraId="5E754B07" w14:textId="77777777" w:rsidTr="004C2E77">
        <w:trPr>
          <w:trHeight w:val="642"/>
          <w:jc w:val="center"/>
        </w:trPr>
        <w:tc>
          <w:tcPr>
            <w:tcW w:w="5608" w:type="dxa"/>
            <w:shd w:val="clear" w:color="auto" w:fill="auto"/>
            <w:vAlign w:val="center"/>
          </w:tcPr>
          <w:p w14:paraId="25F2EF03" w14:textId="77777777" w:rsidR="00AA5D40" w:rsidRPr="00EA6DA3" w:rsidRDefault="00AA5D40" w:rsidP="004C2E7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Entreprises titulaires</w:t>
            </w:r>
          </w:p>
        </w:tc>
        <w:tc>
          <w:tcPr>
            <w:tcW w:w="4599" w:type="dxa"/>
            <w:shd w:val="clear" w:color="auto" w:fill="auto"/>
            <w:vAlign w:val="center"/>
          </w:tcPr>
          <w:p w14:paraId="73C81908" w14:textId="77777777" w:rsidR="00AA5D40" w:rsidRPr="00EA6DA3" w:rsidRDefault="00AA5D40" w:rsidP="004C2E7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Sous-traitants</w:t>
            </w:r>
          </w:p>
        </w:tc>
      </w:tr>
      <w:tr w:rsidR="00AA5D40" w:rsidRPr="00EA6DA3" w14:paraId="6B0E8FD5" w14:textId="77777777" w:rsidTr="004C2E77">
        <w:trPr>
          <w:trHeight w:val="642"/>
          <w:jc w:val="center"/>
        </w:trPr>
        <w:tc>
          <w:tcPr>
            <w:tcW w:w="5608" w:type="dxa"/>
            <w:shd w:val="clear" w:color="auto" w:fill="auto"/>
            <w:vAlign w:val="center"/>
          </w:tcPr>
          <w:p w14:paraId="54CC46F3" w14:textId="77777777" w:rsidR="00AA5D40" w:rsidRDefault="00AA5D40" w:rsidP="004C2E77">
            <w:pPr>
              <w:rPr>
                <w:rFonts w:ascii="Liberation Serif" w:hAnsi="Liberation Serif"/>
              </w:rPr>
            </w:pPr>
          </w:p>
        </w:tc>
        <w:tc>
          <w:tcPr>
            <w:tcW w:w="4599" w:type="dxa"/>
            <w:shd w:val="clear" w:color="auto" w:fill="auto"/>
            <w:vAlign w:val="center"/>
          </w:tcPr>
          <w:p w14:paraId="3BCAB856" w14:textId="77777777" w:rsidR="00AA5D40" w:rsidRDefault="00AA5D40" w:rsidP="004C2E77">
            <w:pPr>
              <w:rPr>
                <w:rFonts w:ascii="Liberation Serif" w:hAnsi="Liberation Serif"/>
              </w:rPr>
            </w:pPr>
          </w:p>
        </w:tc>
      </w:tr>
    </w:tbl>
    <w:p w14:paraId="14406D76" w14:textId="77777777" w:rsidR="00AA5D40" w:rsidRDefault="00AA5D40" w:rsidP="006336B7">
      <w:pPr>
        <w:spacing w:before="0" w:after="0"/>
      </w:pPr>
    </w:p>
    <w:p w14:paraId="7D6E2228" w14:textId="77777777" w:rsidR="00C415E9" w:rsidRDefault="00C415E9" w:rsidP="006336B7">
      <w:pPr>
        <w:spacing w:before="0" w:after="0"/>
      </w:pPr>
    </w:p>
    <w:tbl>
      <w:tblPr>
        <w:tblW w:w="10207" w:type="dxa"/>
        <w:tblInd w:w="-2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5"/>
        <w:gridCol w:w="2472"/>
        <w:gridCol w:w="1995"/>
        <w:gridCol w:w="1985"/>
      </w:tblGrid>
      <w:tr w:rsidR="006336B7" w:rsidRPr="002E05F3" w14:paraId="5D345C64" w14:textId="77777777" w:rsidTr="006336B7">
        <w:trPr>
          <w:cantSplit/>
          <w:trHeight w:val="492"/>
        </w:trPr>
        <w:tc>
          <w:tcPr>
            <w:tcW w:w="10207" w:type="dxa"/>
            <w:gridSpan w:val="4"/>
            <w:shd w:val="clear" w:color="auto" w:fill="CCCCCC"/>
          </w:tcPr>
          <w:p w14:paraId="5DB3FE6C" w14:textId="77777777" w:rsidR="006336B7" w:rsidRPr="001C1E96" w:rsidRDefault="006336B7" w:rsidP="00C50C75">
            <w:pPr>
              <w:spacing w:after="180"/>
              <w:jc w:val="center"/>
              <w:rPr>
                <w:rFonts w:ascii="Liberation Serif" w:hAnsi="Liberation Serif"/>
                <w:b/>
              </w:rPr>
            </w:pPr>
            <w:r w:rsidRPr="001C1E96">
              <w:rPr>
                <w:rFonts w:ascii="Liberation Serif" w:hAnsi="Liberation Serif"/>
                <w:b/>
              </w:rPr>
              <w:t>PREMIERS SECOURS</w:t>
            </w:r>
          </w:p>
        </w:tc>
      </w:tr>
      <w:tr w:rsidR="006336B7" w:rsidRPr="002E05F3" w14:paraId="11D967D4" w14:textId="77777777" w:rsidTr="005F0B64">
        <w:trPr>
          <w:cantSplit/>
        </w:trPr>
        <w:tc>
          <w:tcPr>
            <w:tcW w:w="10207" w:type="dxa"/>
            <w:gridSpan w:val="4"/>
            <w:shd w:val="clear" w:color="auto" w:fill="BDD6EE"/>
          </w:tcPr>
          <w:p w14:paraId="3CC94E9B" w14:textId="77777777" w:rsidR="006336B7" w:rsidRPr="001C1E96" w:rsidRDefault="006336B7" w:rsidP="005F0B64">
            <w:pPr>
              <w:spacing w:before="60" w:after="60"/>
              <w:jc w:val="center"/>
              <w:rPr>
                <w:rFonts w:ascii="Liberation Serif" w:hAnsi="Liberation Serif"/>
                <w:b/>
                <w:i/>
              </w:rPr>
            </w:pPr>
            <w:r w:rsidRPr="001C1E96">
              <w:rPr>
                <w:rFonts w:ascii="Liberation Serif" w:hAnsi="Liberation Serif"/>
                <w:b/>
                <w:i/>
              </w:rPr>
              <w:t>SECOURS A PERSONNE :</w:t>
            </w:r>
          </w:p>
        </w:tc>
      </w:tr>
      <w:tr w:rsidR="006336B7" w:rsidRPr="002E05F3" w14:paraId="72BA2019" w14:textId="77777777" w:rsidTr="005F0B64">
        <w:trPr>
          <w:cantSplit/>
          <w:trHeight w:val="343"/>
        </w:trPr>
        <w:tc>
          <w:tcPr>
            <w:tcW w:w="10207" w:type="dxa"/>
            <w:gridSpan w:val="4"/>
          </w:tcPr>
          <w:p w14:paraId="5C70E97C" w14:textId="5CE6C0E8" w:rsidR="006336B7" w:rsidRPr="001C1E96" w:rsidRDefault="006336B7" w:rsidP="005F0B64">
            <w:pPr>
              <w:rPr>
                <w:rFonts w:ascii="Liberation Serif" w:hAnsi="Liberation Serif"/>
                <w:b/>
                <w:color w:val="FF0000"/>
              </w:rPr>
            </w:pPr>
            <w:r w:rsidRPr="001C1E96">
              <w:rPr>
                <w:rFonts w:ascii="Liberation Serif" w:hAnsi="Liberation Serif"/>
                <w:b/>
              </w:rPr>
              <w:t>SERVICE MEDICAL</w:t>
            </w:r>
            <w:r w:rsidR="003F11B3">
              <w:rPr>
                <w:rFonts w:ascii="Liberation Serif" w:hAnsi="Liberation Serif"/>
                <w:b/>
              </w:rPr>
              <w:t xml:space="preserve"> ou HOPITAL</w:t>
            </w:r>
            <w:r w:rsidRPr="001C1E96">
              <w:rPr>
                <w:rFonts w:ascii="Liberation Serif" w:hAnsi="Liberation Serif"/>
                <w:b/>
              </w:rPr>
              <w:t xml:space="preserve"> : </w:t>
            </w:r>
          </w:p>
        </w:tc>
      </w:tr>
      <w:tr w:rsidR="006336B7" w:rsidRPr="002E05F3" w14:paraId="46CF2D5B" w14:textId="77777777" w:rsidTr="005F0B64">
        <w:trPr>
          <w:cantSplit/>
        </w:trPr>
        <w:tc>
          <w:tcPr>
            <w:tcW w:w="10207" w:type="dxa"/>
            <w:gridSpan w:val="4"/>
          </w:tcPr>
          <w:p w14:paraId="696E480E" w14:textId="77777777" w:rsidR="006336B7" w:rsidRPr="001C1E96" w:rsidRDefault="006336B7" w:rsidP="005F0B64">
            <w:pPr>
              <w:rPr>
                <w:rFonts w:ascii="Liberation Serif" w:hAnsi="Liberation Serif"/>
              </w:rPr>
            </w:pPr>
            <w:r w:rsidRPr="001C1E96">
              <w:rPr>
                <w:rFonts w:ascii="Liberation Serif" w:hAnsi="Liberation Serif"/>
                <w:b/>
              </w:rPr>
              <w:t>SECOURISTES</w:t>
            </w:r>
            <w:r w:rsidRPr="001C1E96">
              <w:rPr>
                <w:rFonts w:ascii="Liberation Serif" w:hAnsi="Liberation Serif"/>
              </w:rPr>
              <w:t xml:space="preserve"> : Voir la liste </w:t>
            </w:r>
            <w:r>
              <w:rPr>
                <w:rFonts w:ascii="Liberation Serif" w:hAnsi="Liberation Serif"/>
              </w:rPr>
              <w:t>jointe</w:t>
            </w:r>
          </w:p>
        </w:tc>
      </w:tr>
      <w:tr w:rsidR="006336B7" w:rsidRPr="002E05F3" w14:paraId="0F38397A" w14:textId="77777777" w:rsidTr="005F0B64">
        <w:trPr>
          <w:cantSplit/>
        </w:trPr>
        <w:tc>
          <w:tcPr>
            <w:tcW w:w="3755" w:type="dxa"/>
          </w:tcPr>
          <w:p w14:paraId="150BE7F5" w14:textId="77777777" w:rsidR="006336B7" w:rsidRPr="001C1E96" w:rsidRDefault="006336B7" w:rsidP="005F0B64">
            <w:pPr>
              <w:rPr>
                <w:rFonts w:ascii="Liberation Serif" w:hAnsi="Liberation Serif"/>
              </w:rPr>
            </w:pPr>
            <w:r w:rsidRPr="001C1E96">
              <w:rPr>
                <w:rFonts w:ascii="Liberation Serif" w:hAnsi="Liberation Serif"/>
                <w:b/>
              </w:rPr>
              <w:t>SAMU</w:t>
            </w:r>
            <w:r w:rsidRPr="001C1E96">
              <w:rPr>
                <w:rFonts w:ascii="Liberation Serif" w:hAnsi="Liberation Serif"/>
              </w:rPr>
              <w:t xml:space="preserve"> :</w:t>
            </w: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2472" w:type="dxa"/>
          </w:tcPr>
          <w:p w14:paraId="04CE6B10" w14:textId="77777777" w:rsidR="006336B7" w:rsidRPr="001C1E96" w:rsidRDefault="006336B7" w:rsidP="005F0B64">
            <w:pPr>
              <w:rPr>
                <w:rFonts w:ascii="Liberation Serif" w:hAnsi="Liberation Serif"/>
              </w:rPr>
            </w:pPr>
            <w:r w:rsidRPr="001C1E96">
              <w:rPr>
                <w:rFonts w:ascii="Liberation Serif" w:hAnsi="Liberation Serif"/>
              </w:rPr>
              <w:t xml:space="preserve">Composer le n° </w:t>
            </w:r>
            <w:r w:rsidRPr="001C1E96">
              <w:rPr>
                <w:rFonts w:ascii="Liberation Serif" w:hAnsi="Liberation Serif"/>
                <w:b/>
                <w:color w:val="0000FF"/>
              </w:rPr>
              <w:t>15</w:t>
            </w:r>
          </w:p>
        </w:tc>
        <w:tc>
          <w:tcPr>
            <w:tcW w:w="1995" w:type="dxa"/>
          </w:tcPr>
          <w:p w14:paraId="7DEDFC1B" w14:textId="77777777" w:rsidR="006336B7" w:rsidRPr="001C1E96" w:rsidRDefault="006336B7" w:rsidP="005F0B64">
            <w:pPr>
              <w:rPr>
                <w:rFonts w:ascii="Liberation Serif" w:hAnsi="Liberation Serif"/>
              </w:rPr>
            </w:pPr>
            <w:r w:rsidRPr="001C1E96">
              <w:rPr>
                <w:rFonts w:ascii="Liberation Serif" w:hAnsi="Liberation Serif"/>
                <w:b/>
              </w:rPr>
              <w:t>POMPIERS</w:t>
            </w:r>
            <w:r w:rsidRPr="001C1E96">
              <w:rPr>
                <w:rFonts w:ascii="Liberation Serif" w:hAnsi="Liberation Serif"/>
              </w:rPr>
              <w:t xml:space="preserve"> :</w:t>
            </w:r>
          </w:p>
        </w:tc>
        <w:tc>
          <w:tcPr>
            <w:tcW w:w="1985" w:type="dxa"/>
          </w:tcPr>
          <w:p w14:paraId="2DED99F6" w14:textId="77777777" w:rsidR="006336B7" w:rsidRPr="001C1E96" w:rsidRDefault="006336B7" w:rsidP="005F0B64">
            <w:pPr>
              <w:rPr>
                <w:rFonts w:ascii="Liberation Serif" w:hAnsi="Liberation Serif"/>
              </w:rPr>
            </w:pPr>
            <w:r w:rsidRPr="001C1E96">
              <w:rPr>
                <w:rFonts w:ascii="Liberation Serif" w:hAnsi="Liberation Serif"/>
              </w:rPr>
              <w:t xml:space="preserve">Composer le n° </w:t>
            </w:r>
            <w:r w:rsidRPr="001C1E96">
              <w:rPr>
                <w:rFonts w:ascii="Liberation Serif" w:hAnsi="Liberation Serif"/>
                <w:b/>
                <w:color w:val="FF0000"/>
              </w:rPr>
              <w:t>18</w:t>
            </w:r>
          </w:p>
        </w:tc>
      </w:tr>
      <w:tr w:rsidR="006336B7" w:rsidRPr="002E05F3" w14:paraId="0ACF3303" w14:textId="77777777" w:rsidTr="005F0B64">
        <w:trPr>
          <w:cantSplit/>
        </w:trPr>
        <w:tc>
          <w:tcPr>
            <w:tcW w:w="3755" w:type="dxa"/>
          </w:tcPr>
          <w:p w14:paraId="54046697" w14:textId="77777777" w:rsidR="006336B7" w:rsidRPr="001C1E96" w:rsidRDefault="006336B7" w:rsidP="005F0B64">
            <w:pPr>
              <w:spacing w:before="0" w:after="0"/>
              <w:rPr>
                <w:rFonts w:ascii="Liberation Serif" w:hAnsi="Liberation Serif"/>
              </w:rPr>
            </w:pPr>
            <w:r w:rsidRPr="001C1E96">
              <w:rPr>
                <w:rFonts w:ascii="Liberation Serif" w:hAnsi="Liberation Serif"/>
              </w:rPr>
              <w:t>ACCIDENT LEGER :</w:t>
            </w:r>
          </w:p>
        </w:tc>
        <w:tc>
          <w:tcPr>
            <w:tcW w:w="6452" w:type="dxa"/>
            <w:gridSpan w:val="3"/>
          </w:tcPr>
          <w:p w14:paraId="47E0815A" w14:textId="77777777" w:rsidR="006336B7" w:rsidRPr="001C1E96" w:rsidRDefault="006336B7" w:rsidP="005F0B64">
            <w:pPr>
              <w:spacing w:before="0" w:after="0"/>
              <w:rPr>
                <w:rFonts w:ascii="Liberation Serif" w:hAnsi="Liberation Serif"/>
              </w:rPr>
            </w:pPr>
            <w:r w:rsidRPr="001C1E96">
              <w:rPr>
                <w:rFonts w:ascii="Liberation Serif" w:hAnsi="Liberation Serif"/>
              </w:rPr>
              <w:t>Utiliser la trousse de premiers secours qui doit obligatoirement faire partie de l'équipement de l'entreprise extérieure.</w:t>
            </w:r>
          </w:p>
        </w:tc>
      </w:tr>
      <w:tr w:rsidR="006336B7" w:rsidRPr="002E05F3" w14:paraId="5E59727D" w14:textId="77777777" w:rsidTr="005F0B64">
        <w:trPr>
          <w:cantSplit/>
          <w:trHeight w:val="857"/>
        </w:trPr>
        <w:tc>
          <w:tcPr>
            <w:tcW w:w="3755" w:type="dxa"/>
          </w:tcPr>
          <w:p w14:paraId="49E4C159" w14:textId="77777777" w:rsidR="006336B7" w:rsidRPr="001C1E96" w:rsidRDefault="006336B7" w:rsidP="005F0B64">
            <w:pPr>
              <w:spacing w:before="0" w:after="0"/>
              <w:jc w:val="left"/>
              <w:rPr>
                <w:rFonts w:ascii="Liberation Serif" w:hAnsi="Liberation Serif"/>
              </w:rPr>
            </w:pPr>
            <w:r w:rsidRPr="001C1E96">
              <w:rPr>
                <w:rFonts w:ascii="Liberation Serif" w:hAnsi="Liberation Serif"/>
              </w:rPr>
              <w:t>ACCIDENT OU MALAISE SERIEUX OU GRAVE :</w:t>
            </w:r>
          </w:p>
        </w:tc>
        <w:tc>
          <w:tcPr>
            <w:tcW w:w="6452" w:type="dxa"/>
            <w:gridSpan w:val="3"/>
          </w:tcPr>
          <w:p w14:paraId="67DA4334" w14:textId="77777777" w:rsidR="006336B7" w:rsidRPr="001C1E96" w:rsidRDefault="006336B7" w:rsidP="005F0B64">
            <w:pPr>
              <w:spacing w:before="0" w:after="0"/>
              <w:rPr>
                <w:rFonts w:ascii="Liberation Serif" w:hAnsi="Liberation Serif"/>
              </w:rPr>
            </w:pPr>
            <w:r w:rsidRPr="001C1E96">
              <w:rPr>
                <w:rFonts w:ascii="Liberation Serif" w:hAnsi="Liberation Serif"/>
              </w:rPr>
              <w:t>Eviter de manipuler le blessé (sauf cas de force majeure)</w:t>
            </w:r>
          </w:p>
          <w:p w14:paraId="3B5113DB" w14:textId="77777777" w:rsidR="006336B7" w:rsidRPr="001C1E96" w:rsidRDefault="006336B7" w:rsidP="005F0B64">
            <w:pPr>
              <w:spacing w:before="0" w:after="0"/>
              <w:rPr>
                <w:rFonts w:ascii="Liberation Serif" w:hAnsi="Liberation Serif"/>
              </w:rPr>
            </w:pPr>
            <w:r w:rsidRPr="001C1E96">
              <w:rPr>
                <w:rFonts w:ascii="Liberation Serif" w:hAnsi="Liberation Serif"/>
              </w:rPr>
              <w:t xml:space="preserve">Alerter un secouriste et </w:t>
            </w:r>
            <w:r>
              <w:rPr>
                <w:rFonts w:ascii="Liberation Serif" w:hAnsi="Liberation Serif"/>
              </w:rPr>
              <w:t>le service médical</w:t>
            </w:r>
            <w:r w:rsidRPr="001C1E96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au poste </w:t>
            </w:r>
          </w:p>
          <w:p w14:paraId="30739CF7" w14:textId="77777777" w:rsidR="006336B7" w:rsidRPr="001C1E96" w:rsidRDefault="006336B7" w:rsidP="005F0B64">
            <w:pPr>
              <w:spacing w:before="0" w:after="0"/>
              <w:rPr>
                <w:rFonts w:ascii="Liberation Serif" w:hAnsi="Liberation Serif"/>
              </w:rPr>
            </w:pPr>
            <w:r w:rsidRPr="001C1E96">
              <w:rPr>
                <w:rFonts w:ascii="Liberation Serif" w:hAnsi="Liberation Serif"/>
              </w:rPr>
              <w:t xml:space="preserve">Puis alerter en téléphonant au SAMU (n° </w:t>
            </w:r>
            <w:r w:rsidRPr="001C1E96">
              <w:rPr>
                <w:rFonts w:ascii="Liberation Serif" w:hAnsi="Liberation Serif"/>
                <w:b/>
                <w:color w:val="0000FF"/>
              </w:rPr>
              <w:t>15</w:t>
            </w:r>
            <w:r w:rsidRPr="001C1E96">
              <w:rPr>
                <w:rFonts w:ascii="Liberation Serif" w:hAnsi="Liberation Serif"/>
              </w:rPr>
              <w:t xml:space="preserve">) ou aux pompiers (n° </w:t>
            </w:r>
            <w:r w:rsidRPr="001C1E96">
              <w:rPr>
                <w:rFonts w:ascii="Liberation Serif" w:hAnsi="Liberation Serif"/>
                <w:b/>
                <w:color w:val="FF0000"/>
              </w:rPr>
              <w:t>18</w:t>
            </w:r>
            <w:r w:rsidRPr="001C1E96">
              <w:rPr>
                <w:rFonts w:ascii="Liberation Serif" w:hAnsi="Liberation Serif"/>
              </w:rPr>
              <w:t>)</w:t>
            </w:r>
          </w:p>
        </w:tc>
      </w:tr>
      <w:tr w:rsidR="006336B7" w:rsidRPr="002E05F3" w14:paraId="55E8F42E" w14:textId="77777777" w:rsidTr="005F0B64">
        <w:trPr>
          <w:cantSplit/>
        </w:trPr>
        <w:tc>
          <w:tcPr>
            <w:tcW w:w="10207" w:type="dxa"/>
            <w:gridSpan w:val="4"/>
            <w:shd w:val="clear" w:color="auto" w:fill="BDD6EE"/>
          </w:tcPr>
          <w:p w14:paraId="288A1F8C" w14:textId="77777777" w:rsidR="006336B7" w:rsidRPr="001C1E96" w:rsidRDefault="006336B7" w:rsidP="005F0B64">
            <w:pPr>
              <w:spacing w:before="60" w:after="60"/>
              <w:jc w:val="center"/>
              <w:rPr>
                <w:rFonts w:ascii="Liberation Serif" w:hAnsi="Liberation Serif"/>
                <w:b/>
                <w:i/>
              </w:rPr>
            </w:pPr>
            <w:bookmarkStart w:id="23" w:name="_Hlk117692118"/>
            <w:r w:rsidRPr="001C1E96">
              <w:rPr>
                <w:rFonts w:ascii="Liberation Serif" w:hAnsi="Liberation Serif"/>
                <w:b/>
                <w:i/>
              </w:rPr>
              <w:t>INCENDIE/EVACUATION</w:t>
            </w:r>
            <w:r>
              <w:rPr>
                <w:rFonts w:ascii="Liberation Serif" w:hAnsi="Liberation Serif"/>
                <w:b/>
                <w:i/>
              </w:rPr>
              <w:t xml:space="preserve"> </w:t>
            </w:r>
            <w:r w:rsidRPr="001C1E96">
              <w:rPr>
                <w:rFonts w:ascii="Liberation Serif" w:hAnsi="Liberation Serif"/>
                <w:b/>
                <w:i/>
              </w:rPr>
              <w:t>:</w:t>
            </w:r>
          </w:p>
        </w:tc>
      </w:tr>
      <w:tr w:rsidR="006336B7" w:rsidRPr="002E05F3" w14:paraId="5F843F3E" w14:textId="77777777" w:rsidTr="005F0B64">
        <w:trPr>
          <w:cantSplit/>
        </w:trPr>
        <w:tc>
          <w:tcPr>
            <w:tcW w:w="10207" w:type="dxa"/>
            <w:gridSpan w:val="4"/>
          </w:tcPr>
          <w:p w14:paraId="64EC7CFF" w14:textId="77777777" w:rsidR="006336B7" w:rsidRPr="001C1E96" w:rsidRDefault="006336B7" w:rsidP="005F0B64">
            <w:pPr>
              <w:ind w:right="289"/>
              <w:rPr>
                <w:rFonts w:ascii="Liberation Serif" w:hAnsi="Liberation Serif"/>
              </w:rPr>
            </w:pPr>
            <w:bookmarkStart w:id="24" w:name="_Hlk117673218"/>
            <w:r w:rsidRPr="001C1E96">
              <w:rPr>
                <w:rFonts w:ascii="Liberation Serif" w:hAnsi="Liberation Serif"/>
                <w:b/>
              </w:rPr>
              <w:t>CONSIGNES D'INCENDIE</w:t>
            </w:r>
            <w:r w:rsidRPr="001C1E96">
              <w:rPr>
                <w:rFonts w:ascii="Liberation Serif" w:hAnsi="Liberation Serif"/>
              </w:rPr>
              <w:t xml:space="preserve"> : Voir les panneaux dans les couloirs / consignes en annexe</w:t>
            </w:r>
          </w:p>
        </w:tc>
      </w:tr>
      <w:tr w:rsidR="006336B7" w:rsidRPr="002E05F3" w14:paraId="14E07825" w14:textId="77777777" w:rsidTr="005F0B64">
        <w:trPr>
          <w:cantSplit/>
        </w:trPr>
        <w:tc>
          <w:tcPr>
            <w:tcW w:w="10207" w:type="dxa"/>
            <w:gridSpan w:val="4"/>
          </w:tcPr>
          <w:p w14:paraId="6F7B09FB" w14:textId="77777777" w:rsidR="006336B7" w:rsidRPr="001C1E96" w:rsidRDefault="006336B7" w:rsidP="005F0B64">
            <w:pPr>
              <w:rPr>
                <w:rFonts w:ascii="Liberation Serif" w:hAnsi="Liberation Serif"/>
              </w:rPr>
            </w:pPr>
            <w:bookmarkStart w:id="25" w:name="_Hlk117693920"/>
            <w:r w:rsidRPr="001C1E96">
              <w:rPr>
                <w:rFonts w:ascii="Liberation Serif" w:hAnsi="Liberation Serif"/>
              </w:rPr>
              <w:t xml:space="preserve">Donner l'alarme en téléphonant au n° </w:t>
            </w:r>
            <w:r w:rsidRPr="001C1E96">
              <w:rPr>
                <w:rFonts w:ascii="Liberation Serif" w:hAnsi="Liberation Serif"/>
                <w:b/>
                <w:color w:val="FF0000"/>
              </w:rPr>
              <w:t>18</w:t>
            </w:r>
            <w:r w:rsidRPr="001C1E96">
              <w:rPr>
                <w:rFonts w:ascii="Liberation Serif" w:hAnsi="Liberation Serif"/>
              </w:rPr>
              <w:t xml:space="preserve"> (Pompiers).</w:t>
            </w:r>
          </w:p>
          <w:p w14:paraId="5E3AE7EE" w14:textId="24DED75C" w:rsidR="006336B7" w:rsidRPr="001C1E96" w:rsidRDefault="006336B7" w:rsidP="005F0B64">
            <w:pPr>
              <w:rPr>
                <w:rFonts w:ascii="Liberation Serif" w:hAnsi="Liberation Serif"/>
              </w:rPr>
            </w:pPr>
            <w:r w:rsidRPr="001C1E96">
              <w:rPr>
                <w:rFonts w:ascii="Liberation Serif" w:hAnsi="Liberation Serif"/>
              </w:rPr>
              <w:t>Evacuer le bâtiment sur ordre des guides/serre-files ou à l’audition de l’alarme sonore et rejoindre les points de rassemblement </w:t>
            </w:r>
            <w:bookmarkStart w:id="26" w:name="_Hlk117510984"/>
            <w:bookmarkEnd w:id="25"/>
          </w:p>
        </w:tc>
      </w:tr>
    </w:tbl>
    <w:p w14:paraId="026DDF63" w14:textId="77777777" w:rsidR="006336B7" w:rsidRPr="00FC4CDB" w:rsidRDefault="006336B7" w:rsidP="009863BA">
      <w:pPr>
        <w:spacing w:before="0" w:after="0" w:line="0" w:lineRule="atLeast"/>
      </w:pPr>
      <w:bookmarkStart w:id="27" w:name="_Hlk117158528"/>
      <w:bookmarkEnd w:id="24"/>
      <w:bookmarkEnd w:id="23"/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AA5D40" w:rsidRPr="001C1E96" w14:paraId="4E5A8CBA" w14:textId="77777777" w:rsidTr="004C2E77">
        <w:trPr>
          <w:trHeight w:val="70"/>
        </w:trPr>
        <w:tc>
          <w:tcPr>
            <w:tcW w:w="10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bookmarkEnd w:id="26"/>
          <w:bookmarkEnd w:id="27"/>
          <w:p w14:paraId="6A2B21A4" w14:textId="7C8FB6A2" w:rsidR="00AA5D40" w:rsidRPr="00EE3207" w:rsidRDefault="00AA5D40" w:rsidP="00AA5D40">
            <w:pPr>
              <w:spacing w:before="0" w:after="0"/>
              <w:rPr>
                <w:rFonts w:ascii="Liberation Serif" w:hAnsi="Liberation Serif"/>
                <w:i/>
                <w:iCs/>
              </w:rPr>
            </w:pPr>
            <w:r w:rsidRPr="00EE3207">
              <w:rPr>
                <w:rFonts w:ascii="Liberation Serif" w:hAnsi="Liberation Serif"/>
                <w:i/>
                <w:iCs/>
              </w:rPr>
              <w:t>Le Service Sécurité Incendie Sauvetage, en place sur les aérodromes, assure en priorité la sauvegarde des aéronefs.</w:t>
            </w:r>
          </w:p>
          <w:p w14:paraId="5D41E14F" w14:textId="305E68BA" w:rsidR="00AA5D40" w:rsidRPr="00EE3207" w:rsidRDefault="00AA5D40" w:rsidP="00AA5D40">
            <w:pPr>
              <w:spacing w:before="0" w:after="0"/>
              <w:rPr>
                <w:rFonts w:ascii="Liberation Serif" w:hAnsi="Liberation Serif"/>
                <w:i/>
                <w:iCs/>
              </w:rPr>
            </w:pPr>
            <w:r w:rsidRPr="00EE3207">
              <w:rPr>
                <w:rFonts w:ascii="Liberation Serif" w:hAnsi="Liberation Serif"/>
                <w:i/>
                <w:iCs/>
              </w:rPr>
              <w:t>A ce titre il ne pourra être sollicité comme moyen de premier secours. Pour tous les accidents survenant sur un aérodrome appeler la tour de contrôle locale.</w:t>
            </w:r>
          </w:p>
          <w:p w14:paraId="5C99648E" w14:textId="30E4756C" w:rsidR="00AA5D40" w:rsidRPr="00EE3207" w:rsidRDefault="00AA5D40" w:rsidP="00AA5D40">
            <w:pPr>
              <w:spacing w:before="0" w:after="0"/>
              <w:rPr>
                <w:rFonts w:ascii="Liberation Serif" w:hAnsi="Liberation Serif"/>
                <w:i/>
                <w:iCs/>
              </w:rPr>
            </w:pPr>
            <w:r w:rsidRPr="00EE3207">
              <w:rPr>
                <w:rFonts w:ascii="Liberation Serif" w:hAnsi="Liberation Serif"/>
                <w:i/>
                <w:iCs/>
              </w:rPr>
              <w:t>Horaire de permanence :</w:t>
            </w:r>
          </w:p>
          <w:p w14:paraId="1A10C137" w14:textId="47797F82" w:rsidR="00AA5D40" w:rsidRPr="00EE3207" w:rsidRDefault="00AA5D40" w:rsidP="00AA5D40">
            <w:pPr>
              <w:spacing w:before="0" w:after="0"/>
              <w:rPr>
                <w:rFonts w:ascii="Liberation Serif" w:hAnsi="Liberation Serif"/>
                <w:i/>
                <w:iCs/>
              </w:rPr>
            </w:pPr>
            <w:r w:rsidRPr="00EE3207">
              <w:rPr>
                <w:rFonts w:ascii="Liberation Serif" w:hAnsi="Liberation Serif"/>
                <w:i/>
                <w:iCs/>
              </w:rPr>
              <w:t>Téléphone :</w:t>
            </w:r>
          </w:p>
          <w:p w14:paraId="2374AE97" w14:textId="2FF9DCD9" w:rsidR="00AA5D40" w:rsidRPr="003B15C2" w:rsidRDefault="00AA5D40" w:rsidP="00EE3207">
            <w:pPr>
              <w:spacing w:before="0" w:after="0"/>
              <w:rPr>
                <w:rFonts w:ascii="Liberation Serif" w:hAnsi="Liberation Serif"/>
              </w:rPr>
            </w:pPr>
            <w:r w:rsidRPr="00EE3207">
              <w:rPr>
                <w:rFonts w:ascii="Liberation Serif" w:hAnsi="Liberation Serif"/>
                <w:i/>
                <w:iCs/>
              </w:rPr>
              <w:t>En dehors des horaire</w:t>
            </w:r>
            <w:r w:rsidR="00EE3207" w:rsidRPr="00EE3207">
              <w:rPr>
                <w:rFonts w:ascii="Liberation Serif" w:hAnsi="Liberation Serif"/>
                <w:i/>
                <w:iCs/>
              </w:rPr>
              <w:t>s, contact de la T</w:t>
            </w:r>
            <w:r w:rsidRPr="00EE3207">
              <w:rPr>
                <w:rFonts w:ascii="Liberation Serif" w:hAnsi="Liberation Serif"/>
                <w:i/>
                <w:iCs/>
              </w:rPr>
              <w:t>our de contrôle :</w:t>
            </w:r>
          </w:p>
        </w:tc>
      </w:tr>
    </w:tbl>
    <w:p w14:paraId="5C03641A" w14:textId="1F9A340C" w:rsidR="00545C3E" w:rsidRDefault="00545C3E">
      <w:pPr>
        <w:spacing w:before="0" w:after="0" w:line="240" w:lineRule="auto"/>
        <w:jc w:val="left"/>
        <w:rPr>
          <w:rFonts w:ascii="Liberation Serif" w:hAnsi="Liberation Serif"/>
          <w:b/>
        </w:rPr>
      </w:pPr>
    </w:p>
    <w:p w14:paraId="3A3190AB" w14:textId="79CB6136" w:rsidR="00AB7089" w:rsidRDefault="00AB7089" w:rsidP="00545C3E">
      <w:pPr>
        <w:pStyle w:val="m-CopieA2"/>
        <w:ind w:left="0"/>
        <w:jc w:val="center"/>
        <w:rPr>
          <w:rFonts w:ascii="Liberation Serif" w:hAnsi="Liberation Serif"/>
          <w:b/>
          <w:i/>
          <w:iCs/>
          <w:sz w:val="24"/>
        </w:rPr>
      </w:pPr>
      <w:r w:rsidRPr="00EA6DA3">
        <w:rPr>
          <w:rFonts w:ascii="Liberation Serif" w:hAnsi="Liberation Serif"/>
          <w:b/>
          <w:i/>
          <w:iCs/>
          <w:sz w:val="24"/>
        </w:rPr>
        <w:lastRenderedPageBreak/>
        <w:t>PENDANT TOUTE LA DUREE DE L'OPERATION</w:t>
      </w:r>
    </w:p>
    <w:p w14:paraId="0A5D3EF2" w14:textId="77777777" w:rsidR="00EE3207" w:rsidRPr="00EA6DA3" w:rsidRDefault="00EE3207" w:rsidP="00545C3E">
      <w:pPr>
        <w:pStyle w:val="m-CopieA2"/>
        <w:ind w:left="0"/>
        <w:jc w:val="center"/>
        <w:rPr>
          <w:rFonts w:ascii="Liberation Serif" w:hAnsi="Liberation Serif"/>
          <w:b/>
          <w:i/>
          <w:iCs/>
          <w:sz w:val="24"/>
        </w:rPr>
      </w:pPr>
    </w:p>
    <w:p w14:paraId="73479757" w14:textId="1C85CD35" w:rsidR="00545C3E" w:rsidRDefault="00545C3E" w:rsidP="00545C3E">
      <w:pPr>
        <w:pStyle w:val="m-CopieA2"/>
        <w:ind w:left="0"/>
        <w:jc w:val="center"/>
        <w:rPr>
          <w:rFonts w:ascii="Liberation Serif" w:hAnsi="Liberation Serif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26"/>
      </w:tblGrid>
      <w:tr w:rsidR="00545C3E" w:rsidRPr="001C1E96" w14:paraId="3B42BBC6" w14:textId="77777777" w:rsidTr="00EA6DA3">
        <w:trPr>
          <w:cantSplit/>
          <w:trHeight w:val="330"/>
          <w:jc w:val="center"/>
        </w:trPr>
        <w:tc>
          <w:tcPr>
            <w:tcW w:w="892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25AEBAD8" w14:textId="77777777" w:rsidR="00545C3E" w:rsidRPr="001C1E96" w:rsidRDefault="00545C3E" w:rsidP="004C2E77">
            <w:pPr>
              <w:spacing w:after="180"/>
              <w:jc w:val="left"/>
              <w:rPr>
                <w:rFonts w:ascii="Liberation Serif" w:hAnsi="Liberation Serif"/>
                <w:b/>
              </w:rPr>
            </w:pPr>
            <w:bookmarkStart w:id="28" w:name="_Hlk117673375"/>
            <w:r w:rsidRPr="001C1E96">
              <w:rPr>
                <w:rFonts w:ascii="Liberation Serif" w:hAnsi="Liberation Serif"/>
              </w:rPr>
              <w:br w:type="page"/>
            </w:r>
            <w:r w:rsidRPr="001C1E96">
              <w:rPr>
                <w:rFonts w:ascii="Liberation Serif" w:hAnsi="Liberation Serif"/>
              </w:rPr>
              <w:br w:type="page"/>
            </w:r>
            <w:r w:rsidRPr="001C1E96">
              <w:rPr>
                <w:rFonts w:ascii="Liberation Serif" w:hAnsi="Liberation Serif"/>
              </w:rPr>
              <w:br w:type="page"/>
            </w:r>
            <w:r w:rsidRPr="001C1E96">
              <w:rPr>
                <w:rFonts w:ascii="Liberation Serif" w:hAnsi="Liberation Serif"/>
                <w:b/>
              </w:rPr>
              <w:t xml:space="preserve"> ACCUEIL DE L'ENTREPRISE EXTERIEURE</w:t>
            </w:r>
          </w:p>
        </w:tc>
      </w:tr>
      <w:tr w:rsidR="00545C3E" w:rsidRPr="001C1E96" w14:paraId="698739C4" w14:textId="77777777" w:rsidTr="00EA6DA3">
        <w:trPr>
          <w:trHeight w:val="775"/>
          <w:jc w:val="center"/>
        </w:trPr>
        <w:tc>
          <w:tcPr>
            <w:tcW w:w="89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871"/>
              <w:gridCol w:w="1915"/>
            </w:tblGrid>
            <w:tr w:rsidR="00545C3E" w:rsidRPr="00CD0D66" w14:paraId="34BE0C9C" w14:textId="77777777" w:rsidTr="004C2E77">
              <w:tc>
                <w:tcPr>
                  <w:tcW w:w="7555" w:type="dxa"/>
                  <w:shd w:val="clear" w:color="auto" w:fill="auto"/>
                  <w:vAlign w:val="center"/>
                </w:tcPr>
                <w:p w14:paraId="0A2A6377" w14:textId="77777777" w:rsidR="00545C3E" w:rsidRPr="001C1E96" w:rsidRDefault="00545C3E" w:rsidP="004C2E77">
                  <w:pPr>
                    <w:spacing w:before="0" w:after="0"/>
                    <w:jc w:val="left"/>
                    <w:rPr>
                      <w:rFonts w:ascii="Liberation Serif" w:hAnsi="Liberation Serif"/>
                      <w:lang w:val="x-none"/>
                    </w:rPr>
                  </w:pPr>
                  <w:proofErr w:type="spellStart"/>
                  <w:r>
                    <w:rPr>
                      <w:rFonts w:ascii="Liberation Serif" w:hAnsi="Liberation Serif"/>
                    </w:rPr>
                    <w:t>Demand</w:t>
                  </w:r>
                  <w:proofErr w:type="spellEnd"/>
                  <w:r w:rsidRPr="001C1E96">
                    <w:rPr>
                      <w:rFonts w:ascii="Liberation Serif" w:hAnsi="Liberation Serif"/>
                      <w:lang w:val="x-none"/>
                    </w:rPr>
                    <w:t xml:space="preserve">er </w:t>
                  </w:r>
                  <w:r>
                    <w:rPr>
                      <w:rFonts w:ascii="Liberation Serif" w:hAnsi="Liberation Serif"/>
                    </w:rPr>
                    <w:t>au</w:t>
                  </w:r>
                  <w:r w:rsidRPr="001C1E96">
                    <w:rPr>
                      <w:rFonts w:ascii="Liberation Serif" w:hAnsi="Liberation Serif"/>
                      <w:lang w:val="x-none"/>
                    </w:rPr>
                    <w:t xml:space="preserve"> chef de l'entreprise extérieure</w:t>
                  </w:r>
                  <w:r>
                    <w:rPr>
                      <w:rFonts w:ascii="Liberation Serif" w:hAnsi="Liberation Serif"/>
                    </w:rPr>
                    <w:t xml:space="preserve"> de</w:t>
                  </w:r>
                  <w:r w:rsidRPr="001C1E96">
                    <w:rPr>
                      <w:rFonts w:ascii="Liberation Serif" w:hAnsi="Liberation Serif"/>
                      <w:lang w:val="x-none"/>
                    </w:rPr>
                    <w:t xml:space="preserve"> donne</w:t>
                  </w:r>
                  <w:r>
                    <w:rPr>
                      <w:rFonts w:ascii="Liberation Serif" w:hAnsi="Liberation Serif"/>
                    </w:rPr>
                    <w:t>r</w:t>
                  </w:r>
                  <w:r w:rsidRPr="001C1E96">
                    <w:rPr>
                      <w:rFonts w:ascii="Liberation Serif" w:hAnsi="Liberation Serif"/>
                      <w:lang w:val="x-none"/>
                    </w:rPr>
                    <w:t xml:space="preserve"> à son personnel les instructions définies dans ce plan de prévention</w:t>
                  </w:r>
                  <w:r>
                    <w:rPr>
                      <w:rFonts w:ascii="Liberation Serif" w:hAnsi="Liberation Serif"/>
                    </w:rPr>
                    <w:t>- feuille d’émargement en annexe 1 à retourner</w:t>
                  </w:r>
                </w:p>
                <w:p w14:paraId="1736791E" w14:textId="77777777" w:rsidR="00545C3E" w:rsidRPr="001C1E96" w:rsidRDefault="00545C3E" w:rsidP="004C2E77">
                  <w:pPr>
                    <w:spacing w:before="0" w:after="0"/>
                    <w:jc w:val="left"/>
                    <w:rPr>
                      <w:rFonts w:ascii="Liberation Serif" w:hAnsi="Liberation Serif"/>
                      <w:lang w:val="x-none"/>
                    </w:rPr>
                  </w:pPr>
                </w:p>
              </w:tc>
              <w:tc>
                <w:tcPr>
                  <w:tcW w:w="2068" w:type="dxa"/>
                  <w:shd w:val="clear" w:color="auto" w:fill="auto"/>
                  <w:vAlign w:val="center"/>
                </w:tcPr>
                <w:p w14:paraId="1FD11FCF" w14:textId="77777777" w:rsidR="00545C3E" w:rsidRPr="00CD0D66" w:rsidRDefault="00545C3E" w:rsidP="004C2E77">
                  <w:pPr>
                    <w:spacing w:before="0" w:after="0"/>
                    <w:jc w:val="left"/>
                    <w:rPr>
                      <w:rFonts w:ascii="Liberation Serif" w:hAnsi="Liberation Serif"/>
                    </w:rPr>
                  </w:pPr>
                  <w:r w:rsidRPr="001C1E96">
                    <w:rPr>
                      <w:rFonts w:ascii="Liberation Serif" w:hAnsi="Liberation Serif"/>
                      <w:lang w:val="x-none"/>
                    </w:rPr>
                    <w:sym w:font="Wingdings" w:char="F06F"/>
                  </w:r>
                  <w:r w:rsidRPr="001C1E96">
                    <w:rPr>
                      <w:rFonts w:ascii="Liberation Serif" w:hAnsi="Liberation Serif"/>
                      <w:b/>
                      <w:lang w:val="x-none"/>
                    </w:rPr>
                    <w:t xml:space="preserve"> FAIT</w:t>
                  </w:r>
                </w:p>
              </w:tc>
            </w:tr>
            <w:tr w:rsidR="00545C3E" w:rsidRPr="00CD0D66" w14:paraId="7DD26333" w14:textId="77777777" w:rsidTr="004C2E77">
              <w:tc>
                <w:tcPr>
                  <w:tcW w:w="7555" w:type="dxa"/>
                  <w:shd w:val="clear" w:color="auto" w:fill="auto"/>
                  <w:vAlign w:val="center"/>
                </w:tcPr>
                <w:p w14:paraId="030A5C00" w14:textId="4454D1BD" w:rsidR="00545C3E" w:rsidRPr="00EE3207" w:rsidRDefault="00545C3E" w:rsidP="004C2E77">
                  <w:pPr>
                    <w:spacing w:before="0" w:after="0"/>
                    <w:jc w:val="left"/>
                    <w:rPr>
                      <w:rFonts w:ascii="Liberation Serif" w:hAnsi="Liberation Serif"/>
                      <w:b/>
                      <w:i/>
                    </w:rPr>
                  </w:pPr>
                  <w:r w:rsidRPr="001C1E96">
                    <w:rPr>
                      <w:rFonts w:ascii="Liberation Serif" w:hAnsi="Liberation Serif"/>
                    </w:rPr>
                    <w:t>Rappeler au chef de l'entreprise extérieure qu'il doit mettre à disposition de son personnel des outils, matériels, moyens de prévention conformes à la règlementation et qu'il est tenu de lui faire connaître les consignes liées à leur emploi.</w:t>
                  </w:r>
                </w:p>
              </w:tc>
              <w:tc>
                <w:tcPr>
                  <w:tcW w:w="2068" w:type="dxa"/>
                  <w:shd w:val="clear" w:color="auto" w:fill="auto"/>
                  <w:vAlign w:val="center"/>
                </w:tcPr>
                <w:p w14:paraId="3F781BE1" w14:textId="77777777" w:rsidR="00545C3E" w:rsidRPr="00CD0D66" w:rsidRDefault="00545C3E" w:rsidP="004C2E77">
                  <w:pPr>
                    <w:spacing w:before="0" w:after="0"/>
                    <w:jc w:val="left"/>
                    <w:rPr>
                      <w:rFonts w:ascii="Liberation Serif" w:hAnsi="Liberation Serif"/>
                    </w:rPr>
                  </w:pPr>
                  <w:r w:rsidRPr="001C1E96">
                    <w:rPr>
                      <w:rFonts w:ascii="Liberation Serif" w:hAnsi="Liberation Serif"/>
                      <w:lang w:val="x-none"/>
                    </w:rPr>
                    <w:sym w:font="Wingdings" w:char="F06F"/>
                  </w:r>
                  <w:r w:rsidRPr="001C1E96">
                    <w:rPr>
                      <w:rFonts w:ascii="Liberation Serif" w:hAnsi="Liberation Serif"/>
                      <w:lang w:val="x-none"/>
                    </w:rPr>
                    <w:t xml:space="preserve"> </w:t>
                  </w:r>
                  <w:r w:rsidRPr="001C1E96">
                    <w:rPr>
                      <w:rFonts w:ascii="Liberation Serif" w:hAnsi="Liberation Serif"/>
                      <w:b/>
                      <w:lang w:val="x-none"/>
                    </w:rPr>
                    <w:t>FAIT</w:t>
                  </w:r>
                  <w:r>
                    <w:rPr>
                      <w:rFonts w:ascii="Liberation Serif" w:hAnsi="Liberation Serif"/>
                      <w:b/>
                    </w:rPr>
                    <w:t xml:space="preserve"> </w:t>
                  </w:r>
                </w:p>
              </w:tc>
            </w:tr>
            <w:tr w:rsidR="00545C3E" w:rsidRPr="001C1E96" w14:paraId="6298B205" w14:textId="77777777" w:rsidTr="004C2E77">
              <w:trPr>
                <w:trHeight w:val="880"/>
              </w:trPr>
              <w:tc>
                <w:tcPr>
                  <w:tcW w:w="7555" w:type="dxa"/>
                  <w:shd w:val="clear" w:color="auto" w:fill="auto"/>
                  <w:vAlign w:val="center"/>
                </w:tcPr>
                <w:p w14:paraId="0B3491EB" w14:textId="77777777" w:rsidR="00545C3E" w:rsidRPr="001C1E96" w:rsidRDefault="00545C3E" w:rsidP="004C2E77">
                  <w:pPr>
                    <w:jc w:val="left"/>
                    <w:rPr>
                      <w:rFonts w:ascii="Liberation Serif" w:hAnsi="Liberation Serif"/>
                      <w:lang w:val="x-none"/>
                    </w:rPr>
                  </w:pPr>
                  <w:r w:rsidRPr="00EE3207">
                    <w:rPr>
                      <w:rFonts w:ascii="Liberation Serif" w:hAnsi="Liberation Serif"/>
                    </w:rPr>
                    <w:t>Demander au chef de l'entreprise extérieure de faire savoir à son personnel que les travaux seront arrêtés si les consignes prévues ne sont pas respectées.</w:t>
                  </w:r>
                </w:p>
              </w:tc>
              <w:tc>
                <w:tcPr>
                  <w:tcW w:w="2068" w:type="dxa"/>
                  <w:shd w:val="clear" w:color="auto" w:fill="auto"/>
                  <w:vAlign w:val="center"/>
                </w:tcPr>
                <w:p w14:paraId="7ACE978B" w14:textId="77777777" w:rsidR="00545C3E" w:rsidRPr="001C1E96" w:rsidRDefault="00545C3E" w:rsidP="004C2E77">
                  <w:pPr>
                    <w:jc w:val="left"/>
                    <w:rPr>
                      <w:rFonts w:ascii="Liberation Serif" w:hAnsi="Liberation Serif"/>
                      <w:lang w:val="x-none"/>
                    </w:rPr>
                  </w:pPr>
                  <w:r w:rsidRPr="001C1E96">
                    <w:rPr>
                      <w:rFonts w:ascii="Liberation Serif" w:hAnsi="Liberation Serif"/>
                      <w:lang w:val="x-none"/>
                    </w:rPr>
                    <w:sym w:font="Wingdings" w:char="F06F"/>
                  </w:r>
                  <w:r w:rsidRPr="001C1E96">
                    <w:rPr>
                      <w:rFonts w:ascii="Liberation Serif" w:hAnsi="Liberation Serif"/>
                      <w:lang w:val="x-none"/>
                    </w:rPr>
                    <w:t xml:space="preserve"> </w:t>
                  </w:r>
                  <w:r w:rsidRPr="001C1E96">
                    <w:rPr>
                      <w:rFonts w:ascii="Liberation Serif" w:hAnsi="Liberation Serif"/>
                      <w:b/>
                      <w:lang w:val="x-none"/>
                    </w:rPr>
                    <w:t>FAIT</w:t>
                  </w:r>
                </w:p>
              </w:tc>
            </w:tr>
          </w:tbl>
          <w:p w14:paraId="16F253D8" w14:textId="77777777" w:rsidR="00545C3E" w:rsidRPr="001C1E96" w:rsidRDefault="00545C3E" w:rsidP="004C2E77">
            <w:pPr>
              <w:rPr>
                <w:rFonts w:ascii="Liberation Serif" w:hAnsi="Liberation Serif"/>
              </w:rPr>
            </w:pPr>
          </w:p>
        </w:tc>
      </w:tr>
      <w:bookmarkEnd w:id="28"/>
    </w:tbl>
    <w:p w14:paraId="541E339C" w14:textId="1A35929A" w:rsidR="00545C3E" w:rsidRDefault="00545C3E" w:rsidP="00545C3E">
      <w:pPr>
        <w:pStyle w:val="m-CopieA2"/>
        <w:ind w:left="0"/>
        <w:jc w:val="center"/>
        <w:rPr>
          <w:rFonts w:ascii="Liberation Serif" w:hAnsi="Liberation Serif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5"/>
        <w:gridCol w:w="2975"/>
        <w:gridCol w:w="2976"/>
      </w:tblGrid>
      <w:tr w:rsidR="00EE3207" w:rsidRPr="00EA6DA3" w14:paraId="4816BBDF" w14:textId="77777777" w:rsidTr="004C2E77">
        <w:trPr>
          <w:cantSplit/>
          <w:trHeight w:val="330"/>
          <w:jc w:val="center"/>
        </w:trPr>
        <w:tc>
          <w:tcPr>
            <w:tcW w:w="8926" w:type="dxa"/>
            <w:gridSpan w:val="3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732AB2B5" w14:textId="320521F8" w:rsidR="00EE3207" w:rsidRPr="00EA6DA3" w:rsidRDefault="00EE3207" w:rsidP="004C2E77">
            <w:pPr>
              <w:spacing w:after="180"/>
              <w:jc w:val="left"/>
              <w:rPr>
                <w:rFonts w:ascii="Liberation Serif" w:hAnsi="Liberation Serif"/>
                <w:b/>
              </w:rPr>
            </w:pPr>
            <w:r w:rsidRPr="00EA6DA3">
              <w:rPr>
                <w:rFonts w:ascii="Liberation Serif" w:hAnsi="Liberation Serif"/>
              </w:rPr>
              <w:br w:type="page"/>
            </w:r>
            <w:r w:rsidRPr="00EA6DA3">
              <w:rPr>
                <w:rFonts w:ascii="Liberation Serif" w:hAnsi="Liberation Serif"/>
              </w:rPr>
              <w:br w:type="page"/>
            </w:r>
            <w:r w:rsidRPr="00EA6DA3">
              <w:rPr>
                <w:rFonts w:ascii="Liberation Serif" w:hAnsi="Liberation Serif"/>
              </w:rPr>
              <w:br w:type="page"/>
            </w:r>
            <w:r>
              <w:rPr>
                <w:rFonts w:ascii="Liberation Serif" w:hAnsi="Liberation Serif"/>
                <w:b/>
              </w:rPr>
              <w:t>VERIFICATION DU MATERIEL DANS LE CAS O</w:t>
            </w:r>
            <w:r w:rsidR="00602FE6">
              <w:rPr>
                <w:rFonts w:ascii="Liberation Serif" w:hAnsi="Liberation Serif"/>
                <w:b/>
              </w:rPr>
              <w:t>U</w:t>
            </w:r>
            <w:r>
              <w:rPr>
                <w:rFonts w:ascii="Liberation Serif" w:hAnsi="Liberation Serif"/>
                <w:b/>
              </w:rPr>
              <w:t xml:space="preserve"> IL Y A PRET PAR L’ENTREPRISE UTILISATRICE</w:t>
            </w:r>
          </w:p>
        </w:tc>
      </w:tr>
      <w:tr w:rsidR="00EE3207" w:rsidRPr="00EA6DA3" w14:paraId="7F911927" w14:textId="77777777" w:rsidTr="00FF2248">
        <w:trPr>
          <w:trHeight w:val="504"/>
          <w:jc w:val="center"/>
        </w:trPr>
        <w:tc>
          <w:tcPr>
            <w:tcW w:w="2975" w:type="dxa"/>
            <w:shd w:val="clear" w:color="auto" w:fill="auto"/>
            <w:vAlign w:val="center"/>
          </w:tcPr>
          <w:p w14:paraId="6893FC8C" w14:textId="447AB286" w:rsidR="00EE3207" w:rsidRPr="00EA6DA3" w:rsidRDefault="00EE3207" w:rsidP="004C2E7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Type de matériel</w:t>
            </w:r>
          </w:p>
        </w:tc>
        <w:tc>
          <w:tcPr>
            <w:tcW w:w="2975" w:type="dxa"/>
            <w:shd w:val="clear" w:color="auto" w:fill="auto"/>
            <w:vAlign w:val="center"/>
          </w:tcPr>
          <w:p w14:paraId="104C8411" w14:textId="1F1A282E" w:rsidR="00EE3207" w:rsidRPr="00EA6DA3" w:rsidRDefault="00EE3207" w:rsidP="004C2E7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Date de vérification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DEB1BAA" w14:textId="4F60FBD8" w:rsidR="00EE3207" w:rsidRPr="00EA6DA3" w:rsidRDefault="00EE3207" w:rsidP="004C2E7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Visa entreprise extérieure</w:t>
            </w:r>
          </w:p>
        </w:tc>
      </w:tr>
      <w:tr w:rsidR="00EE3207" w:rsidRPr="00EA6DA3" w14:paraId="26C6B42F" w14:textId="77777777" w:rsidTr="00FF2248">
        <w:trPr>
          <w:trHeight w:val="504"/>
          <w:jc w:val="center"/>
        </w:trPr>
        <w:tc>
          <w:tcPr>
            <w:tcW w:w="2975" w:type="dxa"/>
            <w:shd w:val="clear" w:color="auto" w:fill="auto"/>
            <w:vAlign w:val="center"/>
          </w:tcPr>
          <w:p w14:paraId="0760917B" w14:textId="77777777" w:rsidR="00EE3207" w:rsidRPr="00EA6DA3" w:rsidRDefault="00EE3207" w:rsidP="004C2E77">
            <w:pPr>
              <w:rPr>
                <w:rFonts w:ascii="Liberation Serif" w:hAnsi="Liberation Serif"/>
              </w:rPr>
            </w:pPr>
          </w:p>
        </w:tc>
        <w:tc>
          <w:tcPr>
            <w:tcW w:w="2975" w:type="dxa"/>
            <w:shd w:val="clear" w:color="auto" w:fill="auto"/>
            <w:vAlign w:val="center"/>
          </w:tcPr>
          <w:p w14:paraId="1EB9D0E3" w14:textId="77777777" w:rsidR="00EE3207" w:rsidRPr="00EA6DA3" w:rsidRDefault="00EE3207" w:rsidP="004C2E77">
            <w:pPr>
              <w:rPr>
                <w:rFonts w:ascii="Liberation Serif" w:hAnsi="Liberation Serif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C0E2C4F" w14:textId="5289B138" w:rsidR="00EE3207" w:rsidRPr="00EA6DA3" w:rsidRDefault="00EE3207" w:rsidP="004C2E77">
            <w:pPr>
              <w:rPr>
                <w:rFonts w:ascii="Liberation Serif" w:hAnsi="Liberation Serif"/>
              </w:rPr>
            </w:pPr>
          </w:p>
        </w:tc>
      </w:tr>
    </w:tbl>
    <w:p w14:paraId="3D368F6F" w14:textId="77777777" w:rsidR="00EA6DA3" w:rsidRDefault="00EA6DA3" w:rsidP="00EE3207">
      <w:pPr>
        <w:pStyle w:val="m-CopieA2"/>
        <w:ind w:left="0"/>
        <w:rPr>
          <w:rFonts w:ascii="Liberation Serif" w:hAnsi="Liberation Serif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5"/>
        <w:gridCol w:w="2975"/>
        <w:gridCol w:w="2976"/>
      </w:tblGrid>
      <w:tr w:rsidR="00EA6DA3" w:rsidRPr="00EA6DA3" w14:paraId="7F23BAD1" w14:textId="77777777" w:rsidTr="004C2E77">
        <w:trPr>
          <w:cantSplit/>
          <w:trHeight w:val="330"/>
          <w:jc w:val="center"/>
        </w:trPr>
        <w:tc>
          <w:tcPr>
            <w:tcW w:w="8926" w:type="dxa"/>
            <w:gridSpan w:val="3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2A57A362" w14:textId="3E8EB0DC" w:rsidR="00EA6DA3" w:rsidRPr="00EA6DA3" w:rsidRDefault="00EA6DA3" w:rsidP="00EA6DA3">
            <w:pPr>
              <w:spacing w:after="180"/>
              <w:jc w:val="left"/>
              <w:rPr>
                <w:rFonts w:ascii="Liberation Serif" w:hAnsi="Liberation Serif"/>
                <w:b/>
              </w:rPr>
            </w:pPr>
            <w:bookmarkStart w:id="29" w:name="_Hlk117693254"/>
            <w:r w:rsidRPr="00EA6DA3">
              <w:rPr>
                <w:rFonts w:ascii="Liberation Serif" w:hAnsi="Liberation Serif"/>
              </w:rPr>
              <w:br w:type="page"/>
            </w:r>
            <w:r w:rsidRPr="00EA6DA3">
              <w:rPr>
                <w:rFonts w:ascii="Liberation Serif" w:hAnsi="Liberation Serif"/>
              </w:rPr>
              <w:br w:type="page"/>
            </w:r>
            <w:r w:rsidRPr="00EA6DA3">
              <w:rPr>
                <w:rFonts w:ascii="Liberation Serif" w:hAnsi="Liberation Serif"/>
              </w:rPr>
              <w:br w:type="page"/>
            </w:r>
            <w:r w:rsidRPr="00EA6DA3">
              <w:rPr>
                <w:rFonts w:ascii="Liberation Serif" w:hAnsi="Liberation Serif"/>
                <w:b/>
              </w:rPr>
              <w:t xml:space="preserve"> </w:t>
            </w:r>
            <w:r w:rsidR="003B15C2">
              <w:rPr>
                <w:rFonts w:ascii="Liberation Serif" w:hAnsi="Liberation Serif"/>
                <w:b/>
              </w:rPr>
              <w:t xml:space="preserve">OBSERVATIONS </w:t>
            </w:r>
            <w:proofErr w:type="gramStart"/>
            <w:r w:rsidR="003B15C2">
              <w:rPr>
                <w:rFonts w:ascii="Liberation Serif" w:hAnsi="Liberation Serif"/>
                <w:b/>
              </w:rPr>
              <w:t>SUITE AUX</w:t>
            </w:r>
            <w:proofErr w:type="gramEnd"/>
            <w:r w:rsidR="003B15C2">
              <w:rPr>
                <w:rFonts w:ascii="Liberation Serif" w:hAnsi="Liberation Serif"/>
                <w:b/>
              </w:rPr>
              <w:t xml:space="preserve"> </w:t>
            </w:r>
            <w:r>
              <w:rPr>
                <w:rFonts w:ascii="Liberation Serif" w:hAnsi="Liberation Serif"/>
                <w:b/>
              </w:rPr>
              <w:t>INSPECTION</w:t>
            </w:r>
            <w:r w:rsidR="003B15C2">
              <w:rPr>
                <w:rFonts w:ascii="Liberation Serif" w:hAnsi="Liberation Serif"/>
                <w:b/>
              </w:rPr>
              <w:t>S</w:t>
            </w:r>
            <w:r>
              <w:rPr>
                <w:rFonts w:ascii="Liberation Serif" w:hAnsi="Liberation Serif"/>
                <w:b/>
              </w:rPr>
              <w:t xml:space="preserve"> INOPINEE</w:t>
            </w:r>
            <w:r w:rsidR="003B15C2">
              <w:rPr>
                <w:rFonts w:ascii="Liberation Serif" w:hAnsi="Liberation Serif"/>
                <w:b/>
              </w:rPr>
              <w:t>S</w:t>
            </w:r>
            <w:r>
              <w:rPr>
                <w:rFonts w:ascii="Liberation Serif" w:hAnsi="Liberation Serif"/>
                <w:b/>
              </w:rPr>
              <w:t xml:space="preserve"> </w:t>
            </w:r>
            <w:r w:rsidR="003B15C2">
              <w:rPr>
                <w:rFonts w:ascii="Liberation Serif" w:hAnsi="Liberation Serif"/>
                <w:b/>
              </w:rPr>
              <w:t xml:space="preserve">OU </w:t>
            </w:r>
            <w:r>
              <w:rPr>
                <w:rFonts w:ascii="Liberation Serif" w:hAnsi="Liberation Serif"/>
                <w:b/>
              </w:rPr>
              <w:t>COMMUNE</w:t>
            </w:r>
            <w:r w:rsidR="003B15C2">
              <w:rPr>
                <w:rFonts w:ascii="Liberation Serif" w:hAnsi="Liberation Serif"/>
                <w:b/>
              </w:rPr>
              <w:t>S</w:t>
            </w:r>
            <w:r>
              <w:rPr>
                <w:rFonts w:ascii="Liberation Serif" w:hAnsi="Liberation Serif"/>
                <w:b/>
              </w:rPr>
              <w:t xml:space="preserve"> </w:t>
            </w:r>
            <w:r w:rsidR="00602FE6">
              <w:rPr>
                <w:rFonts w:ascii="Liberation Serif" w:hAnsi="Liberation Serif"/>
                <w:b/>
              </w:rPr>
              <w:t xml:space="preserve">REALISEES </w:t>
            </w:r>
            <w:r>
              <w:rPr>
                <w:rFonts w:ascii="Liberation Serif" w:hAnsi="Liberation Serif"/>
                <w:b/>
              </w:rPr>
              <w:t>PENDANT LES TRAVAUX</w:t>
            </w:r>
          </w:p>
        </w:tc>
      </w:tr>
      <w:tr w:rsidR="00C50C75" w:rsidRPr="00EA6DA3" w14:paraId="1A45B986" w14:textId="77777777" w:rsidTr="00EE3207">
        <w:trPr>
          <w:trHeight w:val="407"/>
          <w:jc w:val="center"/>
        </w:trPr>
        <w:tc>
          <w:tcPr>
            <w:tcW w:w="29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91E5A" w14:textId="0118611E" w:rsidR="003B15C2" w:rsidRPr="003B15C2" w:rsidRDefault="003B15C2" w:rsidP="00EA6DA3">
            <w:pPr>
              <w:rPr>
                <w:rFonts w:ascii="Liberation Serif" w:hAnsi="Liberation Serif"/>
              </w:rPr>
            </w:pPr>
            <w:bookmarkStart w:id="30" w:name="_Hlk117688997"/>
            <w:r>
              <w:rPr>
                <w:rFonts w:ascii="Liberation Serif" w:hAnsi="Liberation Serif"/>
              </w:rPr>
              <w:t>Date</w:t>
            </w:r>
          </w:p>
        </w:tc>
        <w:tc>
          <w:tcPr>
            <w:tcW w:w="29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2E23CE" w14:textId="6093B98F" w:rsidR="00C50C75" w:rsidRPr="00EA6DA3" w:rsidRDefault="003B15C2" w:rsidP="00EA6DA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Observations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20901F" w14:textId="0FA37B7D" w:rsidR="00C50C75" w:rsidRPr="00EA6DA3" w:rsidRDefault="003B15C2" w:rsidP="00EA6DA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Mesures prises</w:t>
            </w:r>
          </w:p>
        </w:tc>
      </w:tr>
      <w:tr w:rsidR="00C50C75" w:rsidRPr="00EA6DA3" w14:paraId="3BCE6D5C" w14:textId="77777777" w:rsidTr="00E3354A">
        <w:trPr>
          <w:trHeight w:val="775"/>
          <w:jc w:val="center"/>
        </w:trPr>
        <w:tc>
          <w:tcPr>
            <w:tcW w:w="29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7C25A3" w14:textId="1E0135A3" w:rsidR="00C50C75" w:rsidRPr="00EA6DA3" w:rsidRDefault="00C50C75" w:rsidP="00EA6DA3">
            <w:pPr>
              <w:rPr>
                <w:rFonts w:ascii="Liberation Serif" w:hAnsi="Liberation Serif"/>
              </w:rPr>
            </w:pPr>
          </w:p>
        </w:tc>
        <w:tc>
          <w:tcPr>
            <w:tcW w:w="29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BCAACA" w14:textId="77777777" w:rsidR="00C50C75" w:rsidRPr="00EA6DA3" w:rsidRDefault="00C50C75" w:rsidP="00EA6DA3">
            <w:pPr>
              <w:rPr>
                <w:rFonts w:ascii="Liberation Serif" w:hAnsi="Liberation Serif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BDF0DF" w14:textId="121AA6C2" w:rsidR="00C50C75" w:rsidRPr="00EA6DA3" w:rsidRDefault="00C50C75" w:rsidP="00EA6DA3">
            <w:pPr>
              <w:rPr>
                <w:rFonts w:ascii="Liberation Serif" w:hAnsi="Liberation Serif"/>
              </w:rPr>
            </w:pPr>
          </w:p>
        </w:tc>
      </w:tr>
      <w:bookmarkEnd w:id="30"/>
      <w:bookmarkEnd w:id="29"/>
    </w:tbl>
    <w:p w14:paraId="1D9D3300" w14:textId="17013383" w:rsidR="00AB7089" w:rsidRDefault="00AB7089" w:rsidP="009863BA">
      <w:pPr>
        <w:spacing w:before="0" w:after="0" w:line="0" w:lineRule="atLeast"/>
        <w:rPr>
          <w:rFonts w:ascii="Liberation Serif" w:hAnsi="Liberation Serif"/>
          <w:b/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EA6DA3" w:rsidRPr="00EA6DA3" w14:paraId="4A1903B0" w14:textId="77777777" w:rsidTr="004C2E77">
        <w:trPr>
          <w:cantSplit/>
          <w:trHeight w:val="330"/>
          <w:jc w:val="center"/>
        </w:trPr>
        <w:tc>
          <w:tcPr>
            <w:tcW w:w="8926" w:type="dxa"/>
            <w:gridSpan w:val="2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346CB999" w14:textId="5DFB3491" w:rsidR="00EA6DA3" w:rsidRPr="00EA6DA3" w:rsidRDefault="00EA6DA3" w:rsidP="004C2E77">
            <w:pPr>
              <w:spacing w:after="180"/>
              <w:jc w:val="left"/>
              <w:rPr>
                <w:rFonts w:ascii="Liberation Serif" w:hAnsi="Liberation Serif"/>
                <w:b/>
              </w:rPr>
            </w:pPr>
            <w:bookmarkStart w:id="31" w:name="_Hlk117694206"/>
            <w:r w:rsidRPr="00EA6DA3">
              <w:rPr>
                <w:rFonts w:ascii="Liberation Serif" w:hAnsi="Liberation Serif"/>
              </w:rPr>
              <w:br w:type="page"/>
            </w:r>
            <w:r w:rsidRPr="00EA6DA3">
              <w:rPr>
                <w:rFonts w:ascii="Liberation Serif" w:hAnsi="Liberation Serif"/>
              </w:rPr>
              <w:br w:type="page"/>
            </w:r>
            <w:r w:rsidRPr="00EA6DA3">
              <w:rPr>
                <w:rFonts w:ascii="Liberation Serif" w:hAnsi="Liberation Serif"/>
              </w:rPr>
              <w:br w:type="page"/>
            </w:r>
            <w:r w:rsidRPr="00EA6DA3">
              <w:rPr>
                <w:rFonts w:ascii="Liberation Serif" w:hAnsi="Liberation Serif"/>
                <w:b/>
              </w:rPr>
              <w:t xml:space="preserve"> </w:t>
            </w:r>
            <w:r>
              <w:rPr>
                <w:rFonts w:ascii="Liberation Serif" w:hAnsi="Liberation Serif"/>
                <w:b/>
              </w:rPr>
              <w:t>MODIFICATION APPORTEES AU PLAN DE PREVENTION INITIAL</w:t>
            </w:r>
          </w:p>
        </w:tc>
      </w:tr>
      <w:tr w:rsidR="003B15C2" w:rsidRPr="00EA6DA3" w14:paraId="2F109911" w14:textId="77777777" w:rsidTr="00335F8E">
        <w:trPr>
          <w:trHeight w:val="390"/>
          <w:jc w:val="center"/>
        </w:trPr>
        <w:tc>
          <w:tcPr>
            <w:tcW w:w="4463" w:type="dxa"/>
            <w:shd w:val="clear" w:color="auto" w:fill="auto"/>
            <w:vAlign w:val="center"/>
          </w:tcPr>
          <w:p w14:paraId="533417D7" w14:textId="1FE9F10C" w:rsidR="003B15C2" w:rsidRPr="00EA6DA3" w:rsidRDefault="003B15C2" w:rsidP="004C2E7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Nature des risques</w:t>
            </w:r>
          </w:p>
        </w:tc>
        <w:tc>
          <w:tcPr>
            <w:tcW w:w="4463" w:type="dxa"/>
            <w:shd w:val="clear" w:color="auto" w:fill="auto"/>
            <w:vAlign w:val="center"/>
          </w:tcPr>
          <w:p w14:paraId="3CAF605D" w14:textId="5E9C046E" w:rsidR="003B15C2" w:rsidRPr="00EA6DA3" w:rsidRDefault="003B15C2" w:rsidP="004C2E7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Mesures de prévention</w:t>
            </w:r>
          </w:p>
        </w:tc>
      </w:tr>
      <w:tr w:rsidR="003B15C2" w:rsidRPr="00EA6DA3" w14:paraId="5A28D3FD" w14:textId="77777777" w:rsidTr="00335F8E">
        <w:trPr>
          <w:trHeight w:val="390"/>
          <w:jc w:val="center"/>
        </w:trPr>
        <w:tc>
          <w:tcPr>
            <w:tcW w:w="44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F914D" w14:textId="77777777" w:rsidR="003B15C2" w:rsidRPr="00EA6DA3" w:rsidRDefault="003B15C2" w:rsidP="004C2E77">
            <w:pPr>
              <w:rPr>
                <w:rFonts w:ascii="Liberation Serif" w:hAnsi="Liberation Serif"/>
              </w:rPr>
            </w:pPr>
          </w:p>
        </w:tc>
        <w:tc>
          <w:tcPr>
            <w:tcW w:w="44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4B7DE0" w14:textId="08BCDB23" w:rsidR="003B15C2" w:rsidRPr="00EA6DA3" w:rsidRDefault="003B15C2" w:rsidP="004C2E77">
            <w:pPr>
              <w:rPr>
                <w:rFonts w:ascii="Liberation Serif" w:hAnsi="Liberation Serif"/>
              </w:rPr>
            </w:pPr>
          </w:p>
        </w:tc>
      </w:tr>
      <w:bookmarkEnd w:id="31"/>
    </w:tbl>
    <w:p w14:paraId="2421EDFA" w14:textId="147D306B" w:rsidR="00EA6DA3" w:rsidRDefault="00EA6DA3" w:rsidP="009863BA">
      <w:pPr>
        <w:spacing w:before="0" w:after="0" w:line="0" w:lineRule="atLeast"/>
        <w:rPr>
          <w:rFonts w:ascii="Liberation Serif" w:hAnsi="Liberation Serif"/>
          <w:b/>
          <w:i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0"/>
      </w:tblGrid>
      <w:tr w:rsidR="00EE3207" w:rsidRPr="001C1E96" w14:paraId="78A90515" w14:textId="77777777" w:rsidTr="00EE3207">
        <w:trPr>
          <w:cantSplit/>
          <w:trHeight w:val="330"/>
        </w:trPr>
        <w:tc>
          <w:tcPr>
            <w:tcW w:w="893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1AB04DE5" w14:textId="77777777" w:rsidR="00EE3207" w:rsidRPr="001C1E96" w:rsidRDefault="00EE3207" w:rsidP="00602FE6">
            <w:pPr>
              <w:spacing w:after="180"/>
              <w:jc w:val="left"/>
              <w:rPr>
                <w:rFonts w:ascii="Liberation Serif" w:hAnsi="Liberation Serif"/>
                <w:b/>
              </w:rPr>
            </w:pPr>
            <w:r w:rsidRPr="001C1E96">
              <w:rPr>
                <w:rFonts w:ascii="Liberation Serif" w:hAnsi="Liberation Serif"/>
              </w:rPr>
              <w:br w:type="page"/>
            </w:r>
            <w:r w:rsidRPr="001C1E96">
              <w:rPr>
                <w:rFonts w:ascii="Liberation Serif" w:hAnsi="Liberation Serif"/>
              </w:rPr>
              <w:br w:type="page"/>
            </w:r>
            <w:r w:rsidRPr="001C1E96">
              <w:rPr>
                <w:rFonts w:ascii="Liberation Serif" w:hAnsi="Liberation Serif"/>
              </w:rPr>
              <w:br w:type="page"/>
            </w:r>
            <w:r w:rsidRPr="001C1E96">
              <w:rPr>
                <w:rFonts w:ascii="Liberation Serif" w:hAnsi="Liberation Serif"/>
                <w:b/>
              </w:rPr>
              <w:t>RENSEIGNEMENTS COMPLEMENTAIRES</w:t>
            </w:r>
          </w:p>
        </w:tc>
      </w:tr>
      <w:tr w:rsidR="00EE3207" w:rsidRPr="001C1E96" w14:paraId="54192236" w14:textId="77777777" w:rsidTr="00EE3207">
        <w:trPr>
          <w:trHeight w:val="70"/>
        </w:trPr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1EABE3" w14:textId="439A9133" w:rsidR="00EE3207" w:rsidRDefault="00EE3207" w:rsidP="004C2E77">
            <w:pPr>
              <w:spacing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Inspecteur santé et sécurité du SEAC-PF : M. Christophe CONAN</w:t>
            </w:r>
          </w:p>
          <w:p w14:paraId="1BC12E71" w14:textId="77777777" w:rsidR="00EE3207" w:rsidRDefault="00EE3207" w:rsidP="004C2E77">
            <w:pPr>
              <w:spacing w:before="0" w:after="0"/>
              <w:rPr>
                <w:rFonts w:ascii="Liberation Serif" w:hAnsi="Liberation Serif"/>
              </w:rPr>
            </w:pPr>
          </w:p>
          <w:p w14:paraId="31B4E7BA" w14:textId="77777777" w:rsidR="00EE3207" w:rsidRPr="001C1E96" w:rsidRDefault="00EE3207" w:rsidP="004C2E77">
            <w:pPr>
              <w:spacing w:before="0" w:after="0"/>
              <w:rPr>
                <w:rFonts w:ascii="Liberation Serif" w:hAnsi="Liberation Serif"/>
                <w:i/>
                <w:iCs/>
              </w:rPr>
            </w:pPr>
            <w:r w:rsidRPr="001C1E96">
              <w:rPr>
                <w:rFonts w:ascii="Liberation Serif" w:hAnsi="Liberation Serif"/>
              </w:rPr>
              <w:t>Médecin</w:t>
            </w:r>
            <w:r>
              <w:rPr>
                <w:rFonts w:ascii="Liberation Serif" w:hAnsi="Liberation Serif"/>
              </w:rPr>
              <w:t>s</w:t>
            </w:r>
            <w:r w:rsidRPr="001C1E96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du travail</w:t>
            </w:r>
            <w:r w:rsidRPr="001C1E96">
              <w:rPr>
                <w:rFonts w:ascii="Liberation Serif" w:hAnsi="Liberation Serif"/>
              </w:rPr>
              <w:t xml:space="preserve"> : </w:t>
            </w:r>
            <w:r>
              <w:rPr>
                <w:rFonts w:ascii="Liberation Serif" w:hAnsi="Liberation Serif"/>
              </w:rPr>
              <w:t>Dr VORON et Dr CAMPOURCY (SISTRA)</w:t>
            </w:r>
          </w:p>
          <w:p w14:paraId="042A9042" w14:textId="77777777" w:rsidR="00EE3207" w:rsidRDefault="00EE3207" w:rsidP="004C2E77">
            <w:pPr>
              <w:spacing w:before="0" w:after="0"/>
              <w:rPr>
                <w:rFonts w:ascii="Liberation Serif" w:hAnsi="Liberation Serif"/>
              </w:rPr>
            </w:pPr>
          </w:p>
          <w:p w14:paraId="6FECE49A" w14:textId="77777777" w:rsidR="00EE3207" w:rsidRPr="003B15C2" w:rsidRDefault="00EE3207" w:rsidP="004C2E77">
            <w:pPr>
              <w:spacing w:before="0" w:after="0"/>
              <w:rPr>
                <w:rFonts w:ascii="Liberation Serif" w:hAnsi="Liberation Serif"/>
                <w:iCs/>
              </w:rPr>
            </w:pPr>
            <w:r w:rsidRPr="00EE504D">
              <w:rPr>
                <w:rFonts w:ascii="Liberation Serif" w:hAnsi="Liberation Serif"/>
              </w:rPr>
              <w:t>Secrétaire du CHSCT</w:t>
            </w:r>
            <w:r w:rsidRPr="001C1E96">
              <w:rPr>
                <w:rFonts w:ascii="Liberation Serif" w:hAnsi="Liberation Serif"/>
                <w:i/>
              </w:rPr>
              <w:t> </w:t>
            </w:r>
            <w:r w:rsidRPr="003B15C2">
              <w:rPr>
                <w:rFonts w:ascii="Liberation Serif" w:hAnsi="Liberation Serif"/>
                <w:iCs/>
              </w:rPr>
              <w:t>: M. Antoine GUIRADO</w:t>
            </w:r>
          </w:p>
          <w:p w14:paraId="6E0AE3B9" w14:textId="77777777" w:rsidR="00EE3207" w:rsidRPr="003B15C2" w:rsidRDefault="00EE3207" w:rsidP="004C2E77">
            <w:pPr>
              <w:spacing w:before="0" w:after="0"/>
              <w:rPr>
                <w:rFonts w:ascii="Liberation Serif" w:hAnsi="Liberation Serif"/>
                <w:iCs/>
              </w:rPr>
            </w:pPr>
          </w:p>
          <w:p w14:paraId="32CF331C" w14:textId="77777777" w:rsidR="00EE3207" w:rsidRPr="003B15C2" w:rsidRDefault="00EE3207" w:rsidP="004C2E77">
            <w:pPr>
              <w:spacing w:before="0" w:after="0"/>
              <w:rPr>
                <w:rFonts w:ascii="Liberation Serif" w:hAnsi="Liberation Serif"/>
                <w:iCs/>
              </w:rPr>
            </w:pPr>
            <w:r w:rsidRPr="003B15C2">
              <w:rPr>
                <w:rFonts w:ascii="Liberation Serif" w:hAnsi="Liberation Serif"/>
                <w:iCs/>
              </w:rPr>
              <w:t>Conseiller de prévention : Mme. Karine SIMON</w:t>
            </w:r>
          </w:p>
          <w:p w14:paraId="51E8793C" w14:textId="77777777" w:rsidR="00EE3207" w:rsidRDefault="00EE3207" w:rsidP="004C2E77">
            <w:pPr>
              <w:spacing w:before="0" w:after="0"/>
              <w:rPr>
                <w:rFonts w:ascii="Liberation Serif" w:hAnsi="Liberation Serif"/>
                <w:i/>
                <w:iCs/>
              </w:rPr>
            </w:pPr>
          </w:p>
          <w:p w14:paraId="7BFE0691" w14:textId="77777777" w:rsidR="00EE3207" w:rsidRDefault="00EE3207" w:rsidP="004C2E77">
            <w:pPr>
              <w:spacing w:before="0" w:after="0"/>
              <w:rPr>
                <w:rFonts w:ascii="Liberation Serif" w:hAnsi="Liberation Serif"/>
              </w:rPr>
            </w:pPr>
            <w:r w:rsidRPr="003B15C2">
              <w:rPr>
                <w:rFonts w:ascii="Liberation Serif" w:hAnsi="Liberation Serif"/>
              </w:rPr>
              <w:t>Correspondant santé sécurité </w:t>
            </w:r>
            <w:r>
              <w:rPr>
                <w:rFonts w:ascii="Liberation Serif" w:hAnsi="Liberation Serif"/>
              </w:rPr>
              <w:t>du site</w:t>
            </w:r>
            <w:r w:rsidRPr="003B15C2">
              <w:rPr>
                <w:rFonts w:ascii="Liberation Serif" w:hAnsi="Liberation Serif"/>
              </w:rPr>
              <w:t xml:space="preserve"> : </w:t>
            </w:r>
            <w:r>
              <w:rPr>
                <w:rFonts w:ascii="Liberation Serif" w:hAnsi="Liberation Serif"/>
              </w:rPr>
              <w:t xml:space="preserve"> </w:t>
            </w:r>
          </w:p>
          <w:p w14:paraId="037FACE9" w14:textId="78875CBF" w:rsidR="00EE3207" w:rsidRPr="003B15C2" w:rsidRDefault="00EE3207" w:rsidP="004C2E77">
            <w:pPr>
              <w:spacing w:before="0" w:after="0"/>
              <w:rPr>
                <w:rFonts w:ascii="Liberation Serif" w:hAnsi="Liberation Serif"/>
              </w:rPr>
            </w:pPr>
          </w:p>
        </w:tc>
      </w:tr>
    </w:tbl>
    <w:p w14:paraId="21B72B13" w14:textId="77777777" w:rsidR="00EE3207" w:rsidRDefault="00EE3207" w:rsidP="009863BA">
      <w:pPr>
        <w:spacing w:before="0" w:after="0" w:line="0" w:lineRule="atLeast"/>
        <w:rPr>
          <w:rFonts w:ascii="Liberation Serif" w:hAnsi="Liberation Serif"/>
          <w:b/>
          <w:i/>
        </w:rPr>
      </w:pPr>
    </w:p>
    <w:p w14:paraId="2D4EBF17" w14:textId="004F2B0A" w:rsidR="00EA6DA3" w:rsidRDefault="00EA6DA3" w:rsidP="009863BA">
      <w:pPr>
        <w:spacing w:before="0" w:after="0" w:line="0" w:lineRule="atLeast"/>
        <w:rPr>
          <w:rFonts w:ascii="Liberation Serif" w:hAnsi="Liberation Serif"/>
          <w:b/>
          <w:i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0"/>
      </w:tblGrid>
      <w:tr w:rsidR="00C50C75" w:rsidRPr="00C50C75" w14:paraId="1A323C0B" w14:textId="77777777" w:rsidTr="009074EE">
        <w:trPr>
          <w:trHeight w:val="330"/>
        </w:trPr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4D74F044" w14:textId="7855849C" w:rsidR="00C50C75" w:rsidRPr="00C50C75" w:rsidRDefault="00C50C75" w:rsidP="00C50C75">
            <w:pPr>
              <w:spacing w:after="180"/>
              <w:jc w:val="left"/>
              <w:rPr>
                <w:rFonts w:ascii="Liberation Serif" w:hAnsi="Liberation Serif"/>
                <w:b/>
                <w:sz w:val="22"/>
              </w:rPr>
            </w:pPr>
            <w:r w:rsidRPr="00C50C75">
              <w:rPr>
                <w:rFonts w:ascii="Liberation Serif" w:hAnsi="Liberation Serif"/>
              </w:rPr>
              <w:br w:type="page"/>
            </w:r>
            <w:r w:rsidRPr="00C50C75">
              <w:rPr>
                <w:rFonts w:ascii="Liberation Serif" w:hAnsi="Liberation Serif"/>
              </w:rPr>
              <w:br w:type="page"/>
            </w:r>
            <w:r w:rsidRPr="00C50C75">
              <w:rPr>
                <w:rFonts w:ascii="Liberation Serif" w:hAnsi="Liberation Serif"/>
              </w:rPr>
              <w:br w:type="page"/>
            </w:r>
            <w:r w:rsidR="009074EE" w:rsidRPr="00EE3207">
              <w:rPr>
                <w:rFonts w:ascii="Liberation Serif" w:hAnsi="Liberation Serif"/>
                <w:b/>
                <w:lang w:val="x-none"/>
              </w:rPr>
              <w:t>VISA</w:t>
            </w:r>
            <w:r w:rsidRPr="00C50C75">
              <w:rPr>
                <w:rFonts w:ascii="Liberation Serif" w:hAnsi="Liberation Serif"/>
                <w:b/>
                <w:lang w:val="x-none"/>
              </w:rPr>
              <w:t xml:space="preserve"> DU CONSEILLER ou </w:t>
            </w:r>
            <w:r w:rsidR="00EE3207" w:rsidRPr="00EE3207">
              <w:rPr>
                <w:rFonts w:ascii="Liberation Serif" w:hAnsi="Liberation Serif"/>
                <w:b/>
                <w:lang w:val="x-none"/>
              </w:rPr>
              <w:t>DU CORRESPONDANT</w:t>
            </w:r>
            <w:r w:rsidRPr="00C50C75">
              <w:rPr>
                <w:rFonts w:ascii="Liberation Serif" w:hAnsi="Liberation Serif"/>
                <w:b/>
                <w:lang w:val="x-none"/>
              </w:rPr>
              <w:t xml:space="preserve"> </w:t>
            </w:r>
            <w:r w:rsidR="00EE3207" w:rsidRPr="00EE3207">
              <w:rPr>
                <w:rFonts w:ascii="Liberation Serif" w:hAnsi="Liberation Serif"/>
                <w:b/>
                <w:lang w:val="x-none"/>
              </w:rPr>
              <w:t>SANTE SECURITE</w:t>
            </w:r>
          </w:p>
        </w:tc>
      </w:tr>
      <w:tr w:rsidR="00C50C75" w:rsidRPr="00C50C75" w14:paraId="7EB268D2" w14:textId="77777777" w:rsidTr="009074EE">
        <w:trPr>
          <w:trHeight w:hRule="exact" w:val="397"/>
        </w:trPr>
        <w:tc>
          <w:tcPr>
            <w:tcW w:w="89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363596" w14:textId="77777777" w:rsidR="00C50C75" w:rsidRPr="00C50C75" w:rsidRDefault="00C50C75" w:rsidP="00C50C75">
            <w:pPr>
              <w:spacing w:before="0" w:after="0"/>
              <w:rPr>
                <w:rFonts w:ascii="Liberation Serif" w:hAnsi="Liberation Serif"/>
              </w:rPr>
            </w:pPr>
            <w:r w:rsidRPr="00C50C75">
              <w:rPr>
                <w:rFonts w:ascii="Liberation Serif" w:hAnsi="Liberation Serif"/>
              </w:rPr>
              <w:t>Nom-Prénom, Date, Visa</w:t>
            </w:r>
          </w:p>
        </w:tc>
      </w:tr>
      <w:tr w:rsidR="00C50C75" w:rsidRPr="00C50C75" w14:paraId="5C54DA8F" w14:textId="77777777" w:rsidTr="009074EE">
        <w:trPr>
          <w:trHeight w:hRule="exact" w:val="381"/>
        </w:trPr>
        <w:tc>
          <w:tcPr>
            <w:tcW w:w="8930" w:type="dxa"/>
            <w:shd w:val="clear" w:color="auto" w:fill="auto"/>
            <w:vAlign w:val="center"/>
          </w:tcPr>
          <w:p w14:paraId="1D6C3C5F" w14:textId="77777777" w:rsidR="00C50C75" w:rsidRPr="00C50C75" w:rsidRDefault="00C50C75" w:rsidP="00C50C75">
            <w:pPr>
              <w:spacing w:before="0" w:after="0"/>
              <w:rPr>
                <w:rFonts w:ascii="Liberation Serif" w:hAnsi="Liberation Serif"/>
              </w:rPr>
            </w:pPr>
          </w:p>
        </w:tc>
      </w:tr>
    </w:tbl>
    <w:p w14:paraId="7832C691" w14:textId="4EF8A1C3" w:rsidR="00C50C75" w:rsidRDefault="00C50C75" w:rsidP="009863BA">
      <w:pPr>
        <w:spacing w:before="0" w:after="0" w:line="0" w:lineRule="atLeast"/>
        <w:rPr>
          <w:rFonts w:ascii="Liberation Serif" w:hAnsi="Liberation Serif"/>
          <w:b/>
          <w:i/>
        </w:rPr>
      </w:pPr>
    </w:p>
    <w:p w14:paraId="33628C15" w14:textId="77777777" w:rsidR="00C50C75" w:rsidRPr="001C1E96" w:rsidRDefault="00C50C75" w:rsidP="009863BA">
      <w:pPr>
        <w:spacing w:before="0" w:after="0" w:line="0" w:lineRule="atLeast"/>
        <w:rPr>
          <w:rFonts w:ascii="Liberation Serif" w:hAnsi="Liberation Serif"/>
          <w:b/>
          <w:i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450"/>
        <w:gridCol w:w="2998"/>
      </w:tblGrid>
      <w:tr w:rsidR="00AB7089" w:rsidRPr="001C1E96" w14:paraId="380B398A" w14:textId="77777777" w:rsidTr="005F0B64">
        <w:trPr>
          <w:cantSplit/>
          <w:trHeight w:val="322"/>
        </w:trPr>
        <w:tc>
          <w:tcPr>
            <w:tcW w:w="8928" w:type="dxa"/>
            <w:gridSpan w:val="3"/>
            <w:shd w:val="clear" w:color="auto" w:fill="D9D9D9"/>
            <w:vAlign w:val="center"/>
          </w:tcPr>
          <w:p w14:paraId="32BA39E1" w14:textId="77777777" w:rsidR="00AB7089" w:rsidRDefault="00AB7089" w:rsidP="005F0B64">
            <w:pPr>
              <w:spacing w:before="0" w:after="0"/>
              <w:rPr>
                <w:rFonts w:ascii="Liberation Serif" w:hAnsi="Liberation Serif"/>
                <w:b/>
              </w:rPr>
            </w:pPr>
            <w:r w:rsidRPr="001C1E96">
              <w:rPr>
                <w:rFonts w:ascii="Liberation Serif" w:hAnsi="Liberation Serif"/>
                <w:b/>
                <w:lang w:val="x-none"/>
              </w:rPr>
              <w:t>ACCORD DES PARTIES PRENANTES</w:t>
            </w:r>
            <w:r>
              <w:rPr>
                <w:rFonts w:ascii="Liberation Serif" w:hAnsi="Liberation Serif"/>
                <w:b/>
              </w:rPr>
              <w:t xml:space="preserve"> POUR VALIDATION DU PLAN DE PRÉVENTION</w:t>
            </w:r>
          </w:p>
          <w:p w14:paraId="2D4B2D07" w14:textId="091C8901" w:rsidR="00AB7089" w:rsidRPr="007B0F26" w:rsidRDefault="00AB7089" w:rsidP="005F0B64">
            <w:pPr>
              <w:spacing w:before="0" w:after="0"/>
              <w:rPr>
                <w:rFonts w:ascii="Liberation Serif" w:hAnsi="Liberation Serif"/>
                <w:b/>
                <w:bCs/>
              </w:rPr>
            </w:pPr>
          </w:p>
        </w:tc>
      </w:tr>
      <w:tr w:rsidR="00AB7089" w:rsidRPr="001C1E96" w14:paraId="0C6F98B4" w14:textId="77777777" w:rsidTr="00BA3CFC">
        <w:trPr>
          <w:trHeight w:val="794"/>
        </w:trPr>
        <w:tc>
          <w:tcPr>
            <w:tcW w:w="892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AB2E5D" w14:textId="77777777" w:rsidR="00AB7089" w:rsidRDefault="00AB7089" w:rsidP="005F0B64">
            <w:pPr>
              <w:spacing w:before="0" w:after="0"/>
              <w:jc w:val="left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  <w:lang w:val="x-none"/>
              </w:rPr>
              <w:t xml:space="preserve">Fait </w:t>
            </w:r>
            <w:r>
              <w:rPr>
                <w:rFonts w:ascii="Liberation Serif" w:hAnsi="Liberation Serif" w:cs="Arial"/>
              </w:rPr>
              <w:t xml:space="preserve">à : </w:t>
            </w:r>
          </w:p>
          <w:p w14:paraId="3F1E6759" w14:textId="77777777" w:rsidR="00AB7089" w:rsidRPr="001C1E96" w:rsidRDefault="00AB7089" w:rsidP="005F0B64">
            <w:pPr>
              <w:spacing w:before="0" w:after="0"/>
              <w:jc w:val="left"/>
              <w:rPr>
                <w:rFonts w:ascii="Liberation Serif" w:hAnsi="Liberation Serif" w:cs="Arial"/>
                <w:b/>
                <w:bCs/>
                <w:lang w:val="x-none"/>
              </w:rPr>
            </w:pPr>
            <w:r>
              <w:rPr>
                <w:rFonts w:ascii="Liberation Serif" w:hAnsi="Liberation Serif" w:cs="Arial"/>
              </w:rPr>
              <w:t xml:space="preserve">Le : </w:t>
            </w:r>
          </w:p>
        </w:tc>
      </w:tr>
      <w:tr w:rsidR="00AB7089" w:rsidRPr="001C1E96" w14:paraId="6FA4EE71" w14:textId="77777777" w:rsidTr="005F0B64">
        <w:trPr>
          <w:trHeight w:val="328"/>
        </w:trPr>
        <w:tc>
          <w:tcPr>
            <w:tcW w:w="2480" w:type="dxa"/>
            <w:tcBorders>
              <w:bottom w:val="single" w:sz="4" w:space="0" w:color="auto"/>
            </w:tcBorders>
          </w:tcPr>
          <w:p w14:paraId="3041DCED" w14:textId="77777777" w:rsidR="00AB7089" w:rsidRPr="001C1E96" w:rsidRDefault="00AB7089" w:rsidP="005F0B64">
            <w:pPr>
              <w:spacing w:before="0" w:after="0"/>
              <w:rPr>
                <w:rFonts w:ascii="Liberation Serif" w:hAnsi="Liberation Serif" w:cs="Arial"/>
                <w:lang w:val="x-none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  <w:shd w:val="clear" w:color="auto" w:fill="BDD6EE"/>
            <w:vAlign w:val="center"/>
          </w:tcPr>
          <w:p w14:paraId="69C53807" w14:textId="68AB7582" w:rsidR="00AB7089" w:rsidRPr="00EA6DA3" w:rsidRDefault="00AB7089" w:rsidP="005F0B64">
            <w:pPr>
              <w:spacing w:before="0" w:after="0"/>
              <w:jc w:val="center"/>
              <w:rPr>
                <w:rFonts w:ascii="Liberation Serif" w:hAnsi="Liberation Serif" w:cs="Arial"/>
                <w:b/>
                <w:bCs/>
              </w:rPr>
            </w:pPr>
            <w:r w:rsidRPr="001C1E96">
              <w:rPr>
                <w:rFonts w:ascii="Liberation Serif" w:hAnsi="Liberation Serif" w:cs="Arial"/>
                <w:b/>
                <w:bCs/>
                <w:lang w:val="x-none"/>
              </w:rPr>
              <w:t>NOM</w:t>
            </w:r>
            <w:r w:rsidR="00EA6DA3">
              <w:rPr>
                <w:rFonts w:ascii="Liberation Serif" w:hAnsi="Liberation Serif" w:cs="Arial"/>
                <w:b/>
                <w:bCs/>
                <w:lang w:val="x-none"/>
              </w:rPr>
              <w:t>+PRENOM</w:t>
            </w:r>
          </w:p>
        </w:tc>
        <w:tc>
          <w:tcPr>
            <w:tcW w:w="2998" w:type="dxa"/>
            <w:tcBorders>
              <w:bottom w:val="single" w:sz="4" w:space="0" w:color="auto"/>
            </w:tcBorders>
            <w:shd w:val="clear" w:color="auto" w:fill="BDD6EE"/>
            <w:vAlign w:val="center"/>
          </w:tcPr>
          <w:p w14:paraId="4E034CC5" w14:textId="77777777" w:rsidR="00AB7089" w:rsidRPr="001C1E96" w:rsidRDefault="00AB7089" w:rsidP="005F0B64">
            <w:pPr>
              <w:spacing w:before="0" w:after="0"/>
              <w:jc w:val="center"/>
              <w:rPr>
                <w:rFonts w:ascii="Liberation Serif" w:hAnsi="Liberation Serif" w:cs="Arial"/>
                <w:b/>
                <w:bCs/>
                <w:lang w:val="x-none"/>
              </w:rPr>
            </w:pPr>
            <w:r w:rsidRPr="001C1E96">
              <w:rPr>
                <w:rFonts w:ascii="Liberation Serif" w:hAnsi="Liberation Serif" w:cs="Arial"/>
                <w:b/>
                <w:bCs/>
                <w:lang w:val="x-none"/>
              </w:rPr>
              <w:t>Signature</w:t>
            </w:r>
          </w:p>
        </w:tc>
      </w:tr>
      <w:tr w:rsidR="00AB7089" w:rsidRPr="001C1E96" w14:paraId="56E20BE3" w14:textId="77777777" w:rsidTr="002F3A46">
        <w:trPr>
          <w:trHeight w:val="737"/>
        </w:trPr>
        <w:tc>
          <w:tcPr>
            <w:tcW w:w="2480" w:type="dxa"/>
            <w:shd w:val="clear" w:color="auto" w:fill="BDD6EE"/>
            <w:vAlign w:val="center"/>
          </w:tcPr>
          <w:p w14:paraId="255C4CD4" w14:textId="77777777" w:rsidR="00AB7089" w:rsidRPr="001C1E96" w:rsidRDefault="00AB7089" w:rsidP="005F0B64">
            <w:pPr>
              <w:spacing w:before="0" w:after="0"/>
              <w:rPr>
                <w:rFonts w:ascii="Liberation Serif" w:hAnsi="Liberation Serif" w:cs="Arial"/>
                <w:b/>
                <w:bCs/>
                <w:lang w:val="x-none"/>
              </w:rPr>
            </w:pPr>
            <w:r w:rsidRPr="001C1E96">
              <w:rPr>
                <w:rFonts w:ascii="Liberation Serif" w:hAnsi="Liberation Serif" w:cs="Arial"/>
                <w:b/>
                <w:bCs/>
                <w:lang w:val="x-none"/>
              </w:rPr>
              <w:t xml:space="preserve">Entreprise utilisatrice : </w:t>
            </w:r>
          </w:p>
          <w:p w14:paraId="60FC2A85" w14:textId="77777777" w:rsidR="00AB7089" w:rsidRPr="001C1E96" w:rsidRDefault="00AB7089" w:rsidP="005F0B64">
            <w:pPr>
              <w:spacing w:before="0" w:after="0"/>
              <w:rPr>
                <w:rFonts w:ascii="Liberation Serif" w:hAnsi="Liberation Serif" w:cs="Arial"/>
                <w:b/>
                <w:bCs/>
              </w:rPr>
            </w:pPr>
            <w:r>
              <w:rPr>
                <w:rFonts w:ascii="Liberation Serif" w:hAnsi="Liberation Serif" w:cs="Arial"/>
                <w:b/>
                <w:bCs/>
              </w:rPr>
              <w:t>SE</w:t>
            </w:r>
            <w:r w:rsidRPr="001C1E96">
              <w:rPr>
                <w:rFonts w:ascii="Liberation Serif" w:hAnsi="Liberation Serif" w:cs="Arial"/>
                <w:b/>
                <w:bCs/>
              </w:rPr>
              <w:t>AC</w:t>
            </w:r>
            <w:r>
              <w:rPr>
                <w:rFonts w:ascii="Liberation Serif" w:hAnsi="Liberation Serif" w:cs="Arial"/>
                <w:b/>
                <w:bCs/>
              </w:rPr>
              <w:t>/PF</w:t>
            </w:r>
          </w:p>
        </w:tc>
        <w:tc>
          <w:tcPr>
            <w:tcW w:w="3450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4527A076" w14:textId="77777777" w:rsidR="00AB7089" w:rsidRDefault="00AB7089" w:rsidP="005F0B64">
            <w:pPr>
              <w:spacing w:before="0" w:after="0"/>
              <w:rPr>
                <w:rFonts w:ascii="Liberation Serif" w:hAnsi="Liberation Serif" w:cs="Arial"/>
              </w:rPr>
            </w:pPr>
          </w:p>
          <w:p w14:paraId="69C8E3A4" w14:textId="77777777" w:rsidR="00EA6DA3" w:rsidRDefault="00EA6DA3" w:rsidP="005F0B64">
            <w:pPr>
              <w:spacing w:before="0" w:after="0"/>
              <w:rPr>
                <w:rFonts w:ascii="Liberation Serif" w:hAnsi="Liberation Serif" w:cs="Arial"/>
              </w:rPr>
            </w:pPr>
          </w:p>
          <w:p w14:paraId="43EF2F1E" w14:textId="77777777" w:rsidR="00EA6DA3" w:rsidRDefault="00EA6DA3" w:rsidP="005F0B64">
            <w:pPr>
              <w:spacing w:before="0" w:after="0"/>
              <w:rPr>
                <w:rFonts w:ascii="Liberation Serif" w:hAnsi="Liberation Serif" w:cs="Arial"/>
              </w:rPr>
            </w:pPr>
          </w:p>
          <w:p w14:paraId="44F8116C" w14:textId="5AD1F6A0" w:rsidR="00EA6DA3" w:rsidRPr="00A93489" w:rsidRDefault="00EA6DA3" w:rsidP="005F0B64">
            <w:pPr>
              <w:spacing w:before="0" w:after="0"/>
              <w:rPr>
                <w:rFonts w:ascii="Liberation Serif" w:hAnsi="Liberation Serif" w:cs="Arial"/>
              </w:rPr>
            </w:pPr>
          </w:p>
        </w:tc>
        <w:tc>
          <w:tcPr>
            <w:tcW w:w="2998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BC145A8" w14:textId="77777777" w:rsidR="00AB7089" w:rsidRPr="001C1E96" w:rsidRDefault="00AB7089" w:rsidP="005F0B64">
            <w:pPr>
              <w:spacing w:before="0" w:after="0"/>
              <w:rPr>
                <w:rFonts w:ascii="Liberation Serif" w:hAnsi="Liberation Serif" w:cs="Arial"/>
              </w:rPr>
            </w:pPr>
          </w:p>
          <w:p w14:paraId="409A2DAD" w14:textId="77777777" w:rsidR="00AB7089" w:rsidRPr="001C1E96" w:rsidRDefault="00AB7089" w:rsidP="005F0B64">
            <w:pPr>
              <w:spacing w:before="0" w:after="0"/>
              <w:rPr>
                <w:rFonts w:ascii="Liberation Serif" w:hAnsi="Liberation Serif" w:cs="Arial"/>
              </w:rPr>
            </w:pPr>
          </w:p>
          <w:p w14:paraId="75D71232" w14:textId="77777777" w:rsidR="00AB7089" w:rsidRPr="001C1E96" w:rsidRDefault="00AB7089" w:rsidP="005F0B64">
            <w:pPr>
              <w:spacing w:before="0" w:after="0"/>
              <w:rPr>
                <w:rFonts w:ascii="Liberation Serif" w:hAnsi="Liberation Serif" w:cs="Arial"/>
              </w:rPr>
            </w:pPr>
          </w:p>
        </w:tc>
      </w:tr>
      <w:tr w:rsidR="00AB7089" w:rsidRPr="001C1E96" w14:paraId="39240680" w14:textId="77777777" w:rsidTr="002F3A46">
        <w:trPr>
          <w:trHeight w:val="737"/>
        </w:trPr>
        <w:tc>
          <w:tcPr>
            <w:tcW w:w="2480" w:type="dxa"/>
            <w:shd w:val="clear" w:color="auto" w:fill="BDD6EE"/>
            <w:vAlign w:val="center"/>
          </w:tcPr>
          <w:p w14:paraId="38EEE9E4" w14:textId="77777777" w:rsidR="00AB7089" w:rsidRPr="00B96F73" w:rsidRDefault="00AB7089" w:rsidP="005F0B64">
            <w:pPr>
              <w:spacing w:before="0" w:after="0"/>
              <w:rPr>
                <w:rFonts w:ascii="Liberation Serif" w:hAnsi="Liberation Serif" w:cs="Arial"/>
                <w:b/>
                <w:bCs/>
                <w:lang w:val="x-none"/>
              </w:rPr>
            </w:pPr>
            <w:r>
              <w:rPr>
                <w:rFonts w:ascii="Liberation Serif" w:hAnsi="Liberation Serif" w:cs="Arial"/>
                <w:b/>
                <w:bCs/>
                <w:lang w:val="x-none"/>
              </w:rPr>
              <w:t>Entreprise extérieure :</w:t>
            </w:r>
          </w:p>
        </w:tc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5B6AF7" w14:textId="77777777" w:rsidR="00AB7089" w:rsidRDefault="00AB7089" w:rsidP="005F0B64">
            <w:pPr>
              <w:spacing w:before="0" w:after="0"/>
              <w:rPr>
                <w:rFonts w:ascii="Liberation Serif" w:hAnsi="Liberation Serif" w:cs="Arial"/>
                <w:lang w:val="x-none"/>
              </w:rPr>
            </w:pPr>
          </w:p>
          <w:p w14:paraId="3A368255" w14:textId="15469DE7" w:rsidR="00EA6DA3" w:rsidRDefault="00EA6DA3" w:rsidP="005F0B64">
            <w:pPr>
              <w:spacing w:before="0" w:after="0"/>
              <w:rPr>
                <w:rFonts w:ascii="Liberation Serif" w:hAnsi="Liberation Serif" w:cs="Arial"/>
                <w:lang w:val="x-none"/>
              </w:rPr>
            </w:pPr>
          </w:p>
          <w:p w14:paraId="51246016" w14:textId="77777777" w:rsidR="00EA6DA3" w:rsidRDefault="00EA6DA3" w:rsidP="005F0B64">
            <w:pPr>
              <w:spacing w:before="0" w:after="0"/>
              <w:rPr>
                <w:rFonts w:ascii="Liberation Serif" w:hAnsi="Liberation Serif" w:cs="Arial"/>
                <w:lang w:val="x-none"/>
              </w:rPr>
            </w:pPr>
          </w:p>
          <w:p w14:paraId="2D2DFAAB" w14:textId="77777777" w:rsidR="00EA6DA3" w:rsidRDefault="00EA6DA3" w:rsidP="005F0B64">
            <w:pPr>
              <w:spacing w:before="0" w:after="0"/>
              <w:rPr>
                <w:rFonts w:ascii="Liberation Serif" w:hAnsi="Liberation Serif" w:cs="Arial"/>
                <w:lang w:val="x-none"/>
              </w:rPr>
            </w:pPr>
          </w:p>
          <w:p w14:paraId="408FB548" w14:textId="5832BA9D" w:rsidR="00EA6DA3" w:rsidRPr="001C1E96" w:rsidRDefault="00EA6DA3" w:rsidP="005F0B64">
            <w:pPr>
              <w:spacing w:before="0" w:after="0"/>
              <w:rPr>
                <w:rFonts w:ascii="Liberation Serif" w:hAnsi="Liberation Serif" w:cs="Arial"/>
                <w:lang w:val="x-none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42A62BF" w14:textId="77777777" w:rsidR="00AB7089" w:rsidRPr="001C1E96" w:rsidRDefault="00AB7089" w:rsidP="005F0B64">
            <w:pPr>
              <w:spacing w:before="0" w:after="0"/>
              <w:rPr>
                <w:rFonts w:ascii="Liberation Serif" w:hAnsi="Liberation Serif" w:cs="Arial"/>
              </w:rPr>
            </w:pPr>
          </w:p>
          <w:p w14:paraId="491B2030" w14:textId="77777777" w:rsidR="00AB7089" w:rsidRPr="001C1E96" w:rsidRDefault="00AB7089" w:rsidP="005F0B64">
            <w:pPr>
              <w:spacing w:before="0" w:after="0"/>
              <w:rPr>
                <w:rFonts w:ascii="Liberation Serif" w:hAnsi="Liberation Serif" w:cs="Arial"/>
              </w:rPr>
            </w:pPr>
          </w:p>
          <w:p w14:paraId="30AEB35F" w14:textId="77777777" w:rsidR="00AB7089" w:rsidRPr="001C1E96" w:rsidRDefault="00AB7089" w:rsidP="005F0B64">
            <w:pPr>
              <w:spacing w:before="0" w:after="0"/>
              <w:rPr>
                <w:rFonts w:ascii="Liberation Serif" w:hAnsi="Liberation Serif" w:cs="Arial"/>
              </w:rPr>
            </w:pPr>
          </w:p>
        </w:tc>
      </w:tr>
      <w:tr w:rsidR="00AB7089" w:rsidRPr="001C1E96" w14:paraId="313EE3A2" w14:textId="77777777" w:rsidTr="002F3A46">
        <w:trPr>
          <w:trHeight w:val="737"/>
        </w:trPr>
        <w:tc>
          <w:tcPr>
            <w:tcW w:w="2480" w:type="dxa"/>
            <w:shd w:val="clear" w:color="auto" w:fill="BDD6EE"/>
            <w:vAlign w:val="center"/>
          </w:tcPr>
          <w:p w14:paraId="361A1ED0" w14:textId="787BA508" w:rsidR="00AB7089" w:rsidRPr="001C1E96" w:rsidRDefault="00AB7089" w:rsidP="005F0B64">
            <w:pPr>
              <w:spacing w:before="0" w:after="0"/>
              <w:rPr>
                <w:rFonts w:ascii="Liberation Serif" w:hAnsi="Liberation Serif" w:cs="Arial"/>
                <w:b/>
                <w:bCs/>
              </w:rPr>
            </w:pPr>
            <w:r w:rsidRPr="001C1E96">
              <w:rPr>
                <w:rFonts w:ascii="Liberation Serif" w:hAnsi="Liberation Serif" w:cs="Arial"/>
                <w:b/>
                <w:bCs/>
                <w:lang w:val="x-none"/>
              </w:rPr>
              <w:t xml:space="preserve">Entreprise sous-traitante : </w:t>
            </w:r>
          </w:p>
        </w:tc>
        <w:tc>
          <w:tcPr>
            <w:tcW w:w="3450" w:type="dxa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14:paraId="1CF2A361" w14:textId="77777777" w:rsidR="00AB7089" w:rsidRDefault="00AB7089" w:rsidP="005F0B64">
            <w:pPr>
              <w:spacing w:before="0" w:after="0"/>
              <w:rPr>
                <w:rFonts w:ascii="Liberation Serif" w:hAnsi="Liberation Serif" w:cs="Arial"/>
                <w:lang w:val="x-none"/>
              </w:rPr>
            </w:pPr>
          </w:p>
          <w:p w14:paraId="7CE735F2" w14:textId="77777777" w:rsidR="00EA6DA3" w:rsidRDefault="00EA6DA3" w:rsidP="005F0B64">
            <w:pPr>
              <w:spacing w:before="0" w:after="0"/>
              <w:rPr>
                <w:rFonts w:ascii="Liberation Serif" w:hAnsi="Liberation Serif" w:cs="Arial"/>
                <w:lang w:val="x-none"/>
              </w:rPr>
            </w:pPr>
          </w:p>
          <w:p w14:paraId="1973D056" w14:textId="77777777" w:rsidR="00EA6DA3" w:rsidRDefault="00EA6DA3" w:rsidP="005F0B64">
            <w:pPr>
              <w:spacing w:before="0" w:after="0"/>
              <w:rPr>
                <w:rFonts w:ascii="Liberation Serif" w:hAnsi="Liberation Serif" w:cs="Arial"/>
                <w:lang w:val="x-none"/>
              </w:rPr>
            </w:pPr>
          </w:p>
          <w:p w14:paraId="6F07B20D" w14:textId="77777777" w:rsidR="00EA6DA3" w:rsidRDefault="00EA6DA3" w:rsidP="005F0B64">
            <w:pPr>
              <w:spacing w:before="0" w:after="0"/>
              <w:rPr>
                <w:rFonts w:ascii="Liberation Serif" w:hAnsi="Liberation Serif" w:cs="Arial"/>
                <w:lang w:val="x-none"/>
              </w:rPr>
            </w:pPr>
          </w:p>
          <w:p w14:paraId="231CE1E3" w14:textId="0B0C3987" w:rsidR="00EA6DA3" w:rsidRPr="001C1E96" w:rsidRDefault="00EA6DA3" w:rsidP="005F0B64">
            <w:pPr>
              <w:spacing w:before="0" w:after="0"/>
              <w:rPr>
                <w:rFonts w:ascii="Liberation Serif" w:hAnsi="Liberation Serif" w:cs="Arial"/>
                <w:lang w:val="x-none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14:paraId="26129084" w14:textId="77777777" w:rsidR="00AB7089" w:rsidRPr="001C1E96" w:rsidRDefault="00AB7089" w:rsidP="005F0B64">
            <w:pPr>
              <w:spacing w:before="0" w:after="0"/>
              <w:rPr>
                <w:rFonts w:ascii="Liberation Serif" w:hAnsi="Liberation Serif" w:cs="Arial"/>
                <w:lang w:val="x-none"/>
              </w:rPr>
            </w:pPr>
          </w:p>
        </w:tc>
      </w:tr>
    </w:tbl>
    <w:p w14:paraId="54AF82DC" w14:textId="77777777" w:rsidR="00227C36" w:rsidRDefault="00227C36" w:rsidP="00962227"/>
    <w:sectPr w:rsidR="00227C36" w:rsidSect="00D12842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134" w:bottom="907" w:left="964" w:header="284" w:footer="2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08E59" w14:textId="77777777" w:rsidR="00E23475" w:rsidRDefault="00E23475" w:rsidP="00566D6E">
      <w:r>
        <w:separator/>
      </w:r>
    </w:p>
  </w:endnote>
  <w:endnote w:type="continuationSeparator" w:id="0">
    <w:p w14:paraId="312BBC5E" w14:textId="77777777" w:rsidR="00E23475" w:rsidRDefault="00E23475" w:rsidP="00566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Corps CS)">
    <w:altName w:val="Times New Roman"/>
    <w:charset w:val="00"/>
    <w:family w:val="roman"/>
    <w:pitch w:val="default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5A8C0" w14:textId="526A3C9F" w:rsidR="005F0B64" w:rsidRDefault="005F0B64" w:rsidP="008C0B8C">
    <w:pPr>
      <w:spacing w:before="0" w:after="0" w:line="192" w:lineRule="atLeast"/>
      <w:jc w:val="left"/>
      <w:rPr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B3C5186" wp14:editId="4E85DF0A">
              <wp:simplePos x="0" y="0"/>
              <wp:positionH relativeFrom="column">
                <wp:posOffset>5902961</wp:posOffset>
              </wp:positionH>
              <wp:positionV relativeFrom="paragraph">
                <wp:posOffset>86995</wp:posOffset>
              </wp:positionV>
              <wp:extent cx="853440" cy="256540"/>
              <wp:effectExtent l="0" t="0" r="3810" b="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3440" cy="256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7FC27" w14:textId="77777777" w:rsidR="005F0B64" w:rsidRPr="00E71601" w:rsidRDefault="005F0B64" w:rsidP="00E71601">
                          <w:pPr>
                            <w:pStyle w:val="En-Ttecartouche"/>
                            <w:rPr>
                              <w:color w:val="auto"/>
                              <w:sz w:val="16"/>
                              <w:szCs w:val="16"/>
                            </w:rPr>
                          </w:pPr>
                          <w:r w:rsidRPr="00E71601">
                            <w:rPr>
                              <w:color w:val="auto"/>
                              <w:sz w:val="16"/>
                              <w:szCs w:val="16"/>
                            </w:rPr>
                            <w:t xml:space="preserve">Page : </w:t>
                          </w:r>
                          <w:r w:rsidRPr="00E71601">
                            <w:rPr>
                              <w:color w:val="auto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71601">
                            <w:rPr>
                              <w:color w:val="auto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E71601">
                            <w:rPr>
                              <w:color w:val="auto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auto"/>
                              <w:sz w:val="16"/>
                              <w:szCs w:val="16"/>
                            </w:rPr>
                            <w:t>2</w:t>
                          </w:r>
                          <w:r w:rsidRPr="00E71601">
                            <w:rPr>
                              <w:color w:val="auto"/>
                              <w:sz w:val="16"/>
                              <w:szCs w:val="16"/>
                            </w:rPr>
                            <w:fldChar w:fldCharType="end"/>
                          </w:r>
                          <w:r w:rsidRPr="00E71601">
                            <w:rPr>
                              <w:color w:val="auto"/>
                              <w:sz w:val="16"/>
                              <w:szCs w:val="16"/>
                            </w:rPr>
                            <w:t>/</w:t>
                          </w:r>
                          <w:r w:rsidRPr="00E71601">
                            <w:rPr>
                              <w:color w:val="auto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71601">
                            <w:rPr>
                              <w:color w:val="auto"/>
                              <w:sz w:val="16"/>
                              <w:szCs w:val="16"/>
                            </w:rPr>
                            <w:instrText xml:space="preserve"> NUMPAGES </w:instrText>
                          </w:r>
                          <w:r w:rsidRPr="00E71601">
                            <w:rPr>
                              <w:color w:val="auto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auto"/>
                              <w:sz w:val="16"/>
                              <w:szCs w:val="16"/>
                            </w:rPr>
                            <w:t>4</w:t>
                          </w:r>
                          <w:r w:rsidRPr="00E71601">
                            <w:rPr>
                              <w:noProof/>
                              <w:color w:val="auto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3C518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464.8pt;margin-top:6.85pt;width:67.2pt;height:20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" stroked="f">
              <v:textbox>
                <w:txbxContent>
                  <w:p w14:paraId="0657FC27" w14:textId="77777777" w:rsidR="005F0B64" w:rsidRPr="00E71601" w:rsidRDefault="005F0B64" w:rsidP="00E71601">
                    <w:pPr>
                      <w:pStyle w:val="En-Ttecartouche"/>
                      <w:rPr>
                        <w:color w:val="auto"/>
                        <w:sz w:val="16"/>
                        <w:szCs w:val="16"/>
                      </w:rPr>
                    </w:pPr>
                    <w:r w:rsidRPr="00E71601">
                      <w:rPr>
                        <w:color w:val="auto"/>
                        <w:sz w:val="16"/>
                        <w:szCs w:val="16"/>
                      </w:rPr>
                      <w:t xml:space="preserve">Page : </w:t>
                    </w:r>
                    <w:r w:rsidRPr="00E71601">
                      <w:rPr>
                        <w:color w:val="auto"/>
                        <w:sz w:val="16"/>
                        <w:szCs w:val="16"/>
                      </w:rPr>
                      <w:fldChar w:fldCharType="begin"/>
                    </w:r>
                    <w:r w:rsidRPr="00E71601">
                      <w:rPr>
                        <w:color w:val="auto"/>
                        <w:sz w:val="16"/>
                        <w:szCs w:val="16"/>
                      </w:rPr>
                      <w:instrText xml:space="preserve"> PAGE </w:instrText>
                    </w:r>
                    <w:r w:rsidRPr="00E71601">
                      <w:rPr>
                        <w:color w:val="auto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noProof/>
                        <w:color w:val="auto"/>
                        <w:sz w:val="16"/>
                        <w:szCs w:val="16"/>
                      </w:rPr>
                      <w:t>2</w:t>
                    </w:r>
                    <w:r w:rsidRPr="00E71601">
                      <w:rPr>
                        <w:color w:val="auto"/>
                        <w:sz w:val="16"/>
                        <w:szCs w:val="16"/>
                      </w:rPr>
                      <w:fldChar w:fldCharType="end"/>
                    </w:r>
                    <w:r w:rsidRPr="00E71601">
                      <w:rPr>
                        <w:color w:val="auto"/>
                        <w:sz w:val="16"/>
                        <w:szCs w:val="16"/>
                      </w:rPr>
                      <w:t>/</w:t>
                    </w:r>
                    <w:r w:rsidRPr="00E71601">
                      <w:rPr>
                        <w:color w:val="auto"/>
                        <w:sz w:val="16"/>
                        <w:szCs w:val="16"/>
                      </w:rPr>
                      <w:fldChar w:fldCharType="begin"/>
                    </w:r>
                    <w:r w:rsidRPr="00E71601">
                      <w:rPr>
                        <w:color w:val="auto"/>
                        <w:sz w:val="16"/>
                        <w:szCs w:val="16"/>
                      </w:rPr>
                      <w:instrText xml:space="preserve"> NUMPAGES </w:instrText>
                    </w:r>
                    <w:r w:rsidRPr="00E71601">
                      <w:rPr>
                        <w:color w:val="auto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noProof/>
                        <w:color w:val="auto"/>
                        <w:sz w:val="16"/>
                        <w:szCs w:val="16"/>
                      </w:rPr>
                      <w:t>4</w:t>
                    </w:r>
                    <w:r w:rsidRPr="00E71601">
                      <w:rPr>
                        <w:noProof/>
                        <w:color w:val="auto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6"/>
      </w:rPr>
      <w:t>S</w:t>
    </w:r>
    <w:r w:rsidR="00EA6DA3">
      <w:rPr>
        <w:sz w:val="16"/>
      </w:rPr>
      <w:t>EAC</w:t>
    </w:r>
    <w:r>
      <w:rPr>
        <w:sz w:val="16"/>
      </w:rPr>
      <w:t>/PF</w:t>
    </w:r>
  </w:p>
  <w:p w14:paraId="65D78FE9" w14:textId="77777777" w:rsidR="005F0B64" w:rsidRPr="00AA0444" w:rsidRDefault="005F0B64" w:rsidP="00AA0444">
    <w:pPr>
      <w:spacing w:before="0" w:after="0" w:line="192" w:lineRule="atLeast"/>
      <w:jc w:val="left"/>
      <w:rPr>
        <w:sz w:val="16"/>
      </w:rPr>
    </w:pPr>
    <w:r w:rsidRPr="00C06AE2">
      <w:rPr>
        <w:sz w:val="16"/>
      </w:rPr>
      <w:t xml:space="preserve">BP 6404 – 98702 </w:t>
    </w:r>
    <w:proofErr w:type="spellStart"/>
    <w:r w:rsidRPr="00C06AE2">
      <w:rPr>
        <w:sz w:val="16"/>
      </w:rPr>
      <w:t>Faa’a</w:t>
    </w:r>
    <w:proofErr w:type="spellEnd"/>
    <w:r w:rsidRPr="00C06AE2">
      <w:rPr>
        <w:sz w:val="16"/>
      </w:rPr>
      <w:t xml:space="preserve"> Tahiti P</w:t>
    </w:r>
    <w:r>
      <w:rPr>
        <w:sz w:val="16"/>
      </w:rPr>
      <w:t>olynésie française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ECF47" w14:textId="77777777" w:rsidR="005F0B64" w:rsidRPr="00B53AF4" w:rsidRDefault="005F0B64" w:rsidP="00967757">
    <w:pPr>
      <w:pStyle w:val="Date"/>
    </w:pPr>
    <w:r>
      <w:t xml:space="preserve">BP 6404 – 98702 </w:t>
    </w:r>
    <w:proofErr w:type="spellStart"/>
    <w:r>
      <w:t>Faa’a</w:t>
    </w:r>
    <w:proofErr w:type="spellEnd"/>
    <w:r>
      <w:t xml:space="preserve"> Tahiti Polynésie française – Tél : (689) </w:t>
    </w:r>
    <w:r w:rsidRPr="00773230">
      <w:t xml:space="preserve">40 86 10 20 </w:t>
    </w:r>
    <w:r>
      <w:t>– Fax : (689) 40 86 10 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22A57" w14:textId="77777777" w:rsidR="00E23475" w:rsidRDefault="00E23475" w:rsidP="00566D6E">
      <w:r>
        <w:separator/>
      </w:r>
    </w:p>
  </w:footnote>
  <w:footnote w:type="continuationSeparator" w:id="0">
    <w:p w14:paraId="52E051D2" w14:textId="77777777" w:rsidR="00E23475" w:rsidRDefault="00E23475" w:rsidP="00566D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FE7FB" w14:textId="67F37AD3" w:rsidR="005F0B64" w:rsidRDefault="007B373E" w:rsidP="006D1097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513F182" wp14:editId="176ECE11">
          <wp:simplePos x="0" y="0"/>
          <wp:positionH relativeFrom="column">
            <wp:posOffset>-514350</wp:posOffset>
          </wp:positionH>
          <wp:positionV relativeFrom="paragraph">
            <wp:posOffset>5715</wp:posOffset>
          </wp:positionV>
          <wp:extent cx="7566660" cy="1760220"/>
          <wp:effectExtent l="0" t="0" r="0" b="0"/>
          <wp:wrapNone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660" cy="1760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937979" w14:textId="76739ECB" w:rsidR="005F0B64" w:rsidRDefault="005F0B64" w:rsidP="006D1097">
    <w:pPr>
      <w:pStyle w:val="En-tte"/>
    </w:pPr>
  </w:p>
  <w:p w14:paraId="41A8095F" w14:textId="3E4B406D" w:rsidR="005F0B64" w:rsidRDefault="005F0B64" w:rsidP="006D1097">
    <w:pPr>
      <w:pStyle w:val="En-tte"/>
    </w:pPr>
  </w:p>
  <w:p w14:paraId="667C696F" w14:textId="77777777" w:rsidR="005F0B64" w:rsidRDefault="005F0B64" w:rsidP="006D1097">
    <w:pPr>
      <w:pStyle w:val="En-tte"/>
    </w:pPr>
  </w:p>
  <w:p w14:paraId="4DE5C50E" w14:textId="77777777" w:rsidR="005F0B64" w:rsidRDefault="005F0B64" w:rsidP="006D1097">
    <w:pPr>
      <w:pStyle w:val="En-tte"/>
    </w:pPr>
  </w:p>
  <w:p w14:paraId="02C57BFD" w14:textId="77777777" w:rsidR="005F0B64" w:rsidRDefault="005F0B64" w:rsidP="006D1097">
    <w:pPr>
      <w:pStyle w:val="En-tte"/>
    </w:pPr>
  </w:p>
  <w:p w14:paraId="6D323A7A" w14:textId="77777777" w:rsidR="005F0B64" w:rsidRDefault="005F0B64" w:rsidP="006D1097">
    <w:pPr>
      <w:pStyle w:val="En-tte"/>
    </w:pPr>
  </w:p>
  <w:p w14:paraId="3AFA428C" w14:textId="77777777" w:rsidR="005F0B64" w:rsidRDefault="005F0B64" w:rsidP="006D1097">
    <w:pPr>
      <w:pStyle w:val="En-tte"/>
    </w:pPr>
  </w:p>
  <w:p w14:paraId="2DD7D8BD" w14:textId="77777777" w:rsidR="005F0B64" w:rsidRDefault="005F0B64" w:rsidP="006D1097">
    <w:pPr>
      <w:pStyle w:val="En-tte"/>
    </w:pPr>
  </w:p>
  <w:p w14:paraId="4CA2A95E" w14:textId="77777777" w:rsidR="005F0B64" w:rsidRPr="00F74808" w:rsidRDefault="005F0B64" w:rsidP="006D1097">
    <w:pPr>
      <w:pStyle w:val="En-tte"/>
      <w:spacing w:after="20" w:line="380" w:lineRule="exact"/>
      <w:ind w:left="0"/>
      <w:jc w:val="left"/>
      <w:rPr>
        <w:sz w:val="40"/>
        <w:szCs w:val="40"/>
      </w:rPr>
    </w:pPr>
  </w:p>
  <w:p w14:paraId="17486BC5" w14:textId="77777777" w:rsidR="005F0B64" w:rsidRPr="00F74808" w:rsidRDefault="005F0B64" w:rsidP="006D1097">
    <w:pPr>
      <w:pStyle w:val="En-tte"/>
      <w:spacing w:after="20" w:line="300" w:lineRule="exact"/>
      <w:ind w:left="0"/>
      <w:jc w:val="left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7A477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3202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59054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E434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06B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E48E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18E8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BA9D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2A6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8206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612DD"/>
    <w:multiLevelType w:val="hybridMultilevel"/>
    <w:tmpl w:val="BF0E234E"/>
    <w:lvl w:ilvl="0" w:tplc="BD1C699C">
      <w:start w:val="1"/>
      <w:numFmt w:val="bullet"/>
      <w:pStyle w:val="Boulette3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E61BB0"/>
    <w:multiLevelType w:val="hybridMultilevel"/>
    <w:tmpl w:val="BF0E0564"/>
    <w:lvl w:ilvl="0" w:tplc="26084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F927D1"/>
    <w:multiLevelType w:val="hybridMultilevel"/>
    <w:tmpl w:val="5F5E117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297207"/>
    <w:multiLevelType w:val="multilevel"/>
    <w:tmpl w:val="E4F2BB0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4E13BAC"/>
    <w:multiLevelType w:val="hybridMultilevel"/>
    <w:tmpl w:val="2D768096"/>
    <w:lvl w:ilvl="0" w:tplc="84A2AD30">
      <w:start w:val="1"/>
      <w:numFmt w:val="bullet"/>
      <w:pStyle w:val="Boulett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56FF1"/>
    <w:multiLevelType w:val="multilevel"/>
    <w:tmpl w:val="E11C937A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5E552E37"/>
    <w:multiLevelType w:val="hybridMultilevel"/>
    <w:tmpl w:val="1BEC8F88"/>
    <w:lvl w:ilvl="0" w:tplc="74ECDDF2">
      <w:start w:val="1"/>
      <w:numFmt w:val="decimal"/>
      <w:pStyle w:val="Texteliste"/>
      <w:lvlText w:val="%1."/>
      <w:lvlJc w:val="left"/>
      <w:pPr>
        <w:ind w:left="717" w:hanging="360"/>
      </w:pPr>
      <w:rPr>
        <w:rFonts w:ascii="Marianne" w:hAnsi="Marianne" w:hint="default"/>
        <w:b/>
        <w:i w:val="0"/>
        <w:caps w:val="0"/>
        <w:vanish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5736F9"/>
    <w:multiLevelType w:val="hybridMultilevel"/>
    <w:tmpl w:val="2084C874"/>
    <w:lvl w:ilvl="0" w:tplc="7F2C3B8C">
      <w:start w:val="1"/>
      <w:numFmt w:val="bullet"/>
      <w:pStyle w:val="Boulett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175308"/>
    <w:multiLevelType w:val="hybridMultilevel"/>
    <w:tmpl w:val="DFE6140C"/>
    <w:lvl w:ilvl="0" w:tplc="1964638A">
      <w:numFmt w:val="bullet"/>
      <w:pStyle w:val="Puce1"/>
      <w:lvlText w:val="-"/>
      <w:lvlJc w:val="left"/>
      <w:pPr>
        <w:ind w:left="720" w:hanging="360"/>
      </w:pPr>
      <w:rPr>
        <w:rFonts w:ascii="Avenir Book" w:eastAsia="Times New Roman" w:hAnsi="Avenir Book" w:cs="Times New Roman" w:hint="default"/>
      </w:rPr>
    </w:lvl>
    <w:lvl w:ilvl="1" w:tplc="6DBC2AC0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E02E6"/>
    <w:multiLevelType w:val="multilevel"/>
    <w:tmpl w:val="22322D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 w16cid:durableId="1116758348">
    <w:abstractNumId w:val="8"/>
  </w:num>
  <w:num w:numId="2" w16cid:durableId="1210266811">
    <w:abstractNumId w:val="3"/>
  </w:num>
  <w:num w:numId="3" w16cid:durableId="637102132">
    <w:abstractNumId w:val="2"/>
  </w:num>
  <w:num w:numId="4" w16cid:durableId="669142965">
    <w:abstractNumId w:val="1"/>
  </w:num>
  <w:num w:numId="5" w16cid:durableId="641735632">
    <w:abstractNumId w:val="0"/>
  </w:num>
  <w:num w:numId="6" w16cid:durableId="1865552019">
    <w:abstractNumId w:val="9"/>
  </w:num>
  <w:num w:numId="7" w16cid:durableId="1926572823">
    <w:abstractNumId w:val="7"/>
  </w:num>
  <w:num w:numId="8" w16cid:durableId="843400080">
    <w:abstractNumId w:val="6"/>
  </w:num>
  <w:num w:numId="9" w16cid:durableId="1716856785">
    <w:abstractNumId w:val="5"/>
  </w:num>
  <w:num w:numId="10" w16cid:durableId="85350575">
    <w:abstractNumId w:val="4"/>
  </w:num>
  <w:num w:numId="11" w16cid:durableId="1208763595">
    <w:abstractNumId w:val="10"/>
  </w:num>
  <w:num w:numId="12" w16cid:durableId="930428972">
    <w:abstractNumId w:val="16"/>
  </w:num>
  <w:num w:numId="13" w16cid:durableId="786001113">
    <w:abstractNumId w:val="20"/>
  </w:num>
  <w:num w:numId="14" w16cid:durableId="1908344858">
    <w:abstractNumId w:val="12"/>
  </w:num>
  <w:num w:numId="15" w16cid:durableId="1887914876">
    <w:abstractNumId w:val="17"/>
  </w:num>
  <w:num w:numId="16" w16cid:durableId="1919703477">
    <w:abstractNumId w:val="13"/>
  </w:num>
  <w:num w:numId="17" w16cid:durableId="632370072">
    <w:abstractNumId w:val="14"/>
  </w:num>
  <w:num w:numId="18" w16cid:durableId="310642396">
    <w:abstractNumId w:val="18"/>
  </w:num>
  <w:num w:numId="19" w16cid:durableId="749229766">
    <w:abstractNumId w:val="15"/>
  </w:num>
  <w:num w:numId="20" w16cid:durableId="536505624">
    <w:abstractNumId w:val="11"/>
  </w:num>
  <w:num w:numId="21" w16cid:durableId="12369412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025"/>
    <w:rsid w:val="000016A0"/>
    <w:rsid w:val="00022B06"/>
    <w:rsid w:val="00031D3E"/>
    <w:rsid w:val="0004192F"/>
    <w:rsid w:val="00043D7A"/>
    <w:rsid w:val="0005645A"/>
    <w:rsid w:val="00091982"/>
    <w:rsid w:val="000959DC"/>
    <w:rsid w:val="000A130F"/>
    <w:rsid w:val="000A497C"/>
    <w:rsid w:val="000B1DD6"/>
    <w:rsid w:val="000B247E"/>
    <w:rsid w:val="000B725D"/>
    <w:rsid w:val="000C13CE"/>
    <w:rsid w:val="000C711B"/>
    <w:rsid w:val="000F2DBD"/>
    <w:rsid w:val="00103568"/>
    <w:rsid w:val="00104CEC"/>
    <w:rsid w:val="00114757"/>
    <w:rsid w:val="0011554B"/>
    <w:rsid w:val="00126915"/>
    <w:rsid w:val="00132834"/>
    <w:rsid w:val="001358AE"/>
    <w:rsid w:val="0014622A"/>
    <w:rsid w:val="00162E00"/>
    <w:rsid w:val="001739E2"/>
    <w:rsid w:val="00191795"/>
    <w:rsid w:val="00191C1B"/>
    <w:rsid w:val="001A2E78"/>
    <w:rsid w:val="001A5DDF"/>
    <w:rsid w:val="001A7036"/>
    <w:rsid w:val="001B585A"/>
    <w:rsid w:val="001D172D"/>
    <w:rsid w:val="001E18C6"/>
    <w:rsid w:val="001F5545"/>
    <w:rsid w:val="001F5CF2"/>
    <w:rsid w:val="001F6D08"/>
    <w:rsid w:val="002019AB"/>
    <w:rsid w:val="00205B7C"/>
    <w:rsid w:val="00217EF0"/>
    <w:rsid w:val="0022180D"/>
    <w:rsid w:val="00222F49"/>
    <w:rsid w:val="00227C36"/>
    <w:rsid w:val="00246069"/>
    <w:rsid w:val="00254EBB"/>
    <w:rsid w:val="0025734E"/>
    <w:rsid w:val="002577FF"/>
    <w:rsid w:val="00261109"/>
    <w:rsid w:val="002858EC"/>
    <w:rsid w:val="00286BBA"/>
    <w:rsid w:val="00293349"/>
    <w:rsid w:val="002A2166"/>
    <w:rsid w:val="002B3C18"/>
    <w:rsid w:val="002C1C48"/>
    <w:rsid w:val="002D075F"/>
    <w:rsid w:val="002E1859"/>
    <w:rsid w:val="002E3EEA"/>
    <w:rsid w:val="002E6B96"/>
    <w:rsid w:val="002F2544"/>
    <w:rsid w:val="002F3A46"/>
    <w:rsid w:val="003011EC"/>
    <w:rsid w:val="00305138"/>
    <w:rsid w:val="0030637F"/>
    <w:rsid w:val="00306B73"/>
    <w:rsid w:val="003072A8"/>
    <w:rsid w:val="00307BDE"/>
    <w:rsid w:val="00317DA1"/>
    <w:rsid w:val="003374C5"/>
    <w:rsid w:val="00352E07"/>
    <w:rsid w:val="00367CC0"/>
    <w:rsid w:val="00370CC5"/>
    <w:rsid w:val="00381BD4"/>
    <w:rsid w:val="00383C08"/>
    <w:rsid w:val="0039360C"/>
    <w:rsid w:val="003A2935"/>
    <w:rsid w:val="003A40B1"/>
    <w:rsid w:val="003B15C2"/>
    <w:rsid w:val="003B30AB"/>
    <w:rsid w:val="003C7C34"/>
    <w:rsid w:val="003D20D8"/>
    <w:rsid w:val="003D52AF"/>
    <w:rsid w:val="003E2653"/>
    <w:rsid w:val="003F11B3"/>
    <w:rsid w:val="003F14FD"/>
    <w:rsid w:val="00406180"/>
    <w:rsid w:val="00412D94"/>
    <w:rsid w:val="004224C6"/>
    <w:rsid w:val="00425C3E"/>
    <w:rsid w:val="00436469"/>
    <w:rsid w:val="004627F2"/>
    <w:rsid w:val="004628A1"/>
    <w:rsid w:val="00462D62"/>
    <w:rsid w:val="004636CA"/>
    <w:rsid w:val="00471223"/>
    <w:rsid w:val="004A0662"/>
    <w:rsid w:val="004A3FA4"/>
    <w:rsid w:val="004C5BB8"/>
    <w:rsid w:val="004D1025"/>
    <w:rsid w:val="00523158"/>
    <w:rsid w:val="005232F9"/>
    <w:rsid w:val="005355AB"/>
    <w:rsid w:val="00545C3E"/>
    <w:rsid w:val="00550AF2"/>
    <w:rsid w:val="00556D2E"/>
    <w:rsid w:val="005578A2"/>
    <w:rsid w:val="00566D6E"/>
    <w:rsid w:val="00570329"/>
    <w:rsid w:val="00575166"/>
    <w:rsid w:val="00584EE4"/>
    <w:rsid w:val="00593200"/>
    <w:rsid w:val="005B75B4"/>
    <w:rsid w:val="005F0B64"/>
    <w:rsid w:val="00602FE6"/>
    <w:rsid w:val="00605685"/>
    <w:rsid w:val="00606733"/>
    <w:rsid w:val="00626185"/>
    <w:rsid w:val="00632518"/>
    <w:rsid w:val="00632DF8"/>
    <w:rsid w:val="006336B7"/>
    <w:rsid w:val="006360C6"/>
    <w:rsid w:val="00647CDF"/>
    <w:rsid w:val="006809F2"/>
    <w:rsid w:val="006A7FED"/>
    <w:rsid w:val="006B108E"/>
    <w:rsid w:val="006B19F7"/>
    <w:rsid w:val="006B3737"/>
    <w:rsid w:val="006C037E"/>
    <w:rsid w:val="006C296F"/>
    <w:rsid w:val="006C311C"/>
    <w:rsid w:val="006C4C1D"/>
    <w:rsid w:val="006D1097"/>
    <w:rsid w:val="006D2B8D"/>
    <w:rsid w:val="006D61E4"/>
    <w:rsid w:val="006D6988"/>
    <w:rsid w:val="006F072F"/>
    <w:rsid w:val="006F32B5"/>
    <w:rsid w:val="006F538E"/>
    <w:rsid w:val="00714138"/>
    <w:rsid w:val="00721698"/>
    <w:rsid w:val="00724329"/>
    <w:rsid w:val="0073632B"/>
    <w:rsid w:val="007642B7"/>
    <w:rsid w:val="007668A9"/>
    <w:rsid w:val="00767031"/>
    <w:rsid w:val="0078163A"/>
    <w:rsid w:val="00787E71"/>
    <w:rsid w:val="00792671"/>
    <w:rsid w:val="007956F6"/>
    <w:rsid w:val="007B373E"/>
    <w:rsid w:val="007B5E7E"/>
    <w:rsid w:val="007C29F5"/>
    <w:rsid w:val="007C37B3"/>
    <w:rsid w:val="007C47E9"/>
    <w:rsid w:val="007C76ED"/>
    <w:rsid w:val="007D4BD6"/>
    <w:rsid w:val="007E50B6"/>
    <w:rsid w:val="007F438C"/>
    <w:rsid w:val="007F7B8F"/>
    <w:rsid w:val="008071F1"/>
    <w:rsid w:val="00812F87"/>
    <w:rsid w:val="00814034"/>
    <w:rsid w:val="00816D77"/>
    <w:rsid w:val="00820FB2"/>
    <w:rsid w:val="008211BB"/>
    <w:rsid w:val="008269A4"/>
    <w:rsid w:val="00836655"/>
    <w:rsid w:val="00845892"/>
    <w:rsid w:val="00853042"/>
    <w:rsid w:val="00855166"/>
    <w:rsid w:val="0087446A"/>
    <w:rsid w:val="00884AB3"/>
    <w:rsid w:val="00887E97"/>
    <w:rsid w:val="008A4888"/>
    <w:rsid w:val="008C0B8C"/>
    <w:rsid w:val="008C2F20"/>
    <w:rsid w:val="008E5A7D"/>
    <w:rsid w:val="00902A12"/>
    <w:rsid w:val="009063E2"/>
    <w:rsid w:val="009074EE"/>
    <w:rsid w:val="00907CA7"/>
    <w:rsid w:val="00907DD3"/>
    <w:rsid w:val="00917204"/>
    <w:rsid w:val="0092435E"/>
    <w:rsid w:val="00931EFD"/>
    <w:rsid w:val="00962227"/>
    <w:rsid w:val="00962526"/>
    <w:rsid w:val="009649F3"/>
    <w:rsid w:val="00967757"/>
    <w:rsid w:val="00971591"/>
    <w:rsid w:val="00971C32"/>
    <w:rsid w:val="009740EA"/>
    <w:rsid w:val="009764FA"/>
    <w:rsid w:val="009816B7"/>
    <w:rsid w:val="009863BA"/>
    <w:rsid w:val="00992646"/>
    <w:rsid w:val="00995585"/>
    <w:rsid w:val="00995988"/>
    <w:rsid w:val="00997CF1"/>
    <w:rsid w:val="009A005D"/>
    <w:rsid w:val="009A0901"/>
    <w:rsid w:val="009A3171"/>
    <w:rsid w:val="009A693C"/>
    <w:rsid w:val="009B1B86"/>
    <w:rsid w:val="009B4768"/>
    <w:rsid w:val="009E2F65"/>
    <w:rsid w:val="009E4A2E"/>
    <w:rsid w:val="009F0497"/>
    <w:rsid w:val="00A0191F"/>
    <w:rsid w:val="00A51100"/>
    <w:rsid w:val="00A52A0B"/>
    <w:rsid w:val="00A52AD4"/>
    <w:rsid w:val="00A73CDF"/>
    <w:rsid w:val="00A7445D"/>
    <w:rsid w:val="00AA0444"/>
    <w:rsid w:val="00AA4E3E"/>
    <w:rsid w:val="00AA57CF"/>
    <w:rsid w:val="00AA5D40"/>
    <w:rsid w:val="00AB51D7"/>
    <w:rsid w:val="00AB6770"/>
    <w:rsid w:val="00AB7089"/>
    <w:rsid w:val="00AC3127"/>
    <w:rsid w:val="00AC54BA"/>
    <w:rsid w:val="00AD0DDD"/>
    <w:rsid w:val="00AE5620"/>
    <w:rsid w:val="00B0317C"/>
    <w:rsid w:val="00B065D2"/>
    <w:rsid w:val="00B11AC5"/>
    <w:rsid w:val="00B40C9B"/>
    <w:rsid w:val="00B40E3E"/>
    <w:rsid w:val="00B42B9E"/>
    <w:rsid w:val="00B435BF"/>
    <w:rsid w:val="00B53AF4"/>
    <w:rsid w:val="00B57222"/>
    <w:rsid w:val="00B87ADE"/>
    <w:rsid w:val="00B92487"/>
    <w:rsid w:val="00BA3CFC"/>
    <w:rsid w:val="00BA4D1D"/>
    <w:rsid w:val="00BB17AC"/>
    <w:rsid w:val="00BB476C"/>
    <w:rsid w:val="00BD161D"/>
    <w:rsid w:val="00BE3EF8"/>
    <w:rsid w:val="00C02538"/>
    <w:rsid w:val="00C06AE2"/>
    <w:rsid w:val="00C129E2"/>
    <w:rsid w:val="00C134E8"/>
    <w:rsid w:val="00C154F7"/>
    <w:rsid w:val="00C30949"/>
    <w:rsid w:val="00C35A36"/>
    <w:rsid w:val="00C415E9"/>
    <w:rsid w:val="00C50C75"/>
    <w:rsid w:val="00C51C16"/>
    <w:rsid w:val="00C679F6"/>
    <w:rsid w:val="00C77B6B"/>
    <w:rsid w:val="00C87FD6"/>
    <w:rsid w:val="00CB0926"/>
    <w:rsid w:val="00CB2272"/>
    <w:rsid w:val="00CC1CC7"/>
    <w:rsid w:val="00CE372B"/>
    <w:rsid w:val="00CE4C0C"/>
    <w:rsid w:val="00D0034E"/>
    <w:rsid w:val="00D12842"/>
    <w:rsid w:val="00D13A4E"/>
    <w:rsid w:val="00D16190"/>
    <w:rsid w:val="00D32DCE"/>
    <w:rsid w:val="00D44382"/>
    <w:rsid w:val="00D47390"/>
    <w:rsid w:val="00D529B8"/>
    <w:rsid w:val="00D62962"/>
    <w:rsid w:val="00D82120"/>
    <w:rsid w:val="00D87AFA"/>
    <w:rsid w:val="00D926D5"/>
    <w:rsid w:val="00D94A67"/>
    <w:rsid w:val="00DA1FA1"/>
    <w:rsid w:val="00DA3B70"/>
    <w:rsid w:val="00DB2103"/>
    <w:rsid w:val="00DC1A26"/>
    <w:rsid w:val="00DD3332"/>
    <w:rsid w:val="00DD4853"/>
    <w:rsid w:val="00DF065D"/>
    <w:rsid w:val="00DF31EC"/>
    <w:rsid w:val="00DF66AA"/>
    <w:rsid w:val="00E23475"/>
    <w:rsid w:val="00E238FE"/>
    <w:rsid w:val="00E274D4"/>
    <w:rsid w:val="00E333EA"/>
    <w:rsid w:val="00E34CFC"/>
    <w:rsid w:val="00E5205D"/>
    <w:rsid w:val="00E53D40"/>
    <w:rsid w:val="00E57E65"/>
    <w:rsid w:val="00E647A0"/>
    <w:rsid w:val="00E67FA6"/>
    <w:rsid w:val="00E70BDF"/>
    <w:rsid w:val="00E71601"/>
    <w:rsid w:val="00E75173"/>
    <w:rsid w:val="00E819D8"/>
    <w:rsid w:val="00E83554"/>
    <w:rsid w:val="00EA2304"/>
    <w:rsid w:val="00EA6DA3"/>
    <w:rsid w:val="00ED2D94"/>
    <w:rsid w:val="00ED2EEE"/>
    <w:rsid w:val="00ED4173"/>
    <w:rsid w:val="00EE2A63"/>
    <w:rsid w:val="00EE3207"/>
    <w:rsid w:val="00EF3025"/>
    <w:rsid w:val="00F075E9"/>
    <w:rsid w:val="00F27E53"/>
    <w:rsid w:val="00F315B9"/>
    <w:rsid w:val="00F31E95"/>
    <w:rsid w:val="00F43F40"/>
    <w:rsid w:val="00F44BD8"/>
    <w:rsid w:val="00F472B0"/>
    <w:rsid w:val="00F51D4C"/>
    <w:rsid w:val="00F67450"/>
    <w:rsid w:val="00F74808"/>
    <w:rsid w:val="00F85558"/>
    <w:rsid w:val="00F93F27"/>
    <w:rsid w:val="00FA1E79"/>
    <w:rsid w:val="00FB2D23"/>
    <w:rsid w:val="00FB65A8"/>
    <w:rsid w:val="00FC4CDB"/>
    <w:rsid w:val="00FD024A"/>
    <w:rsid w:val="00FD0810"/>
    <w:rsid w:val="00FD3DF0"/>
    <w:rsid w:val="00FF1B52"/>
    <w:rsid w:val="00FF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54D9AF7"/>
  <w15:docId w15:val="{60CBB8AE-0B39-4F8A-9E5A-5840C7CD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arianne" w:eastAsia="Marianne" w:hAnsi="Marianne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2A8"/>
    <w:pPr>
      <w:spacing w:before="120" w:after="120" w:line="260" w:lineRule="atLeast"/>
      <w:jc w:val="both"/>
    </w:pPr>
    <w:rPr>
      <w:rFonts w:ascii="Arial" w:hAnsi="Arial"/>
    </w:rPr>
  </w:style>
  <w:style w:type="paragraph" w:styleId="Titre1">
    <w:name w:val="heading 1"/>
    <w:basedOn w:val="Titre2"/>
    <w:next w:val="Normal"/>
    <w:link w:val="Titre1Car"/>
    <w:uiPriority w:val="9"/>
    <w:qFormat/>
    <w:rsid w:val="003D20D8"/>
    <w:pPr>
      <w:numPr>
        <w:ilvl w:val="0"/>
      </w:numPr>
      <w:spacing w:after="240"/>
      <w:ind w:right="0"/>
      <w:outlineLvl w:val="0"/>
    </w:pPr>
    <w:rPr>
      <w:sz w:val="26"/>
      <w:szCs w:val="26"/>
    </w:rPr>
  </w:style>
  <w:style w:type="paragraph" w:styleId="Titre2">
    <w:name w:val="heading 2"/>
    <w:basedOn w:val="Titre"/>
    <w:next w:val="Normal"/>
    <w:link w:val="Titre2Car"/>
    <w:uiPriority w:val="9"/>
    <w:qFormat/>
    <w:rsid w:val="003D20D8"/>
    <w:pPr>
      <w:numPr>
        <w:ilvl w:val="1"/>
        <w:numId w:val="17"/>
      </w:numPr>
      <w:outlineLvl w:val="1"/>
    </w:pPr>
    <w:rPr>
      <w:b/>
      <w:i w:val="0"/>
    </w:rPr>
  </w:style>
  <w:style w:type="paragraph" w:styleId="Titre3">
    <w:name w:val="heading 3"/>
    <w:basedOn w:val="Normal"/>
    <w:next w:val="Normal"/>
    <w:link w:val="Titre3Car"/>
    <w:uiPriority w:val="9"/>
    <w:qFormat/>
    <w:rsid w:val="00191795"/>
    <w:pPr>
      <w:numPr>
        <w:ilvl w:val="2"/>
        <w:numId w:val="17"/>
      </w:numPr>
      <w:outlineLvl w:val="2"/>
    </w:pPr>
    <w:rPr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191795"/>
    <w:pPr>
      <w:numPr>
        <w:ilvl w:val="3"/>
        <w:numId w:val="17"/>
      </w:numPr>
      <w:outlineLvl w:val="3"/>
    </w:pPr>
  </w:style>
  <w:style w:type="paragraph" w:styleId="Titre5">
    <w:name w:val="heading 5"/>
    <w:basedOn w:val="Normal"/>
    <w:next w:val="Normal"/>
    <w:link w:val="Titre5Car"/>
    <w:uiPriority w:val="9"/>
    <w:qFormat/>
    <w:rsid w:val="00FA1E79"/>
    <w:pPr>
      <w:keepNext/>
      <w:keepLines/>
      <w:numPr>
        <w:ilvl w:val="4"/>
        <w:numId w:val="17"/>
      </w:numPr>
      <w:spacing w:before="200"/>
      <w:outlineLvl w:val="4"/>
    </w:pPr>
    <w:rPr>
      <w:rFonts w:ascii="Marianne" w:eastAsia="SimSun" w:hAnsi="Marianne"/>
      <w:color w:val="002B20"/>
      <w:sz w:val="18"/>
      <w:szCs w:val="18"/>
    </w:rPr>
  </w:style>
  <w:style w:type="paragraph" w:styleId="Titre6">
    <w:name w:val="heading 6"/>
    <w:basedOn w:val="Normal"/>
    <w:next w:val="Normal"/>
    <w:link w:val="Titre6Car"/>
    <w:uiPriority w:val="9"/>
    <w:qFormat/>
    <w:rsid w:val="00FA1E79"/>
    <w:pPr>
      <w:keepNext/>
      <w:keepLines/>
      <w:numPr>
        <w:ilvl w:val="5"/>
        <w:numId w:val="17"/>
      </w:numPr>
      <w:spacing w:before="200"/>
      <w:outlineLvl w:val="5"/>
    </w:pPr>
    <w:rPr>
      <w:rFonts w:ascii="Marianne" w:eastAsia="SimSun" w:hAnsi="Marianne"/>
      <w:i/>
      <w:iCs/>
      <w:color w:val="002B20"/>
      <w:sz w:val="18"/>
      <w:szCs w:val="18"/>
    </w:rPr>
  </w:style>
  <w:style w:type="paragraph" w:styleId="Titre7">
    <w:name w:val="heading 7"/>
    <w:basedOn w:val="Normal"/>
    <w:next w:val="Normal"/>
    <w:link w:val="Titre7Car"/>
    <w:uiPriority w:val="9"/>
    <w:qFormat/>
    <w:rsid w:val="00FA1E79"/>
    <w:pPr>
      <w:keepNext/>
      <w:keepLines/>
      <w:numPr>
        <w:ilvl w:val="6"/>
        <w:numId w:val="17"/>
      </w:numPr>
      <w:spacing w:before="200"/>
      <w:outlineLvl w:val="6"/>
    </w:pPr>
    <w:rPr>
      <w:rFonts w:ascii="Marianne" w:eastAsia="SimSun" w:hAnsi="Marianne"/>
      <w:i/>
      <w:iCs/>
      <w:color w:val="404040"/>
      <w:sz w:val="18"/>
      <w:szCs w:val="18"/>
    </w:rPr>
  </w:style>
  <w:style w:type="paragraph" w:styleId="Titre8">
    <w:name w:val="heading 8"/>
    <w:basedOn w:val="Normal"/>
    <w:next w:val="Normal"/>
    <w:link w:val="Titre8Car"/>
    <w:uiPriority w:val="9"/>
    <w:qFormat/>
    <w:rsid w:val="00FA1E79"/>
    <w:pPr>
      <w:keepNext/>
      <w:keepLines/>
      <w:numPr>
        <w:ilvl w:val="7"/>
        <w:numId w:val="17"/>
      </w:numPr>
      <w:spacing w:before="200"/>
      <w:outlineLvl w:val="7"/>
    </w:pPr>
    <w:rPr>
      <w:rFonts w:ascii="Marianne" w:eastAsia="SimSun" w:hAnsi="Marianne"/>
      <w:color w:val="404040"/>
    </w:rPr>
  </w:style>
  <w:style w:type="paragraph" w:styleId="Titre9">
    <w:name w:val="heading 9"/>
    <w:basedOn w:val="Normal"/>
    <w:next w:val="Normal"/>
    <w:link w:val="Titre9Car"/>
    <w:uiPriority w:val="9"/>
    <w:qFormat/>
    <w:rsid w:val="00FA1E79"/>
    <w:pPr>
      <w:keepNext/>
      <w:keepLines/>
      <w:numPr>
        <w:ilvl w:val="8"/>
        <w:numId w:val="17"/>
      </w:numPr>
      <w:spacing w:before="200"/>
      <w:outlineLvl w:val="8"/>
    </w:pPr>
    <w:rPr>
      <w:rFonts w:ascii="Marianne" w:eastAsia="SimSun" w:hAnsi="Marianne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6C311C"/>
    <w:pPr>
      <w:spacing w:line="260" w:lineRule="exact"/>
      <w:ind w:left="567" w:right="567"/>
      <w:jc w:val="right"/>
    </w:pPr>
    <w:rPr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6C311C"/>
  </w:style>
  <w:style w:type="paragraph" w:styleId="Pieddepage">
    <w:name w:val="footer"/>
    <w:link w:val="PieddepageCar"/>
    <w:unhideWhenUsed/>
    <w:rsid w:val="003C7C34"/>
    <w:pPr>
      <w:spacing w:line="240" w:lineRule="exact"/>
    </w:pPr>
    <w:rPr>
      <w:lang w:eastAsia="en-US"/>
    </w:rPr>
  </w:style>
  <w:style w:type="character" w:customStyle="1" w:styleId="PieddepageCar">
    <w:name w:val="Pied de page Car"/>
    <w:link w:val="Pieddepage"/>
    <w:rsid w:val="003C7C34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Listecouleur-Accent11">
    <w:name w:val="Liste couleur - Accent 11"/>
    <w:basedOn w:val="Normal"/>
    <w:uiPriority w:val="34"/>
    <w:semiHidden/>
    <w:rsid w:val="00FA1E79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3D20D8"/>
    <w:rPr>
      <w:rFonts w:ascii="Arial" w:eastAsia="SimSun" w:hAnsi="Arial"/>
      <w:b/>
      <w:spacing w:val="-10"/>
      <w:kern w:val="28"/>
      <w:sz w:val="26"/>
      <w:szCs w:val="26"/>
    </w:rPr>
  </w:style>
  <w:style w:type="character" w:customStyle="1" w:styleId="Titre2Car">
    <w:name w:val="Titre 2 Car"/>
    <w:link w:val="Titre2"/>
    <w:uiPriority w:val="9"/>
    <w:rsid w:val="003D20D8"/>
    <w:rPr>
      <w:rFonts w:ascii="Arial" w:eastAsia="SimSun" w:hAnsi="Arial"/>
      <w:b/>
      <w:spacing w:val="-10"/>
      <w:kern w:val="28"/>
      <w:sz w:val="24"/>
      <w:szCs w:val="56"/>
    </w:rPr>
  </w:style>
  <w:style w:type="character" w:customStyle="1" w:styleId="Titre3Car">
    <w:name w:val="Titre 3 Car"/>
    <w:link w:val="Titre3"/>
    <w:uiPriority w:val="9"/>
    <w:rsid w:val="00191795"/>
    <w:rPr>
      <w:rFonts w:ascii="Arial" w:hAnsi="Arial"/>
      <w:sz w:val="22"/>
      <w:szCs w:val="22"/>
    </w:rPr>
  </w:style>
  <w:style w:type="character" w:customStyle="1" w:styleId="Titre4Car">
    <w:name w:val="Titre 4 Car"/>
    <w:link w:val="Titre4"/>
    <w:uiPriority w:val="9"/>
    <w:rsid w:val="00191795"/>
    <w:rPr>
      <w:rFonts w:ascii="Arial" w:hAnsi="Arial"/>
    </w:rPr>
  </w:style>
  <w:style w:type="character" w:customStyle="1" w:styleId="Titre5Car">
    <w:name w:val="Titre 5 Car"/>
    <w:link w:val="Titre5"/>
    <w:uiPriority w:val="9"/>
    <w:rsid w:val="00FA1E79"/>
    <w:rPr>
      <w:rFonts w:eastAsia="SimSun"/>
      <w:color w:val="002B20"/>
      <w:sz w:val="18"/>
      <w:szCs w:val="18"/>
    </w:rPr>
  </w:style>
  <w:style w:type="character" w:customStyle="1" w:styleId="Titre6Car">
    <w:name w:val="Titre 6 Car"/>
    <w:link w:val="Titre6"/>
    <w:uiPriority w:val="9"/>
    <w:rsid w:val="00FA1E79"/>
    <w:rPr>
      <w:rFonts w:eastAsia="SimSun"/>
      <w:i/>
      <w:iCs/>
      <w:color w:val="002B20"/>
      <w:sz w:val="18"/>
      <w:szCs w:val="18"/>
    </w:rPr>
  </w:style>
  <w:style w:type="character" w:customStyle="1" w:styleId="Titre7Car">
    <w:name w:val="Titre 7 Car"/>
    <w:link w:val="Titre7"/>
    <w:uiPriority w:val="9"/>
    <w:rsid w:val="00FA1E79"/>
    <w:rPr>
      <w:rFonts w:eastAsia="SimSun"/>
      <w:i/>
      <w:iCs/>
      <w:color w:val="404040"/>
      <w:sz w:val="18"/>
      <w:szCs w:val="18"/>
    </w:rPr>
  </w:style>
  <w:style w:type="character" w:customStyle="1" w:styleId="Titre8Car">
    <w:name w:val="Titre 8 Car"/>
    <w:link w:val="Titre8"/>
    <w:uiPriority w:val="9"/>
    <w:rsid w:val="00FA1E79"/>
    <w:rPr>
      <w:rFonts w:eastAsia="SimSun"/>
      <w:color w:val="404040"/>
    </w:rPr>
  </w:style>
  <w:style w:type="character" w:customStyle="1" w:styleId="Titre9Car">
    <w:name w:val="Titre 9 Car"/>
    <w:link w:val="Titre9"/>
    <w:uiPriority w:val="9"/>
    <w:rsid w:val="00FA1E79"/>
    <w:rPr>
      <w:rFonts w:eastAsia="SimSun"/>
      <w:i/>
      <w:iCs/>
      <w:color w:val="404040"/>
    </w:rPr>
  </w:style>
  <w:style w:type="paragraph" w:customStyle="1" w:styleId="Textepuce1">
    <w:name w:val="Texte puce 1"/>
    <w:basedOn w:val="Listecouleur-Accent11"/>
    <w:rsid w:val="00406180"/>
    <w:pPr>
      <w:numPr>
        <w:numId w:val="11"/>
      </w:numPr>
      <w:ind w:left="709" w:right="567" w:hanging="142"/>
    </w:pPr>
    <w:rPr>
      <w:szCs w:val="18"/>
    </w:rPr>
  </w:style>
  <w:style w:type="paragraph" w:customStyle="1" w:styleId="Textedesaisie">
    <w:name w:val="Texte de saisie"/>
    <w:basedOn w:val="Normal"/>
    <w:qFormat/>
    <w:rsid w:val="001F5545"/>
    <w:pPr>
      <w:ind w:left="567" w:right="567"/>
    </w:pPr>
  </w:style>
  <w:style w:type="paragraph" w:customStyle="1" w:styleId="Objetnote">
    <w:name w:val="Objet note"/>
    <w:basedOn w:val="Normal"/>
    <w:qFormat/>
    <w:rsid w:val="00D13A4E"/>
    <w:pPr>
      <w:jc w:val="center"/>
    </w:pPr>
    <w:rPr>
      <w:caps/>
    </w:rPr>
  </w:style>
  <w:style w:type="paragraph" w:customStyle="1" w:styleId="Sujetdelanote">
    <w:name w:val="Sujet de la note"/>
    <w:basedOn w:val="Normal"/>
    <w:qFormat/>
    <w:rsid w:val="007F438C"/>
    <w:pPr>
      <w:spacing w:line="288" w:lineRule="atLeast"/>
    </w:pPr>
    <w:rPr>
      <w:b/>
      <w:sz w:val="24"/>
    </w:rPr>
  </w:style>
  <w:style w:type="paragraph" w:customStyle="1" w:styleId="Texte-Postefonction">
    <w:name w:val="Texte - Poste/fonction"/>
    <w:basedOn w:val="Normal"/>
    <w:qFormat/>
    <w:rsid w:val="0004192F"/>
  </w:style>
  <w:style w:type="paragraph" w:customStyle="1" w:styleId="Texte-Adresseligne1">
    <w:name w:val="Texte - Adresse ligne 1"/>
    <w:basedOn w:val="Date"/>
    <w:qFormat/>
    <w:rsid w:val="003F14FD"/>
    <w:pPr>
      <w:framePr w:w="9979" w:h="936" w:wrap="notBeside" w:vAnchor="page" w:hAnchor="page" w:xAlign="center" w:yAlign="bottom" w:anchorLock="1"/>
    </w:pPr>
  </w:style>
  <w:style w:type="paragraph" w:customStyle="1" w:styleId="Texte-Adresseligne2">
    <w:name w:val="Texte - Adresse ligne 2"/>
    <w:basedOn w:val="Texte-Adresseligne1"/>
    <w:qFormat/>
    <w:rsid w:val="00902A12"/>
    <w:pPr>
      <w:framePr w:wrap="notBeside"/>
      <w:spacing w:line="260" w:lineRule="atLeast"/>
    </w:pPr>
    <w:rPr>
      <w:sz w:val="20"/>
    </w:rPr>
  </w:style>
  <w:style w:type="paragraph" w:customStyle="1" w:styleId="Texte-Tl">
    <w:name w:val="Texte - Tél."/>
    <w:basedOn w:val="Normal"/>
    <w:qFormat/>
    <w:rsid w:val="003F14FD"/>
    <w:pPr>
      <w:framePr w:w="9979" w:h="964" w:wrap="notBeside" w:vAnchor="page" w:hAnchor="page" w:xAlign="center" w:yAlign="bottom" w:anchorLock="1"/>
      <w:spacing w:line="192" w:lineRule="atLeast"/>
    </w:pPr>
    <w:rPr>
      <w:sz w:val="16"/>
    </w:rPr>
  </w:style>
  <w:style w:type="paragraph" w:customStyle="1" w:styleId="Texte-Ml">
    <w:name w:val="Texte - Mél."/>
    <w:basedOn w:val="Normal"/>
    <w:qFormat/>
    <w:rsid w:val="003F14FD"/>
    <w:pPr>
      <w:framePr w:w="9979" w:h="964" w:wrap="notBeside" w:vAnchor="page" w:hAnchor="page" w:xAlign="center" w:yAlign="bottom" w:anchorLock="1"/>
      <w:spacing w:line="192" w:lineRule="atLeast"/>
    </w:pPr>
    <w:rPr>
      <w:sz w:val="16"/>
    </w:rPr>
  </w:style>
  <w:style w:type="paragraph" w:customStyle="1" w:styleId="Texte-Pieddepage">
    <w:name w:val="Texte - Pied de page"/>
    <w:basedOn w:val="Normal"/>
    <w:qFormat/>
    <w:rsid w:val="003F14FD"/>
    <w:pPr>
      <w:framePr w:w="9979" w:h="964" w:wrap="notBeside" w:vAnchor="page" w:hAnchor="page" w:xAlign="center" w:yAlign="bottom" w:anchorLock="1"/>
      <w:spacing w:line="192" w:lineRule="atLeast"/>
    </w:pPr>
    <w:rPr>
      <w:sz w:val="16"/>
      <w:lang w:val="en-US"/>
    </w:rPr>
  </w:style>
  <w:style w:type="paragraph" w:customStyle="1" w:styleId="Pagination">
    <w:name w:val="Pagination"/>
    <w:basedOn w:val="Normal"/>
    <w:qFormat/>
    <w:rsid w:val="001A5DDF"/>
    <w:pPr>
      <w:framePr w:w="9979" w:h="964" w:wrap="notBeside" w:vAnchor="page" w:hAnchor="page" w:xAlign="center" w:yAlign="bottom" w:anchorLock="1"/>
      <w:spacing w:line="192" w:lineRule="atLeast"/>
      <w:jc w:val="center"/>
    </w:pPr>
    <w:rPr>
      <w:sz w:val="16"/>
      <w:lang w:val="en-US"/>
    </w:rPr>
  </w:style>
  <w:style w:type="paragraph" w:styleId="Date">
    <w:name w:val="Date"/>
    <w:basedOn w:val="Normal"/>
    <w:next w:val="Normal"/>
    <w:link w:val="DateCar"/>
    <w:uiPriority w:val="99"/>
    <w:rsid w:val="00836655"/>
    <w:pPr>
      <w:spacing w:line="192" w:lineRule="atLeast"/>
      <w:jc w:val="right"/>
    </w:pPr>
    <w:rPr>
      <w:sz w:val="16"/>
    </w:rPr>
  </w:style>
  <w:style w:type="character" w:customStyle="1" w:styleId="DateCar">
    <w:name w:val="Date Car"/>
    <w:link w:val="Date"/>
    <w:uiPriority w:val="99"/>
    <w:rsid w:val="00836655"/>
    <w:rPr>
      <w:sz w:val="16"/>
    </w:rPr>
  </w:style>
  <w:style w:type="paragraph" w:customStyle="1" w:styleId="Texte-Pieddepageintitul">
    <w:name w:val="Texte - Pied de page intitulé"/>
    <w:basedOn w:val="Texte-Pieddepage"/>
    <w:qFormat/>
    <w:rsid w:val="00217EF0"/>
    <w:pPr>
      <w:framePr w:w="0" w:hRule="auto" w:wrap="around" w:anchorLock="0"/>
      <w:spacing w:after="85"/>
    </w:pPr>
    <w:rPr>
      <w:b/>
    </w:rPr>
  </w:style>
  <w:style w:type="paragraph" w:customStyle="1" w:styleId="Texte-Intituldeladirection">
    <w:name w:val="Texte - Intitulé de la direction"/>
    <w:basedOn w:val="Normal"/>
    <w:qFormat/>
    <w:rsid w:val="000F2DBD"/>
    <w:pPr>
      <w:framePr w:w="9979" w:h="936" w:wrap="notBeside" w:vAnchor="page" w:hAnchor="page" w:xAlign="center" w:yAlign="bottom" w:anchorLock="1"/>
      <w:spacing w:line="270" w:lineRule="atLeast"/>
    </w:pPr>
    <w:rPr>
      <w:b/>
      <w:sz w:val="23"/>
    </w:rPr>
  </w:style>
  <w:style w:type="paragraph" w:styleId="NormalWeb">
    <w:name w:val="Normal (Web)"/>
    <w:basedOn w:val="Normal"/>
    <w:uiPriority w:val="99"/>
    <w:semiHidden/>
    <w:unhideWhenUsed/>
    <w:rsid w:val="007F438C"/>
    <w:pPr>
      <w:shd w:val="clear" w:color="auto" w:fill="FFFFFF"/>
      <w:spacing w:before="100" w:beforeAutospacing="1" w:line="240" w:lineRule="auto"/>
      <w:jc w:val="center"/>
    </w:pPr>
    <w:rPr>
      <w:rFonts w:ascii="Times New Roman" w:eastAsia="Times New Roman" w:hAnsi="Times New Roman"/>
      <w:caps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406180"/>
    <w:pPr>
      <w:spacing w:before="240" w:line="240" w:lineRule="auto"/>
      <w:ind w:left="567" w:right="567"/>
      <w:contextualSpacing/>
    </w:pPr>
    <w:rPr>
      <w:rFonts w:eastAsia="SimSun"/>
      <w:i/>
      <w:spacing w:val="-10"/>
      <w:kern w:val="28"/>
      <w:sz w:val="24"/>
      <w:szCs w:val="56"/>
    </w:rPr>
  </w:style>
  <w:style w:type="character" w:customStyle="1" w:styleId="TitreCar">
    <w:name w:val="Titre Car"/>
    <w:link w:val="Titre"/>
    <w:uiPriority w:val="10"/>
    <w:rsid w:val="00406180"/>
    <w:rPr>
      <w:rFonts w:ascii="Arial" w:eastAsia="SimSun" w:hAnsi="Arial" w:cs="Times New Roman"/>
      <w:i/>
      <w:spacing w:val="-10"/>
      <w:kern w:val="28"/>
      <w:sz w:val="24"/>
      <w:szCs w:val="56"/>
    </w:rPr>
  </w:style>
  <w:style w:type="paragraph" w:customStyle="1" w:styleId="Texteliste">
    <w:name w:val="Texte liste"/>
    <w:basedOn w:val="Textepuce1"/>
    <w:qFormat/>
    <w:rsid w:val="00902A12"/>
    <w:pPr>
      <w:numPr>
        <w:numId w:val="15"/>
      </w:numPr>
      <w:ind w:left="714" w:hanging="357"/>
    </w:pPr>
  </w:style>
  <w:style w:type="paragraph" w:customStyle="1" w:styleId="m-BlocReference">
    <w:name w:val="m-BlocReference"/>
    <w:basedOn w:val="Normal"/>
    <w:rsid w:val="008211BB"/>
    <w:pPr>
      <w:suppressAutoHyphens/>
      <w:autoSpaceDN w:val="0"/>
      <w:spacing w:line="240" w:lineRule="auto"/>
    </w:pPr>
    <w:rPr>
      <w:rFonts w:eastAsia="Arial Unicode MS" w:cs="Arial"/>
      <w:kern w:val="3"/>
      <w:szCs w:val="24"/>
      <w:lang w:eastAsia="zh-CN"/>
    </w:rPr>
  </w:style>
  <w:style w:type="paragraph" w:customStyle="1" w:styleId="Boulette1">
    <w:name w:val="Boulette 1"/>
    <w:basedOn w:val="Normal"/>
    <w:link w:val="Boulette1Car"/>
    <w:qFormat/>
    <w:rsid w:val="00FF1B52"/>
    <w:pPr>
      <w:numPr>
        <w:numId w:val="18"/>
      </w:numPr>
      <w:ind w:left="360"/>
    </w:pPr>
  </w:style>
  <w:style w:type="paragraph" w:customStyle="1" w:styleId="Boulette2">
    <w:name w:val="Boulette 2"/>
    <w:basedOn w:val="Normal"/>
    <w:link w:val="Boulette2Car"/>
    <w:qFormat/>
    <w:rsid w:val="00FF1B52"/>
    <w:pPr>
      <w:numPr>
        <w:numId w:val="19"/>
      </w:numPr>
    </w:pPr>
  </w:style>
  <w:style w:type="character" w:customStyle="1" w:styleId="Boulette1Car">
    <w:name w:val="Boulette 1 Car"/>
    <w:link w:val="Boulette1"/>
    <w:rsid w:val="00FF1B52"/>
    <w:rPr>
      <w:rFonts w:ascii="Arial" w:hAnsi="Arial"/>
    </w:rPr>
  </w:style>
  <w:style w:type="paragraph" w:customStyle="1" w:styleId="Boulette3">
    <w:name w:val="Boulette 3"/>
    <w:basedOn w:val="Normal"/>
    <w:link w:val="Boulette3Car"/>
    <w:qFormat/>
    <w:rsid w:val="00FF1B52"/>
    <w:pPr>
      <w:numPr>
        <w:numId w:val="20"/>
      </w:numPr>
      <w:ind w:left="1080"/>
    </w:pPr>
  </w:style>
  <w:style w:type="character" w:customStyle="1" w:styleId="Boulette2Car">
    <w:name w:val="Boulette 2 Car"/>
    <w:link w:val="Boulette2"/>
    <w:rsid w:val="00FF1B52"/>
    <w:rPr>
      <w:rFonts w:ascii="Arial" w:hAnsi="Arial"/>
    </w:rPr>
  </w:style>
  <w:style w:type="paragraph" w:customStyle="1" w:styleId="Signaturenote">
    <w:name w:val="Signature note"/>
    <w:basedOn w:val="En-tte"/>
    <w:link w:val="SignaturenoteCar"/>
    <w:qFormat/>
    <w:rsid w:val="00FF1B52"/>
  </w:style>
  <w:style w:type="character" w:customStyle="1" w:styleId="Boulette3Car">
    <w:name w:val="Boulette 3 Car"/>
    <w:link w:val="Boulette3"/>
    <w:rsid w:val="00FF1B52"/>
    <w:rPr>
      <w:rFonts w:ascii="Arial" w:hAnsi="Arial"/>
    </w:rPr>
  </w:style>
  <w:style w:type="paragraph" w:styleId="TM1">
    <w:name w:val="toc 1"/>
    <w:basedOn w:val="Normal"/>
    <w:next w:val="Normal"/>
    <w:autoRedefine/>
    <w:uiPriority w:val="39"/>
    <w:rsid w:val="00F31E95"/>
    <w:pPr>
      <w:suppressAutoHyphens/>
      <w:spacing w:before="240" w:after="240" w:line="240" w:lineRule="auto"/>
    </w:pPr>
    <w:rPr>
      <w:rFonts w:eastAsia="Times New Roman" w:cs="Arial"/>
      <w:b/>
      <w:bCs/>
      <w:caps/>
      <w:sz w:val="22"/>
      <w:lang w:eastAsia="zh-CN"/>
    </w:rPr>
  </w:style>
  <w:style w:type="character" w:customStyle="1" w:styleId="SignaturenoteCar">
    <w:name w:val="Signature note Car"/>
    <w:link w:val="Signaturenote"/>
    <w:rsid w:val="00FF1B52"/>
    <w:rPr>
      <w:lang w:eastAsia="en-US"/>
    </w:rPr>
  </w:style>
  <w:style w:type="paragraph" w:styleId="TM2">
    <w:name w:val="toc 2"/>
    <w:basedOn w:val="Normal"/>
    <w:next w:val="Normal"/>
    <w:autoRedefine/>
    <w:uiPriority w:val="39"/>
    <w:rsid w:val="00F31E95"/>
    <w:pPr>
      <w:suppressAutoHyphens/>
      <w:spacing w:line="240" w:lineRule="auto"/>
      <w:ind w:left="221"/>
      <w:jc w:val="left"/>
    </w:pPr>
    <w:rPr>
      <w:rFonts w:eastAsia="Times New Roman" w:cs="Arial"/>
      <w:smallCaps/>
      <w:sz w:val="22"/>
      <w:lang w:eastAsia="zh-CN"/>
    </w:rPr>
  </w:style>
  <w:style w:type="paragraph" w:styleId="TM3">
    <w:name w:val="toc 3"/>
    <w:basedOn w:val="Normal"/>
    <w:next w:val="Normal"/>
    <w:autoRedefine/>
    <w:uiPriority w:val="39"/>
    <w:rsid w:val="00F31E95"/>
    <w:pPr>
      <w:suppressAutoHyphens/>
      <w:spacing w:before="0" w:after="0" w:line="240" w:lineRule="auto"/>
      <w:ind w:left="440"/>
      <w:jc w:val="left"/>
    </w:pPr>
    <w:rPr>
      <w:rFonts w:eastAsia="Times New Roman" w:cs="Arial"/>
      <w:i/>
      <w:iCs/>
      <w:sz w:val="22"/>
      <w:lang w:eastAsia="zh-CN"/>
    </w:rPr>
  </w:style>
  <w:style w:type="paragraph" w:customStyle="1" w:styleId="En-Ttecartouche">
    <w:name w:val="En-Tête cartouche"/>
    <w:qFormat/>
    <w:rsid w:val="008C0B8C"/>
    <w:rPr>
      <w:rFonts w:ascii="Arial" w:eastAsia="Calibri" w:hAnsi="Arial" w:cs="Times New Roman (Corps CS)"/>
      <w:color w:val="365F91"/>
      <w:sz w:val="18"/>
      <w:szCs w:val="18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3D20D8"/>
    <w:pPr>
      <w:widowControl w:val="0"/>
      <w:autoSpaceDE w:val="0"/>
      <w:autoSpaceDN w:val="0"/>
      <w:spacing w:before="0" w:after="0" w:line="240" w:lineRule="auto"/>
      <w:jc w:val="left"/>
    </w:pPr>
    <w:rPr>
      <w:rFonts w:eastAsia="Arial" w:cs="Arial"/>
      <w:lang w:eastAsia="en-US"/>
    </w:rPr>
  </w:style>
  <w:style w:type="character" w:customStyle="1" w:styleId="CorpsdetexteCar">
    <w:name w:val="Corps de texte Car"/>
    <w:link w:val="Corpsdetexte"/>
    <w:uiPriority w:val="1"/>
    <w:rsid w:val="003D20D8"/>
    <w:rPr>
      <w:rFonts w:ascii="Arial" w:eastAsia="Arial" w:hAnsi="Arial" w:cs="Arial"/>
      <w:lang w:eastAsia="en-US"/>
    </w:rPr>
  </w:style>
  <w:style w:type="paragraph" w:customStyle="1" w:styleId="Sous-titre2">
    <w:name w:val="Sous-titre 2"/>
    <w:basedOn w:val="Normal"/>
    <w:next w:val="Corpsdetexte"/>
    <w:link w:val="Sous-titre2Car"/>
    <w:qFormat/>
    <w:rsid w:val="003D20D8"/>
    <w:pPr>
      <w:widowControl w:val="0"/>
      <w:autoSpaceDE w:val="0"/>
      <w:autoSpaceDN w:val="0"/>
      <w:spacing w:before="0" w:after="0" w:line="240" w:lineRule="auto"/>
      <w:jc w:val="center"/>
    </w:pPr>
    <w:rPr>
      <w:rFonts w:eastAsia="Arial" w:cs="Arial"/>
      <w:sz w:val="16"/>
      <w:szCs w:val="16"/>
      <w:lang w:eastAsia="en-US"/>
    </w:rPr>
  </w:style>
  <w:style w:type="paragraph" w:customStyle="1" w:styleId="Titre1demapage">
    <w:name w:val="Titre 1 de ma page"/>
    <w:basedOn w:val="Corpsdetexte"/>
    <w:next w:val="Corpsdetexte"/>
    <w:link w:val="Titre1demapageCar"/>
    <w:autoRedefine/>
    <w:qFormat/>
    <w:rsid w:val="003D20D8"/>
    <w:pPr>
      <w:spacing w:before="1"/>
    </w:pPr>
    <w:rPr>
      <w:b/>
      <w:bCs/>
    </w:rPr>
  </w:style>
  <w:style w:type="character" w:customStyle="1" w:styleId="Sous-titre2Car">
    <w:name w:val="Sous-titre 2 Car"/>
    <w:link w:val="Sous-titre2"/>
    <w:rsid w:val="003D20D8"/>
    <w:rPr>
      <w:rFonts w:ascii="Arial" w:eastAsia="Arial" w:hAnsi="Arial" w:cs="Arial"/>
      <w:sz w:val="16"/>
      <w:szCs w:val="16"/>
      <w:lang w:eastAsia="en-US"/>
    </w:rPr>
  </w:style>
  <w:style w:type="paragraph" w:customStyle="1" w:styleId="Titre2demapage">
    <w:name w:val="Titre 2 de ma page"/>
    <w:basedOn w:val="Titre1demapage"/>
    <w:next w:val="Corpsdetexte"/>
    <w:link w:val="Titre2demapageCar"/>
    <w:autoRedefine/>
    <w:qFormat/>
    <w:rsid w:val="003D20D8"/>
    <w:pPr>
      <w:spacing w:line="276" w:lineRule="auto"/>
    </w:pPr>
    <w:rPr>
      <w:sz w:val="16"/>
      <w:szCs w:val="16"/>
    </w:rPr>
  </w:style>
  <w:style w:type="character" w:customStyle="1" w:styleId="Titre1demapageCar">
    <w:name w:val="Titre 1 de ma page Car"/>
    <w:link w:val="Titre1demapage"/>
    <w:rsid w:val="003D20D8"/>
    <w:rPr>
      <w:rFonts w:ascii="Arial" w:eastAsia="Arial" w:hAnsi="Arial" w:cs="Arial"/>
      <w:b/>
      <w:bCs/>
      <w:lang w:eastAsia="en-US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3D20D8"/>
    <w:rPr>
      <w:b w:val="0"/>
      <w:bCs w:val="0"/>
    </w:rPr>
  </w:style>
  <w:style w:type="character" w:customStyle="1" w:styleId="Titre2demapageCar">
    <w:name w:val="Titre 2 de ma page Car"/>
    <w:link w:val="Titre2demapage"/>
    <w:rsid w:val="003D20D8"/>
    <w:rPr>
      <w:rFonts w:ascii="Arial" w:eastAsia="Arial" w:hAnsi="Arial" w:cs="Arial"/>
      <w:b/>
      <w:bCs/>
      <w:sz w:val="16"/>
      <w:szCs w:val="16"/>
      <w:lang w:eastAsia="en-US"/>
    </w:rPr>
  </w:style>
  <w:style w:type="character" w:customStyle="1" w:styleId="Titre3demapageCar">
    <w:name w:val="Titre 3 de ma page Car"/>
    <w:link w:val="Titre3demapage"/>
    <w:rsid w:val="003D20D8"/>
    <w:rPr>
      <w:rFonts w:ascii="Arial" w:eastAsia="Arial" w:hAnsi="Arial" w:cs="Arial"/>
      <w:sz w:val="16"/>
      <w:szCs w:val="16"/>
      <w:lang w:eastAsia="en-US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3D20D8"/>
    <w:pPr>
      <w:widowControl w:val="0"/>
      <w:tabs>
        <w:tab w:val="right" w:pos="9026"/>
      </w:tabs>
      <w:autoSpaceDE w:val="0"/>
      <w:autoSpaceDN w:val="0"/>
      <w:spacing w:line="240" w:lineRule="auto"/>
      <w:ind w:left="0" w:right="0"/>
    </w:pPr>
    <w:rPr>
      <w:rFonts w:ascii="Arial" w:eastAsia="Arial" w:hAnsi="Arial" w:cs="Arial"/>
      <w:b/>
      <w:bCs/>
      <w:sz w:val="24"/>
      <w:szCs w:val="24"/>
      <w:lang w:val="en-US"/>
    </w:rPr>
  </w:style>
  <w:style w:type="character" w:customStyle="1" w:styleId="IntituldirectionCar">
    <w:name w:val="Intitulé direction Car"/>
    <w:link w:val="Intituldirection"/>
    <w:rsid w:val="003D20D8"/>
    <w:rPr>
      <w:rFonts w:ascii="Arial" w:eastAsia="Arial" w:hAnsi="Arial" w:cs="Arial"/>
      <w:b/>
      <w:bCs/>
      <w:sz w:val="24"/>
      <w:szCs w:val="24"/>
      <w:lang w:val="en-US" w:eastAsia="en-US"/>
    </w:rPr>
  </w:style>
  <w:style w:type="character" w:styleId="Lienhypertexte">
    <w:name w:val="Hyperlink"/>
    <w:uiPriority w:val="99"/>
    <w:rsid w:val="009816B7"/>
    <w:rPr>
      <w:color w:val="0000FF"/>
      <w:u w:val="single"/>
    </w:rPr>
  </w:style>
  <w:style w:type="character" w:styleId="Accentuation">
    <w:name w:val="Emphasis"/>
    <w:uiPriority w:val="20"/>
    <w:qFormat/>
    <w:rsid w:val="009816B7"/>
    <w:rPr>
      <w:rFonts w:ascii="Arial" w:hAnsi="Arial" w:cs="Arial"/>
      <w:b/>
      <w:bCs/>
      <w:sz w:val="22"/>
      <w:szCs w:val="22"/>
    </w:rPr>
  </w:style>
  <w:style w:type="paragraph" w:customStyle="1" w:styleId="Puce1">
    <w:name w:val="Puce 1"/>
    <w:basedOn w:val="Paragraphedeliste"/>
    <w:link w:val="Puce1Car"/>
    <w:qFormat/>
    <w:rsid w:val="009816B7"/>
    <w:pPr>
      <w:numPr>
        <w:numId w:val="21"/>
      </w:numPr>
      <w:spacing w:before="0" w:after="0" w:line="240" w:lineRule="auto"/>
      <w:contextualSpacing/>
    </w:pPr>
    <w:rPr>
      <w:rFonts w:eastAsia="Times New Roman" w:cs="Liberation Sans"/>
      <w:lang w:bidi="my-MM"/>
    </w:rPr>
  </w:style>
  <w:style w:type="character" w:customStyle="1" w:styleId="Puce1Car">
    <w:name w:val="Puce 1 Car"/>
    <w:link w:val="Puce1"/>
    <w:rsid w:val="009816B7"/>
    <w:rPr>
      <w:rFonts w:ascii="Arial" w:eastAsia="Times New Roman" w:hAnsi="Arial" w:cs="Liberation Sans"/>
      <w:lang w:bidi="my-MM"/>
    </w:rPr>
  </w:style>
  <w:style w:type="paragraph" w:customStyle="1" w:styleId="Lien">
    <w:name w:val="Lien"/>
    <w:basedOn w:val="Normal"/>
    <w:link w:val="LienCar"/>
    <w:qFormat/>
    <w:rsid w:val="009816B7"/>
    <w:pPr>
      <w:spacing w:line="240" w:lineRule="atLeast"/>
      <w:jc w:val="center"/>
    </w:pPr>
    <w:rPr>
      <w:lang w:eastAsia="ko-KR" w:bidi="my-MM"/>
    </w:rPr>
  </w:style>
  <w:style w:type="paragraph" w:customStyle="1" w:styleId="Puce2">
    <w:name w:val="Puce 2"/>
    <w:basedOn w:val="Paragraphedeliste"/>
    <w:qFormat/>
    <w:rsid w:val="009816B7"/>
    <w:pPr>
      <w:numPr>
        <w:ilvl w:val="1"/>
        <w:numId w:val="21"/>
      </w:numPr>
      <w:spacing w:before="0" w:after="0" w:line="240" w:lineRule="auto"/>
      <w:ind w:left="1434" w:hanging="357"/>
      <w:contextualSpacing/>
    </w:pPr>
    <w:rPr>
      <w:rFonts w:ascii="Liberation Sans" w:eastAsia="Times New Roman" w:hAnsi="Liberation Sans" w:cs="Liberation Sans"/>
      <w:lang w:bidi="my-MM"/>
    </w:rPr>
  </w:style>
  <w:style w:type="character" w:customStyle="1" w:styleId="LienCar">
    <w:name w:val="Lien Car"/>
    <w:link w:val="Lien"/>
    <w:rsid w:val="009816B7"/>
    <w:rPr>
      <w:rFonts w:ascii="Arial" w:hAnsi="Arial"/>
      <w:lang w:eastAsia="ko-KR" w:bidi="my-MM"/>
    </w:rPr>
  </w:style>
  <w:style w:type="paragraph" w:styleId="Paragraphedeliste">
    <w:name w:val="List Paragraph"/>
    <w:basedOn w:val="Normal"/>
    <w:uiPriority w:val="72"/>
    <w:qFormat/>
    <w:rsid w:val="009816B7"/>
    <w:pPr>
      <w:ind w:left="708"/>
    </w:pPr>
  </w:style>
  <w:style w:type="paragraph" w:customStyle="1" w:styleId="m-CopieA2">
    <w:name w:val="m-CopieA2"/>
    <w:basedOn w:val="Normal"/>
    <w:rsid w:val="004A0662"/>
    <w:pPr>
      <w:suppressAutoHyphens/>
      <w:spacing w:before="0" w:after="0" w:line="260" w:lineRule="exact"/>
      <w:ind w:left="820"/>
      <w:jc w:val="left"/>
    </w:pPr>
    <w:rPr>
      <w:rFonts w:ascii="Liberation Sans" w:eastAsia="Times New Roman" w:hAnsi="Liberation Sans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ine-moenau.simon\Downloads\PP_2%20-%20mod&#232;le%20(1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B9FA4-D701-440A-890F-09EB831E5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PP_2 - modèle (1).dotx</Template>
  <TotalTime>20</TotalTime>
  <Pages>15</Pages>
  <Words>2873</Words>
  <Characters>15805</Characters>
  <Application>Microsoft Office Word</Application>
  <DocSecurity>0</DocSecurity>
  <Lines>131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GOUVERNEMENT</vt:lpstr>
    </vt:vector>
  </TitlesOfParts>
  <Manager>GOUVERNEMENT</Manager>
  <Company>GOUVERNEMENT</Company>
  <LinksUpToDate>false</LinksUpToDate>
  <CharactersWithSpaces>18641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GOUVERNEMENT</dc:title>
  <dc:subject>GOUVERNEMENT</dc:subject>
  <dc:creator>Karine-Moenau SIMON</dc:creator>
  <cp:lastModifiedBy>Mogan Le-Gac</cp:lastModifiedBy>
  <cp:revision>10</cp:revision>
  <cp:lastPrinted>2020-11-10T21:47:00Z</cp:lastPrinted>
  <dcterms:created xsi:type="dcterms:W3CDTF">2022-10-27T02:43:00Z</dcterms:created>
  <dcterms:modified xsi:type="dcterms:W3CDTF">2025-06-23T20:45:00Z</dcterms:modified>
</cp:coreProperties>
</file>